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77777777" w:rsidR="00B41BBD" w:rsidRPr="00F748CF" w:rsidRDefault="00B41BBD"/>
    <w:p w14:paraId="0FFBF625" w14:textId="77777777" w:rsidR="00D2200F" w:rsidRPr="00F748CF" w:rsidRDefault="00D2200F"/>
    <w:p w14:paraId="501EA36F" w14:textId="77777777" w:rsidR="00D2200F" w:rsidRPr="00F748CF" w:rsidRDefault="00F8688E" w:rsidP="00F8688E">
      <w:pPr>
        <w:tabs>
          <w:tab w:val="left" w:pos="6624"/>
        </w:tabs>
      </w:pPr>
      <w:r w:rsidRPr="00F748CF">
        <w:tab/>
      </w:r>
    </w:p>
    <w:p w14:paraId="4270C9CB" w14:textId="77777777" w:rsidR="00B41BBD" w:rsidRPr="00F748CF" w:rsidRDefault="00B41BBD"/>
    <w:p w14:paraId="7BFA3CDF" w14:textId="77777777" w:rsidR="00B41BBD" w:rsidRPr="00F748CF" w:rsidRDefault="00B41BBD"/>
    <w:p w14:paraId="49FE25D5" w14:textId="77777777" w:rsidR="00B41BBD" w:rsidRPr="00F748CF" w:rsidRDefault="00B41BBD"/>
    <w:p w14:paraId="35FE28BB" w14:textId="77777777" w:rsidR="00B41BBD" w:rsidRPr="00F748CF" w:rsidRDefault="00B41BBD"/>
    <w:p w14:paraId="726D6B4B" w14:textId="77777777" w:rsidR="00B41BBD" w:rsidRPr="00F748CF" w:rsidRDefault="00B41BBD"/>
    <w:p w14:paraId="6ABA0285" w14:textId="77777777" w:rsidR="00B41BBD" w:rsidRPr="00F748CF" w:rsidRDefault="00B41BBD"/>
    <w:p w14:paraId="7CFFA644" w14:textId="77777777" w:rsidR="00B41BBD" w:rsidRPr="00F748CF" w:rsidRDefault="00B41BBD"/>
    <w:p w14:paraId="769A8BDD" w14:textId="77777777" w:rsidR="00B41BBD" w:rsidRPr="00F748CF" w:rsidRDefault="00B41BBD"/>
    <w:p w14:paraId="21F4A595" w14:textId="77777777" w:rsidR="00B41BBD" w:rsidRPr="00F748CF" w:rsidRDefault="00B41BBD"/>
    <w:p w14:paraId="41810831" w14:textId="77777777" w:rsidR="00B41BBD" w:rsidRPr="00F748CF" w:rsidRDefault="00B41BBD" w:rsidP="00B41BBD">
      <w:pPr>
        <w:tabs>
          <w:tab w:val="left" w:pos="7500"/>
        </w:tabs>
      </w:pPr>
    </w:p>
    <w:p w14:paraId="0E240916" w14:textId="77777777" w:rsidR="00B41BBD" w:rsidRPr="00F748CF" w:rsidRDefault="00B41BBD" w:rsidP="00B41BBD">
      <w:pPr>
        <w:tabs>
          <w:tab w:val="left" w:pos="7500"/>
        </w:tabs>
      </w:pPr>
    </w:p>
    <w:p w14:paraId="177D36D5" w14:textId="77777777" w:rsidR="00B41BBD" w:rsidRPr="00F748CF" w:rsidRDefault="00B41BBD" w:rsidP="00B41BBD">
      <w:pPr>
        <w:tabs>
          <w:tab w:val="left" w:pos="7500"/>
        </w:tabs>
      </w:pPr>
    </w:p>
    <w:p w14:paraId="39AD58CE" w14:textId="77777777" w:rsidR="00B41BBD" w:rsidRPr="00F748CF" w:rsidRDefault="00B41BBD" w:rsidP="00B41BBD">
      <w:pPr>
        <w:tabs>
          <w:tab w:val="left" w:pos="7500"/>
        </w:tabs>
      </w:pPr>
    </w:p>
    <w:p w14:paraId="4A349EFE" w14:textId="77777777" w:rsidR="00B41BBD" w:rsidRPr="00F748CF" w:rsidRDefault="00B41BBD" w:rsidP="00B41BBD">
      <w:pPr>
        <w:tabs>
          <w:tab w:val="left" w:pos="7500"/>
        </w:tabs>
      </w:pPr>
    </w:p>
    <w:p w14:paraId="5FC44D0A" w14:textId="77777777" w:rsidR="00B41BBD" w:rsidRPr="00F748CF" w:rsidRDefault="00B41BBD" w:rsidP="00B41BBD">
      <w:pPr>
        <w:tabs>
          <w:tab w:val="left" w:pos="7500"/>
        </w:tabs>
      </w:pPr>
    </w:p>
    <w:p w14:paraId="08CC5F83" w14:textId="77777777" w:rsidR="000C6B6F" w:rsidRPr="00F748CF" w:rsidRDefault="00FA55B1" w:rsidP="000C6B6F">
      <w:pPr>
        <w:jc w:val="center"/>
        <w:rPr>
          <w:b/>
          <w:color w:val="FFFFFF"/>
          <w:sz w:val="40"/>
          <w:szCs w:val="36"/>
        </w:rPr>
      </w:pPr>
      <w:r w:rsidRPr="00F748CF">
        <w:rPr>
          <w:b/>
          <w:color w:val="FFFFFF"/>
          <w:sz w:val="40"/>
          <w:szCs w:val="36"/>
        </w:rPr>
        <w:t>Study on Aggressive Tax Planning</w:t>
      </w:r>
    </w:p>
    <w:p w14:paraId="2378E721" w14:textId="77777777" w:rsidR="000C6B6F" w:rsidRPr="00F748CF" w:rsidRDefault="000C6B6F" w:rsidP="000C6B6F">
      <w:pPr>
        <w:jc w:val="center"/>
        <w:rPr>
          <w:b/>
          <w:color w:val="FFFFFF"/>
          <w:sz w:val="40"/>
          <w:szCs w:val="36"/>
        </w:rPr>
      </w:pPr>
    </w:p>
    <w:p w14:paraId="70479BDA" w14:textId="77777777" w:rsidR="000C6B6F" w:rsidRPr="00F748CF" w:rsidRDefault="000C6B6F" w:rsidP="000C6B6F">
      <w:pPr>
        <w:jc w:val="center"/>
      </w:pPr>
    </w:p>
    <w:p w14:paraId="0632E340" w14:textId="77777777" w:rsidR="000C6B6F" w:rsidRPr="00F748CF" w:rsidRDefault="00FA55B1" w:rsidP="00FA55B1">
      <w:pPr>
        <w:jc w:val="center"/>
      </w:pPr>
      <w:r w:rsidRPr="00F748CF">
        <w:rPr>
          <w:i/>
          <w:color w:val="FFFFFF"/>
          <w:sz w:val="36"/>
          <w:szCs w:val="36"/>
        </w:rPr>
        <w:t>Specific contract No13 under FWC TAXUD/2012/CC116</w:t>
      </w:r>
    </w:p>
    <w:p w14:paraId="6944B4D6" w14:textId="77777777" w:rsidR="000C6B6F" w:rsidRPr="00F748CF" w:rsidRDefault="000C6B6F" w:rsidP="000C6B6F"/>
    <w:p w14:paraId="0BDA647D" w14:textId="77777777" w:rsidR="000C6B6F" w:rsidRPr="00F748CF" w:rsidRDefault="000C6B6F" w:rsidP="000C6B6F"/>
    <w:p w14:paraId="544DD4B8" w14:textId="77777777" w:rsidR="000C6B6F" w:rsidRPr="00F748CF" w:rsidRDefault="000C6B6F" w:rsidP="000C6B6F"/>
    <w:p w14:paraId="48E6715B" w14:textId="77777777" w:rsidR="000C6B6F" w:rsidRPr="00F748CF" w:rsidRDefault="000C6B6F" w:rsidP="000C6B6F"/>
    <w:p w14:paraId="4B979A15" w14:textId="77777777" w:rsidR="000C6B6F" w:rsidRPr="00F748CF" w:rsidRDefault="000C6B6F" w:rsidP="000C6B6F"/>
    <w:p w14:paraId="11FEF24C" w14:textId="77777777" w:rsidR="000C6B6F" w:rsidRPr="00F748CF" w:rsidRDefault="000C6B6F" w:rsidP="000C6B6F"/>
    <w:p w14:paraId="7CA1F8D7" w14:textId="77777777" w:rsidR="000C6B6F" w:rsidRPr="00BE403A" w:rsidRDefault="00FA55B1" w:rsidP="000C6B6F">
      <w:pPr>
        <w:jc w:val="center"/>
        <w:rPr>
          <w:b/>
          <w:color w:val="FFFFFF"/>
          <w:sz w:val="28"/>
        </w:rPr>
      </w:pPr>
      <w:r w:rsidRPr="00BE403A">
        <w:rPr>
          <w:b/>
          <w:color w:val="FFFFFF"/>
          <w:sz w:val="28"/>
        </w:rPr>
        <w:t xml:space="preserve">Appendix </w:t>
      </w:r>
      <w:r w:rsidR="007473BE" w:rsidRPr="00BE403A">
        <w:rPr>
          <w:b/>
          <w:color w:val="FFFFFF"/>
          <w:sz w:val="28"/>
        </w:rPr>
        <w:t>1</w:t>
      </w:r>
      <w:r w:rsidRPr="00BE403A">
        <w:rPr>
          <w:b/>
          <w:color w:val="FFFFFF"/>
          <w:sz w:val="28"/>
        </w:rPr>
        <w:t xml:space="preserve"> - </w:t>
      </w:r>
      <w:r w:rsidR="00547990" w:rsidRPr="00BE403A">
        <w:rPr>
          <w:b/>
          <w:color w:val="FFFFFF"/>
          <w:sz w:val="28"/>
        </w:rPr>
        <w:t xml:space="preserve">Questionnaire to </w:t>
      </w:r>
      <w:r w:rsidRPr="00BE403A">
        <w:rPr>
          <w:b/>
          <w:color w:val="FFFFFF"/>
          <w:sz w:val="28"/>
        </w:rPr>
        <w:t xml:space="preserve">national </w:t>
      </w:r>
      <w:r w:rsidR="000B6327" w:rsidRPr="00BE403A">
        <w:rPr>
          <w:b/>
          <w:color w:val="FFFFFF"/>
          <w:sz w:val="28"/>
        </w:rPr>
        <w:t xml:space="preserve">tax </w:t>
      </w:r>
      <w:r w:rsidRPr="00BE403A">
        <w:rPr>
          <w:b/>
          <w:color w:val="FFFFFF"/>
          <w:sz w:val="28"/>
        </w:rPr>
        <w:t>experts</w:t>
      </w:r>
    </w:p>
    <w:p w14:paraId="363C330A" w14:textId="5DB4F4A8" w:rsidR="00A06EB3" w:rsidRPr="00BE403A" w:rsidRDefault="00A06EB3" w:rsidP="000C6B6F">
      <w:pPr>
        <w:jc w:val="center"/>
        <w:rPr>
          <w:b/>
          <w:color w:val="FFFFFF"/>
          <w:sz w:val="28"/>
        </w:rPr>
      </w:pPr>
      <w:r w:rsidRPr="00BE403A">
        <w:rPr>
          <w:b/>
          <w:color w:val="FFFFFF"/>
          <w:sz w:val="28"/>
        </w:rPr>
        <w:t>Filled in for</w:t>
      </w:r>
      <w:r w:rsidR="00D918FD" w:rsidRPr="00BE403A">
        <w:rPr>
          <w:b/>
          <w:color w:val="FFFFFF"/>
          <w:sz w:val="28"/>
        </w:rPr>
        <w:t xml:space="preserve"> Bulgaria</w:t>
      </w:r>
    </w:p>
    <w:p w14:paraId="6CD448E3" w14:textId="18FC5C1F" w:rsidR="000C6B6F" w:rsidRPr="00BE403A" w:rsidRDefault="00D918FD" w:rsidP="000C6B6F">
      <w:r w:rsidRPr="00F748CF">
        <w:rPr>
          <w:noProof/>
          <w:lang w:val="en-US" w:eastAsia="en-US"/>
        </w:rPr>
        <w:drawing>
          <wp:anchor distT="0" distB="0" distL="114300" distR="114300" simplePos="0" relativeHeight="251660288" behindDoc="0" locked="0" layoutInCell="1" allowOverlap="1" wp14:anchorId="19E00CFD" wp14:editId="0F16BEA3">
            <wp:simplePos x="0" y="0"/>
            <wp:positionH relativeFrom="column">
              <wp:posOffset>2032000</wp:posOffset>
            </wp:positionH>
            <wp:positionV relativeFrom="paragraph">
              <wp:posOffset>136525</wp:posOffset>
            </wp:positionV>
            <wp:extent cx="1587500" cy="958215"/>
            <wp:effectExtent l="0" t="0" r="12700" b="6985"/>
            <wp:wrapTight wrapText="bothSides">
              <wp:wrapPolygon edited="0">
                <wp:start x="0" y="0"/>
                <wp:lineTo x="0" y="21185"/>
                <wp:lineTo x="21427" y="21185"/>
                <wp:lineTo x="21427" y="0"/>
                <wp:lineTo x="0" y="0"/>
              </wp:wrapPolygon>
            </wp:wrapTight>
            <wp:docPr id="22" name="Billed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00" cy="958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77777777" w:rsidR="000C6B6F" w:rsidRPr="00BE403A" w:rsidRDefault="000C6B6F" w:rsidP="000C6B6F"/>
    <w:p w14:paraId="5887FACD" w14:textId="77777777" w:rsidR="000C6B6F" w:rsidRPr="00BE403A" w:rsidRDefault="000C6B6F" w:rsidP="000C6B6F"/>
    <w:p w14:paraId="73AD60F0" w14:textId="77777777" w:rsidR="000C6B6F" w:rsidRPr="00BE403A" w:rsidRDefault="000C6B6F" w:rsidP="000C6B6F"/>
    <w:p w14:paraId="5D6CC88D" w14:textId="77777777" w:rsidR="000C6B6F" w:rsidRPr="00BE403A" w:rsidRDefault="000C6B6F" w:rsidP="000C6B6F"/>
    <w:p w14:paraId="3156C2AF" w14:textId="77777777" w:rsidR="000C6B6F" w:rsidRPr="00BE403A" w:rsidRDefault="000C6B6F" w:rsidP="000C6B6F"/>
    <w:p w14:paraId="687777E8" w14:textId="77777777" w:rsidR="000C6B6F" w:rsidRPr="00BE403A" w:rsidRDefault="000C6B6F" w:rsidP="000C6B6F"/>
    <w:p w14:paraId="4A3FF24C" w14:textId="77777777" w:rsidR="000C6B6F" w:rsidRPr="00BE403A" w:rsidRDefault="000C6B6F" w:rsidP="000C6B6F"/>
    <w:p w14:paraId="123F207C" w14:textId="77777777" w:rsidR="000C6B6F" w:rsidRPr="00BE403A" w:rsidRDefault="000C6B6F" w:rsidP="000C6B6F"/>
    <w:p w14:paraId="1ACDE47B" w14:textId="77777777" w:rsidR="000C6B6F" w:rsidRPr="00BE403A" w:rsidRDefault="000C6B6F" w:rsidP="000C6B6F"/>
    <w:p w14:paraId="67C2F555" w14:textId="77777777" w:rsidR="000C6B6F" w:rsidRPr="00BE403A" w:rsidRDefault="000C6B6F" w:rsidP="000C6B6F"/>
    <w:p w14:paraId="3D4AB5FD" w14:textId="77777777" w:rsidR="000C6B6F" w:rsidRPr="00BE403A" w:rsidRDefault="006E72E7" w:rsidP="000C6B6F">
      <w:r>
        <w:rPr>
          <w:noProof/>
          <w:lang w:eastAsia="en-US"/>
        </w:rPr>
        <w:pict w14:anchorId="161BD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4" type="#_x0000_t75" style="position:absolute;left:0;text-align:left;margin-left:302.15pt;margin-top:6.7pt;width:167.05pt;height:34.2pt;z-index:251656704;visibility:visible">
            <v:imagedata r:id="rId13" o:title=""/>
          </v:shape>
        </w:pict>
      </w:r>
    </w:p>
    <w:p w14:paraId="76348B44" w14:textId="77777777" w:rsidR="000C6B6F" w:rsidRPr="00BE403A" w:rsidRDefault="000C6B6F" w:rsidP="000C6B6F"/>
    <w:p w14:paraId="58CFA02B" w14:textId="77777777" w:rsidR="000C6B6F" w:rsidRPr="00BE403A" w:rsidRDefault="000C6B6F" w:rsidP="000C6B6F"/>
    <w:p w14:paraId="30408430" w14:textId="77777777" w:rsidR="00B41BBD" w:rsidRPr="00BE403A" w:rsidRDefault="00B41BBD" w:rsidP="00B41BBD">
      <w:pPr>
        <w:tabs>
          <w:tab w:val="left" w:pos="7500"/>
        </w:tabs>
        <w:rPr>
          <w:b/>
        </w:rPr>
      </w:pPr>
    </w:p>
    <w:p w14:paraId="361BF4DD" w14:textId="77777777" w:rsidR="00547990" w:rsidRPr="00BE403A" w:rsidRDefault="00D67218" w:rsidP="00547990">
      <w:pPr>
        <w:pBdr>
          <w:bottom w:val="single" w:sz="4" w:space="1" w:color="1F497D"/>
        </w:pBdr>
        <w:rPr>
          <w:b/>
          <w:color w:val="1F497D"/>
        </w:rPr>
      </w:pPr>
      <w:r w:rsidRPr="00F748CF">
        <w:rPr>
          <w:noProof/>
          <w:lang w:val="en-US"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BE403A">
        <w:rPr>
          <w:b/>
          <w:color w:val="1F497D"/>
        </w:rPr>
        <w:br w:type="page"/>
      </w:r>
      <w:r w:rsidR="00F4731C" w:rsidRPr="00BE403A">
        <w:rPr>
          <w:b/>
          <w:color w:val="1F497D"/>
        </w:rPr>
        <w:lastRenderedPageBreak/>
        <w:t>QUESTIONNAIRE</w:t>
      </w:r>
    </w:p>
    <w:p w14:paraId="698D8A70" w14:textId="77777777" w:rsidR="00547990" w:rsidRPr="00BE403A" w:rsidRDefault="00547990" w:rsidP="00547990"/>
    <w:p w14:paraId="7E505701" w14:textId="646123EF" w:rsidR="00A06EB3" w:rsidRPr="00BE403A" w:rsidRDefault="00D918FD" w:rsidP="00A06EB3">
      <w:pPr>
        <w:pBdr>
          <w:bottom w:val="single" w:sz="4" w:space="1" w:color="1F497D"/>
        </w:pBdr>
        <w:rPr>
          <w:b/>
          <w:color w:val="1F497D"/>
        </w:rPr>
      </w:pPr>
      <w:r w:rsidRPr="00BE403A">
        <w:rPr>
          <w:b/>
          <w:color w:val="1F497D"/>
        </w:rPr>
        <w:t>Bulgaria</w:t>
      </w:r>
    </w:p>
    <w:p w14:paraId="419CEEDB" w14:textId="6DE8D9E7" w:rsidR="00A06EB3" w:rsidRPr="00BE403A" w:rsidRDefault="00A06EB3" w:rsidP="00A06EB3">
      <w:pPr>
        <w:pStyle w:val="Heading2"/>
      </w:pPr>
      <w:r w:rsidRPr="00BE403A">
        <w:t>Abbreviations</w:t>
      </w:r>
    </w:p>
    <w:p w14:paraId="12FF286A" w14:textId="501BAF7D" w:rsidR="00A06EB3" w:rsidRPr="00BE403A" w:rsidRDefault="00A06EB3" w:rsidP="00A06EB3">
      <w:pPr>
        <w:rPr>
          <w:b/>
        </w:rPr>
      </w:pPr>
    </w:p>
    <w:p w14:paraId="5B3ED2ED" w14:textId="0FF06C62" w:rsidR="001C13CD" w:rsidRDefault="001C13CD" w:rsidP="00A06EB3">
      <w:pPr>
        <w:rPr>
          <w:lang w:val="bg-BG"/>
        </w:rPr>
      </w:pPr>
      <w:r w:rsidRPr="00BE403A">
        <w:rPr>
          <w:b/>
          <w:lang w:val="en-US"/>
        </w:rPr>
        <w:t xml:space="preserve">ITNPA - </w:t>
      </w:r>
      <w:r w:rsidRPr="00BE403A">
        <w:t>Income Taxes on Natural Persons Act</w:t>
      </w:r>
      <w:r w:rsidR="0050001B" w:rsidRPr="00BE403A">
        <w:t xml:space="preserve"> (</w:t>
      </w:r>
      <w:proofErr w:type="spellStart"/>
      <w:r w:rsidR="0050001B" w:rsidRPr="00B93535">
        <w:rPr>
          <w:i/>
        </w:rPr>
        <w:t>Закон</w:t>
      </w:r>
      <w:proofErr w:type="spellEnd"/>
      <w:r w:rsidR="0050001B" w:rsidRPr="00BE403A">
        <w:rPr>
          <w:i/>
        </w:rPr>
        <w:t xml:space="preserve"> </w:t>
      </w:r>
      <w:proofErr w:type="spellStart"/>
      <w:r w:rsidR="0050001B" w:rsidRPr="00B93535">
        <w:rPr>
          <w:i/>
        </w:rPr>
        <w:t>за</w:t>
      </w:r>
      <w:proofErr w:type="spellEnd"/>
      <w:r w:rsidR="0050001B" w:rsidRPr="00BE403A">
        <w:rPr>
          <w:i/>
        </w:rPr>
        <w:t xml:space="preserve"> </w:t>
      </w:r>
      <w:proofErr w:type="spellStart"/>
      <w:r w:rsidR="0050001B" w:rsidRPr="00B93535">
        <w:rPr>
          <w:i/>
        </w:rPr>
        <w:t>данъците</w:t>
      </w:r>
      <w:proofErr w:type="spellEnd"/>
      <w:r w:rsidR="0050001B" w:rsidRPr="00BE403A">
        <w:rPr>
          <w:i/>
        </w:rPr>
        <w:t xml:space="preserve"> </w:t>
      </w:r>
      <w:proofErr w:type="spellStart"/>
      <w:r w:rsidR="0050001B" w:rsidRPr="00B93535">
        <w:rPr>
          <w:i/>
        </w:rPr>
        <w:t>върху</w:t>
      </w:r>
      <w:proofErr w:type="spellEnd"/>
      <w:r w:rsidR="0050001B" w:rsidRPr="00BE403A">
        <w:rPr>
          <w:i/>
        </w:rPr>
        <w:t xml:space="preserve"> </w:t>
      </w:r>
      <w:proofErr w:type="spellStart"/>
      <w:r w:rsidR="0050001B" w:rsidRPr="00B93535">
        <w:rPr>
          <w:i/>
        </w:rPr>
        <w:t>доходите</w:t>
      </w:r>
      <w:proofErr w:type="spellEnd"/>
      <w:r w:rsidR="0050001B" w:rsidRPr="00BE403A">
        <w:rPr>
          <w:i/>
        </w:rPr>
        <w:t xml:space="preserve"> </w:t>
      </w:r>
      <w:proofErr w:type="spellStart"/>
      <w:r w:rsidR="0050001B" w:rsidRPr="00B93535">
        <w:rPr>
          <w:i/>
        </w:rPr>
        <w:t>на</w:t>
      </w:r>
      <w:proofErr w:type="spellEnd"/>
      <w:r w:rsidR="0050001B" w:rsidRPr="00BE403A">
        <w:rPr>
          <w:i/>
        </w:rPr>
        <w:t xml:space="preserve"> </w:t>
      </w:r>
      <w:proofErr w:type="spellStart"/>
      <w:r w:rsidR="0050001B" w:rsidRPr="00B93535">
        <w:rPr>
          <w:i/>
        </w:rPr>
        <w:t>физическите</w:t>
      </w:r>
      <w:proofErr w:type="spellEnd"/>
      <w:r w:rsidR="0050001B" w:rsidRPr="00BE403A">
        <w:rPr>
          <w:i/>
        </w:rPr>
        <w:t xml:space="preserve"> </w:t>
      </w:r>
      <w:proofErr w:type="spellStart"/>
      <w:r w:rsidR="0050001B" w:rsidRPr="00B93535">
        <w:rPr>
          <w:i/>
        </w:rPr>
        <w:t>лица</w:t>
      </w:r>
      <w:proofErr w:type="spellEnd"/>
      <w:r w:rsidR="0050001B">
        <w:rPr>
          <w:lang w:val="bg-BG"/>
        </w:rPr>
        <w:t>)</w:t>
      </w:r>
    </w:p>
    <w:p w14:paraId="39265DFC" w14:textId="33F71E47" w:rsidR="0050001B" w:rsidRDefault="0050001B" w:rsidP="00A06EB3">
      <w:pPr>
        <w:rPr>
          <w:lang w:val="ru-RU"/>
        </w:rPr>
      </w:pPr>
      <w:r>
        <w:rPr>
          <w:b/>
          <w:lang w:val="en-US"/>
        </w:rPr>
        <w:t>CITA</w:t>
      </w:r>
      <w:r w:rsidRPr="0050001B">
        <w:rPr>
          <w:b/>
          <w:lang w:val="ru-RU"/>
        </w:rPr>
        <w:t xml:space="preserve"> - </w:t>
      </w:r>
      <w:bookmarkStart w:id="0" w:name="to_paragraph_id3024438"/>
      <w:bookmarkEnd w:id="0"/>
      <w:r>
        <w:t>Corporate</w:t>
      </w:r>
      <w:r w:rsidRPr="0050001B">
        <w:rPr>
          <w:lang w:val="ru-RU"/>
        </w:rPr>
        <w:t xml:space="preserve"> </w:t>
      </w:r>
      <w:r>
        <w:t>Income</w:t>
      </w:r>
      <w:r w:rsidRPr="0050001B">
        <w:rPr>
          <w:lang w:val="ru-RU"/>
        </w:rPr>
        <w:t xml:space="preserve"> </w:t>
      </w:r>
      <w:r>
        <w:t>Tax</w:t>
      </w:r>
      <w:r w:rsidRPr="0050001B">
        <w:rPr>
          <w:lang w:val="ru-RU"/>
        </w:rPr>
        <w:t xml:space="preserve"> </w:t>
      </w:r>
      <w:r>
        <w:t>Act</w:t>
      </w:r>
      <w:r w:rsidRPr="0050001B">
        <w:rPr>
          <w:lang w:val="ru-RU"/>
        </w:rPr>
        <w:t xml:space="preserve"> </w:t>
      </w:r>
      <w:r>
        <w:rPr>
          <w:lang w:val="bg-BG"/>
        </w:rPr>
        <w:t>(</w:t>
      </w:r>
      <w:bookmarkStart w:id="1" w:name="to_paragraph_id2979051"/>
      <w:bookmarkEnd w:id="1"/>
      <w:r w:rsidRPr="00B93535">
        <w:rPr>
          <w:i/>
          <w:lang w:val="ru-RU"/>
        </w:rPr>
        <w:t>Закон за корпоративното подоходно облагане</w:t>
      </w:r>
      <w:r>
        <w:rPr>
          <w:lang w:val="ru-RU"/>
        </w:rPr>
        <w:t>)</w:t>
      </w:r>
    </w:p>
    <w:p w14:paraId="2251B771" w14:textId="17B00904" w:rsidR="0050001B" w:rsidRDefault="0050001B" w:rsidP="00A06EB3">
      <w:pPr>
        <w:rPr>
          <w:lang w:val="ru-RU"/>
        </w:rPr>
      </w:pPr>
      <w:r>
        <w:rPr>
          <w:b/>
          <w:lang w:val="en-US"/>
        </w:rPr>
        <w:t>VATA</w:t>
      </w:r>
      <w:r w:rsidRPr="0050001B">
        <w:rPr>
          <w:lang w:val="ru-RU"/>
        </w:rPr>
        <w:t xml:space="preserve"> - </w:t>
      </w:r>
      <w:r w:rsidRPr="0050001B">
        <w:t>Value</w:t>
      </w:r>
      <w:r w:rsidRPr="0050001B">
        <w:rPr>
          <w:lang w:val="ru-RU"/>
        </w:rPr>
        <w:t xml:space="preserve"> </w:t>
      </w:r>
      <w:r w:rsidRPr="0050001B">
        <w:t>Added</w:t>
      </w:r>
      <w:r w:rsidRPr="0050001B">
        <w:rPr>
          <w:lang w:val="ru-RU"/>
        </w:rPr>
        <w:t xml:space="preserve"> </w:t>
      </w:r>
      <w:r w:rsidRPr="0050001B">
        <w:t>Tax</w:t>
      </w:r>
      <w:r w:rsidRPr="0050001B">
        <w:rPr>
          <w:lang w:val="ru-RU"/>
        </w:rPr>
        <w:t xml:space="preserve"> </w:t>
      </w:r>
      <w:r w:rsidRPr="0050001B">
        <w:t>Act</w:t>
      </w:r>
      <w:r w:rsidRPr="0050001B">
        <w:rPr>
          <w:lang w:val="ru-RU"/>
        </w:rPr>
        <w:t xml:space="preserve"> (</w:t>
      </w:r>
      <w:r w:rsidRPr="00B93535">
        <w:rPr>
          <w:i/>
          <w:lang w:val="bg-BG"/>
        </w:rPr>
        <w:t xml:space="preserve">Закон </w:t>
      </w:r>
      <w:r w:rsidRPr="00B93535">
        <w:rPr>
          <w:i/>
          <w:lang w:val="ru-RU"/>
        </w:rPr>
        <w:t>за данък върху добавената стойност</w:t>
      </w:r>
      <w:r>
        <w:rPr>
          <w:lang w:val="ru-RU"/>
        </w:rPr>
        <w:t>)</w:t>
      </w:r>
    </w:p>
    <w:p w14:paraId="61626B02" w14:textId="670A5B48" w:rsidR="0050001B" w:rsidRDefault="0050001B" w:rsidP="00A06EB3">
      <w:pPr>
        <w:rPr>
          <w:lang w:val="ru-RU"/>
        </w:rPr>
      </w:pPr>
      <w:r>
        <w:rPr>
          <w:b/>
          <w:lang w:val="en-US"/>
        </w:rPr>
        <w:t>LTFA</w:t>
      </w:r>
      <w:r w:rsidRPr="0050001B">
        <w:rPr>
          <w:b/>
          <w:lang w:val="ru-RU"/>
        </w:rPr>
        <w:t xml:space="preserve"> - </w:t>
      </w:r>
      <w:r w:rsidRPr="0050001B">
        <w:t>Local</w:t>
      </w:r>
      <w:r w:rsidRPr="0050001B">
        <w:rPr>
          <w:lang w:val="ru-RU"/>
        </w:rPr>
        <w:t xml:space="preserve"> </w:t>
      </w:r>
      <w:r w:rsidRPr="0050001B">
        <w:t>Taxes</w:t>
      </w:r>
      <w:r w:rsidRPr="0050001B">
        <w:rPr>
          <w:lang w:val="ru-RU"/>
        </w:rPr>
        <w:t xml:space="preserve"> </w:t>
      </w:r>
      <w:r w:rsidRPr="0050001B">
        <w:t>and</w:t>
      </w:r>
      <w:r w:rsidRPr="0050001B">
        <w:rPr>
          <w:lang w:val="ru-RU"/>
        </w:rPr>
        <w:t xml:space="preserve"> </w:t>
      </w:r>
      <w:r w:rsidRPr="0050001B">
        <w:t>Fees</w:t>
      </w:r>
      <w:r w:rsidRPr="0050001B">
        <w:rPr>
          <w:lang w:val="ru-RU"/>
        </w:rPr>
        <w:t xml:space="preserve"> </w:t>
      </w:r>
      <w:r w:rsidRPr="0050001B">
        <w:t>Act</w:t>
      </w:r>
      <w:r w:rsidRPr="0050001B">
        <w:rPr>
          <w:lang w:val="ru-RU"/>
        </w:rPr>
        <w:t xml:space="preserve"> </w:t>
      </w:r>
      <w:r>
        <w:rPr>
          <w:lang w:val="bg-BG"/>
        </w:rPr>
        <w:t>(</w:t>
      </w:r>
      <w:r w:rsidRPr="00B93535">
        <w:rPr>
          <w:i/>
          <w:lang w:val="bg-BG"/>
        </w:rPr>
        <w:t xml:space="preserve">Закон </w:t>
      </w:r>
      <w:r w:rsidRPr="00B93535">
        <w:rPr>
          <w:i/>
          <w:lang w:val="ru-RU"/>
        </w:rPr>
        <w:t>за местните данъци и такси</w:t>
      </w:r>
      <w:r>
        <w:rPr>
          <w:lang w:val="ru-RU"/>
        </w:rPr>
        <w:t>)</w:t>
      </w:r>
    </w:p>
    <w:p w14:paraId="6099408E" w14:textId="72513A04" w:rsidR="00B93535" w:rsidRPr="00B93535" w:rsidRDefault="00B93535" w:rsidP="00A06EB3">
      <w:pPr>
        <w:rPr>
          <w:b/>
          <w:lang w:val="ru-RU"/>
        </w:rPr>
      </w:pPr>
      <w:r>
        <w:rPr>
          <w:b/>
          <w:lang w:val="en-US"/>
        </w:rPr>
        <w:t>TSIPC</w:t>
      </w:r>
      <w:r w:rsidRPr="00B93535">
        <w:rPr>
          <w:b/>
          <w:lang w:val="ru-RU"/>
        </w:rPr>
        <w:t xml:space="preserve"> - </w:t>
      </w:r>
      <w:r w:rsidRPr="00B93535">
        <w:t>Tax</w:t>
      </w:r>
      <w:r w:rsidRPr="00B93535">
        <w:rPr>
          <w:lang w:val="ru-RU"/>
        </w:rPr>
        <w:t xml:space="preserve"> </w:t>
      </w:r>
      <w:r w:rsidRPr="00B93535">
        <w:t>and</w:t>
      </w:r>
      <w:r w:rsidRPr="00B93535">
        <w:rPr>
          <w:lang w:val="ru-RU"/>
        </w:rPr>
        <w:t xml:space="preserve"> </w:t>
      </w:r>
      <w:r w:rsidRPr="00B93535">
        <w:t>Social</w:t>
      </w:r>
      <w:r w:rsidRPr="00B93535">
        <w:rPr>
          <w:lang w:val="ru-RU"/>
        </w:rPr>
        <w:t xml:space="preserve"> </w:t>
      </w:r>
      <w:r w:rsidRPr="00B93535">
        <w:t>Insurance</w:t>
      </w:r>
      <w:r w:rsidRPr="00B93535">
        <w:rPr>
          <w:lang w:val="ru-RU"/>
        </w:rPr>
        <w:t xml:space="preserve"> </w:t>
      </w:r>
      <w:r w:rsidRPr="00B93535">
        <w:t>Procedure</w:t>
      </w:r>
      <w:r w:rsidRPr="00B93535">
        <w:rPr>
          <w:lang w:val="ru-RU"/>
        </w:rPr>
        <w:t xml:space="preserve"> </w:t>
      </w:r>
      <w:r w:rsidRPr="00B93535">
        <w:t>Code</w:t>
      </w:r>
      <w:r w:rsidRPr="00B93535">
        <w:rPr>
          <w:lang w:val="ru-RU"/>
        </w:rPr>
        <w:t xml:space="preserve"> </w:t>
      </w:r>
      <w:r>
        <w:rPr>
          <w:lang w:val="bg-BG"/>
        </w:rPr>
        <w:t>(</w:t>
      </w:r>
      <w:bookmarkStart w:id="2" w:name="to_paragraph_id2383873"/>
      <w:bookmarkEnd w:id="2"/>
      <w:r w:rsidRPr="00B93535">
        <w:rPr>
          <w:i/>
          <w:lang w:val="ru-RU"/>
        </w:rPr>
        <w:t>Данъчно-Осигурителен Процесуален Кодекс</w:t>
      </w:r>
      <w:r>
        <w:rPr>
          <w:lang w:val="ru-RU"/>
        </w:rPr>
        <w:t>)</w:t>
      </w:r>
    </w:p>
    <w:p w14:paraId="07D10BC7" w14:textId="0C44B083" w:rsidR="00A06EB3" w:rsidRPr="00B93535" w:rsidRDefault="00B93535" w:rsidP="00547990">
      <w:pPr>
        <w:rPr>
          <w:b/>
          <w:lang w:val="ru-RU"/>
        </w:rPr>
      </w:pPr>
      <w:r>
        <w:rPr>
          <w:b/>
          <w:lang w:val="en-US"/>
        </w:rPr>
        <w:t>EDTWA</w:t>
      </w:r>
      <w:r w:rsidRPr="00B93535">
        <w:rPr>
          <w:b/>
          <w:lang w:val="ru-RU"/>
        </w:rPr>
        <w:t xml:space="preserve"> - </w:t>
      </w:r>
      <w:r w:rsidRPr="00B93535">
        <w:t>Excise</w:t>
      </w:r>
      <w:r w:rsidRPr="00B93535">
        <w:rPr>
          <w:lang w:val="ru-RU"/>
        </w:rPr>
        <w:t xml:space="preserve"> </w:t>
      </w:r>
      <w:r w:rsidRPr="00B93535">
        <w:t>Duties</w:t>
      </w:r>
      <w:r w:rsidRPr="00B93535">
        <w:rPr>
          <w:lang w:val="ru-RU"/>
        </w:rPr>
        <w:t xml:space="preserve"> </w:t>
      </w:r>
      <w:r w:rsidRPr="00B93535">
        <w:t>and</w:t>
      </w:r>
      <w:r w:rsidRPr="00B93535">
        <w:rPr>
          <w:lang w:val="ru-RU"/>
        </w:rPr>
        <w:t xml:space="preserve"> </w:t>
      </w:r>
      <w:r w:rsidRPr="00B93535">
        <w:t>Tax</w:t>
      </w:r>
      <w:r w:rsidRPr="00B93535">
        <w:rPr>
          <w:lang w:val="ru-RU"/>
        </w:rPr>
        <w:t xml:space="preserve"> </w:t>
      </w:r>
      <w:r w:rsidRPr="00B93535">
        <w:t>Warehouses</w:t>
      </w:r>
      <w:r w:rsidRPr="00B93535">
        <w:rPr>
          <w:lang w:val="ru-RU"/>
        </w:rPr>
        <w:t xml:space="preserve"> </w:t>
      </w:r>
      <w:r w:rsidRPr="00B93535">
        <w:t>Act</w:t>
      </w:r>
      <w:r w:rsidRPr="00B93535">
        <w:rPr>
          <w:lang w:val="ru-RU"/>
        </w:rPr>
        <w:t xml:space="preserve"> </w:t>
      </w:r>
      <w:r>
        <w:rPr>
          <w:lang w:val="bg-BG"/>
        </w:rPr>
        <w:t>(</w:t>
      </w:r>
      <w:r w:rsidRPr="00B93535">
        <w:rPr>
          <w:i/>
          <w:lang w:val="ru-RU"/>
        </w:rPr>
        <w:t>Закон за акцизите и данъчните складове</w:t>
      </w:r>
      <w:r>
        <w:rPr>
          <w:lang w:val="ru-RU"/>
        </w:rPr>
        <w:t>)</w:t>
      </w:r>
    </w:p>
    <w:p w14:paraId="79BD872A" w14:textId="77777777" w:rsidR="00A06EB3" w:rsidRPr="00B93535" w:rsidRDefault="00A06EB3" w:rsidP="00547990">
      <w:pPr>
        <w:rPr>
          <w:lang w:val="ru-RU"/>
        </w:rPr>
      </w:pPr>
    </w:p>
    <w:p w14:paraId="76F74719" w14:textId="77777777" w:rsidR="00A06EB3" w:rsidRPr="00B93535" w:rsidRDefault="00A06EB3" w:rsidP="00547990">
      <w:pPr>
        <w:rPr>
          <w:lang w:val="ru-RU"/>
        </w:rPr>
      </w:pPr>
    </w:p>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F748CF" w14:paraId="2BF05873" w14:textId="77777777"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7604E7D1" w14:textId="77777777" w:rsidR="0097352D" w:rsidRPr="00F748CF" w:rsidRDefault="0097352D" w:rsidP="00F8230D">
            <w:pPr>
              <w:rPr>
                <w:color w:val="FFFFFF" w:themeColor="background1"/>
                <w:lang w:val="en-GB"/>
              </w:rPr>
            </w:pPr>
            <w:r w:rsidRPr="00F748CF">
              <w:rPr>
                <w:color w:val="FFFFFF" w:themeColor="background1"/>
                <w:lang w:val="en-GB"/>
              </w:rPr>
              <w:t>Questions</w:t>
            </w:r>
          </w:p>
        </w:tc>
        <w:tc>
          <w:tcPr>
            <w:tcW w:w="3933" w:type="dxa"/>
            <w:tcBorders>
              <w:bottom w:val="single" w:sz="8" w:space="0" w:color="A7D3F5"/>
            </w:tcBorders>
            <w:shd w:val="clear" w:color="auto" w:fill="1F497D" w:themeFill="text2"/>
          </w:tcPr>
          <w:p w14:paraId="353E23CE" w14:textId="77777777" w:rsidR="0097352D" w:rsidRPr="00F748CF"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F748CF">
              <w:rPr>
                <w:color w:val="FFFFFF" w:themeColor="background1"/>
                <w:lang w:val="en-GB"/>
              </w:rPr>
              <w:t>Answers</w:t>
            </w:r>
          </w:p>
        </w:tc>
      </w:tr>
      <w:tr w:rsidR="0097352D" w:rsidRPr="00F748CF" w14:paraId="01DDBA9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7DF99C" w14:textId="77777777" w:rsidR="0097352D" w:rsidRPr="00F748CF" w:rsidRDefault="0097352D" w:rsidP="00F8230D">
            <w:pPr>
              <w:rPr>
                <w:lang w:val="en-GB"/>
              </w:rPr>
            </w:pPr>
            <w:r w:rsidRPr="00F748CF">
              <w:rPr>
                <w:i/>
                <w:sz w:val="16"/>
                <w:szCs w:val="16"/>
                <w:lang w:val="en-GB"/>
              </w:rPr>
              <w:t>Corporate tax rate</w:t>
            </w:r>
          </w:p>
        </w:tc>
      </w:tr>
      <w:tr w:rsidR="00D918FD" w:rsidRPr="00F748CF" w14:paraId="4057B45F"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CC8170" w14:textId="5E8F007A" w:rsidR="00D918FD" w:rsidRPr="00F748CF" w:rsidRDefault="00D918FD" w:rsidP="00D918FD">
            <w:pPr>
              <w:pStyle w:val="ListNumber"/>
              <w:tabs>
                <w:tab w:val="clear" w:pos="284"/>
              </w:tabs>
              <w:ind w:left="340" w:hanging="340"/>
              <w:jc w:val="left"/>
              <w:rPr>
                <w:b w:val="0"/>
                <w:color w:val="auto"/>
                <w:lang w:val="en-GB"/>
              </w:rPr>
            </w:pPr>
            <w:r w:rsidRPr="00F748CF">
              <w:rPr>
                <w:b w:val="0"/>
                <w:color w:val="auto"/>
                <w:sz w:val="16"/>
                <w:szCs w:val="16"/>
                <w:lang w:val="en-GB"/>
              </w:rPr>
              <w:t>What is the standard rate of corporate income tax applicable for the fiscal year 2015?</w:t>
            </w:r>
          </w:p>
        </w:tc>
        <w:tc>
          <w:tcPr>
            <w:tcW w:w="3933" w:type="dxa"/>
          </w:tcPr>
          <w:p w14:paraId="694D272E" w14:textId="77777777" w:rsidR="00D918FD" w:rsidRPr="00F748CF" w:rsidRDefault="00D918FD" w:rsidP="00D918FD">
            <w:pPr>
              <w:spacing w:line="276" w:lineRule="auto"/>
              <w:cnfStyle w:val="000000000000" w:firstRow="0" w:lastRow="0" w:firstColumn="0" w:lastColumn="0" w:oddVBand="0" w:evenVBand="0" w:oddHBand="0" w:evenHBand="0" w:firstRowFirstColumn="0" w:firstRowLastColumn="0" w:lastRowFirstColumn="0" w:lastRowLastColumn="0"/>
              <w:rPr>
                <w:sz w:val="16"/>
                <w:szCs w:val="16"/>
                <w:lang w:val="en-GB"/>
              </w:rPr>
            </w:pPr>
            <w:r w:rsidRPr="00F748CF">
              <w:rPr>
                <w:sz w:val="16"/>
                <w:szCs w:val="16"/>
                <w:lang w:val="en-GB"/>
              </w:rPr>
              <w:t>10 %.</w:t>
            </w:r>
          </w:p>
          <w:p w14:paraId="478E7CD4" w14:textId="77777777" w:rsidR="00D918FD" w:rsidRPr="00F748CF" w:rsidRDefault="00D918FD" w:rsidP="00D918FD">
            <w:pPr>
              <w:spacing w:line="276" w:lineRule="auto"/>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97352D" w:rsidRPr="00F748CF" w14:paraId="2A3D488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E9498D" w14:textId="77777777" w:rsidR="00983DFA" w:rsidRPr="00F748CF" w:rsidRDefault="00983DFA" w:rsidP="00427661">
            <w:pPr>
              <w:pStyle w:val="ListNumber"/>
              <w:tabs>
                <w:tab w:val="clear" w:pos="284"/>
              </w:tabs>
              <w:ind w:left="340" w:hanging="340"/>
              <w:jc w:val="left"/>
              <w:rPr>
                <w:b w:val="0"/>
                <w:color w:val="auto"/>
                <w:lang w:val="en-GB"/>
              </w:rPr>
            </w:pPr>
            <w:r w:rsidRPr="00F748CF">
              <w:rPr>
                <w:b w:val="0"/>
                <w:color w:val="auto"/>
                <w:sz w:val="16"/>
                <w:szCs w:val="16"/>
                <w:lang w:val="en-GB"/>
              </w:rPr>
              <w:t xml:space="preserve">Some states offer special offshore tax regimes, providing for corporate tax-exemption of certain mobile income types (e.g. royalty) from abroad. </w:t>
            </w:r>
            <w:proofErr w:type="gramStart"/>
            <w:r w:rsidRPr="00F748CF">
              <w:rPr>
                <w:b w:val="0"/>
                <w:color w:val="auto"/>
                <w:sz w:val="16"/>
                <w:szCs w:val="16"/>
                <w:lang w:val="en-GB"/>
              </w:rPr>
              <w:t>Does</w:t>
            </w:r>
            <w:proofErr w:type="gramEnd"/>
            <w:r w:rsidRPr="00F748CF">
              <w:rPr>
                <w:b w:val="0"/>
                <w:color w:val="auto"/>
                <w:sz w:val="16"/>
                <w:szCs w:val="16"/>
                <w:lang w:val="en-GB"/>
              </w:rPr>
              <w:t xml:space="preserve"> your MS offer such a tax regime? If yes, please briefly explain, including the conditions to be met.</w:t>
            </w:r>
          </w:p>
        </w:tc>
        <w:tc>
          <w:tcPr>
            <w:tcW w:w="3933" w:type="dxa"/>
          </w:tcPr>
          <w:p w14:paraId="45B7762C" w14:textId="569A06AE" w:rsidR="0097352D" w:rsidRPr="00F748CF" w:rsidRDefault="00F94411"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r w:rsidR="00037CE3">
              <w:rPr>
                <w:color w:val="auto"/>
                <w:sz w:val="16"/>
                <w:szCs w:val="16"/>
                <w:lang w:val="en-GB"/>
              </w:rPr>
              <w:t xml:space="preserve">. </w:t>
            </w:r>
          </w:p>
        </w:tc>
      </w:tr>
      <w:tr w:rsidR="0097352D" w:rsidRPr="00F748CF" w14:paraId="28A5E126"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C154FDF" w14:textId="77777777" w:rsidR="0097352D" w:rsidRPr="00F748CF" w:rsidRDefault="0097352D" w:rsidP="00427661">
            <w:pPr>
              <w:rPr>
                <w:color w:val="auto"/>
                <w:lang w:val="en-GB"/>
              </w:rPr>
            </w:pPr>
            <w:r w:rsidRPr="00F748CF">
              <w:rPr>
                <w:i/>
                <w:color w:val="auto"/>
                <w:sz w:val="16"/>
                <w:szCs w:val="16"/>
                <w:lang w:val="en-GB"/>
              </w:rPr>
              <w:t>Dividends received</w:t>
            </w:r>
          </w:p>
        </w:tc>
      </w:tr>
      <w:tr w:rsidR="0097352D" w:rsidRPr="00F748CF" w14:paraId="646875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EBB3F0D" w14:textId="69DA8D2A" w:rsidR="0097352D" w:rsidRPr="00F748CF" w:rsidRDefault="0097352D" w:rsidP="00D918FD">
            <w:pPr>
              <w:pStyle w:val="ListNumber"/>
              <w:tabs>
                <w:tab w:val="clear" w:pos="284"/>
              </w:tabs>
              <w:ind w:left="340" w:hanging="340"/>
              <w:jc w:val="left"/>
              <w:rPr>
                <w:b w:val="0"/>
                <w:color w:val="auto"/>
                <w:sz w:val="16"/>
                <w:szCs w:val="16"/>
                <w:lang w:val="en-GB"/>
              </w:rPr>
            </w:pPr>
            <w:r w:rsidRPr="00F748CF">
              <w:rPr>
                <w:b w:val="0"/>
                <w:color w:val="auto"/>
                <w:sz w:val="16"/>
                <w:szCs w:val="16"/>
                <w:lang w:val="en-GB"/>
              </w:rPr>
              <w:t>Is it possible for a company in your MS to receive dividends from a foreign company free of tax (or at a greatly reduced rate of tax</w:t>
            </w:r>
            <w:r w:rsidR="00A30052" w:rsidRPr="00F748CF">
              <w:rPr>
                <w:b w:val="0"/>
                <w:color w:val="auto"/>
                <w:sz w:val="16"/>
                <w:szCs w:val="16"/>
                <w:lang w:val="en-GB"/>
              </w:rPr>
              <w:t>, e.g. 95% tax-exemption</w:t>
            </w:r>
            <w:r w:rsidRPr="00F748CF">
              <w:rPr>
                <w:b w:val="0"/>
                <w:color w:val="auto"/>
                <w:sz w:val="16"/>
                <w:szCs w:val="16"/>
                <w:lang w:val="en-GB"/>
              </w:rPr>
              <w:t>)?</w:t>
            </w:r>
          </w:p>
        </w:tc>
        <w:tc>
          <w:tcPr>
            <w:tcW w:w="3933" w:type="dxa"/>
          </w:tcPr>
          <w:p w14:paraId="090481DF" w14:textId="28AB5408" w:rsidR="00D918FD" w:rsidRPr="00F748CF" w:rsidRDefault="00D918FD" w:rsidP="00D918FD">
            <w:pPr>
              <w:cnfStyle w:val="000000100000" w:firstRow="0" w:lastRow="0" w:firstColumn="0" w:lastColumn="0" w:oddVBand="0" w:evenVBand="0" w:oddHBand="1" w:evenHBand="0" w:firstRowFirstColumn="0" w:firstRowLastColumn="0" w:lastRowFirstColumn="0" w:lastRowLastColumn="0"/>
              <w:rPr>
                <w:sz w:val="16"/>
                <w:szCs w:val="16"/>
                <w:lang w:val="en-GB"/>
              </w:rPr>
            </w:pPr>
            <w:r w:rsidRPr="00F748CF">
              <w:rPr>
                <w:sz w:val="16"/>
                <w:szCs w:val="16"/>
                <w:lang w:val="en-GB"/>
              </w:rPr>
              <w:t xml:space="preserve">Yes, dividends distributed from a </w:t>
            </w:r>
            <w:r w:rsidR="003A6A07">
              <w:rPr>
                <w:sz w:val="16"/>
                <w:szCs w:val="16"/>
                <w:lang w:val="en-GB"/>
              </w:rPr>
              <w:t>subsidiary</w:t>
            </w:r>
            <w:r w:rsidRPr="00F748CF">
              <w:rPr>
                <w:sz w:val="16"/>
                <w:szCs w:val="16"/>
                <w:lang w:val="en-GB"/>
              </w:rPr>
              <w:t xml:space="preserve"> resident in an </w:t>
            </w:r>
            <w:r w:rsidR="003A6A07">
              <w:rPr>
                <w:sz w:val="16"/>
                <w:szCs w:val="16"/>
                <w:lang w:val="en-GB"/>
              </w:rPr>
              <w:t>EU/</w:t>
            </w:r>
            <w:r w:rsidRPr="00F748CF">
              <w:rPr>
                <w:sz w:val="16"/>
                <w:szCs w:val="16"/>
                <w:lang w:val="en-GB"/>
              </w:rPr>
              <w:t>EEA country are tax exempt.</w:t>
            </w:r>
          </w:p>
          <w:p w14:paraId="706EC42A" w14:textId="77777777" w:rsidR="0097352D" w:rsidRPr="00F748CF" w:rsidRDefault="0097352D" w:rsidP="00D918F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F748CF" w14:paraId="40FAF80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67334B0" w14:textId="77777777" w:rsidR="0097352D" w:rsidRPr="00F748CF" w:rsidRDefault="0097352D" w:rsidP="00D918FD">
            <w:pPr>
              <w:pStyle w:val="ListNumber"/>
              <w:tabs>
                <w:tab w:val="clear" w:pos="284"/>
              </w:tabs>
              <w:ind w:left="340" w:hanging="340"/>
              <w:jc w:val="left"/>
              <w:rPr>
                <w:b w:val="0"/>
                <w:color w:val="auto"/>
                <w:sz w:val="16"/>
                <w:szCs w:val="16"/>
                <w:lang w:val="en-GB"/>
              </w:rPr>
            </w:pPr>
            <w:r w:rsidRPr="00F748CF">
              <w:rPr>
                <w:b w:val="0"/>
                <w:color w:val="auto"/>
                <w:sz w:val="16"/>
                <w:szCs w:val="16"/>
                <w:lang w:val="en-GB"/>
              </w:rPr>
              <w:t xml:space="preserve">If yes to question </w:t>
            </w:r>
            <w:r w:rsidR="003A6F57" w:rsidRPr="00F748CF">
              <w:rPr>
                <w:b w:val="0"/>
                <w:color w:val="auto"/>
                <w:sz w:val="16"/>
                <w:szCs w:val="16"/>
                <w:lang w:val="en-GB"/>
              </w:rPr>
              <w:t>3</w:t>
            </w:r>
            <w:r w:rsidRPr="00F748CF">
              <w:rPr>
                <w:b w:val="0"/>
                <w:color w:val="auto"/>
                <w:sz w:val="16"/>
                <w:szCs w:val="16"/>
                <w:lang w:val="en-GB"/>
              </w:rPr>
              <w:t>:</w:t>
            </w:r>
          </w:p>
        </w:tc>
        <w:tc>
          <w:tcPr>
            <w:tcW w:w="3933" w:type="dxa"/>
          </w:tcPr>
          <w:p w14:paraId="5CB904D3" w14:textId="77777777" w:rsidR="0097352D" w:rsidRPr="00F748CF" w:rsidRDefault="0097352D" w:rsidP="00D918F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F748CF" w14:paraId="7517BD5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3742CD" w14:textId="6BD4992C" w:rsidR="00455A2B" w:rsidRPr="00F748CF" w:rsidRDefault="00455A2B" w:rsidP="00D918FD">
            <w:pPr>
              <w:pStyle w:val="ListParagraph"/>
              <w:numPr>
                <w:ilvl w:val="0"/>
                <w:numId w:val="20"/>
              </w:numPr>
              <w:spacing w:line="240" w:lineRule="auto"/>
              <w:jc w:val="left"/>
              <w:rPr>
                <w:b w:val="0"/>
                <w:sz w:val="16"/>
                <w:szCs w:val="16"/>
                <w:lang w:val="en-GB"/>
              </w:rPr>
            </w:pPr>
            <w:r w:rsidRPr="00F748CF">
              <w:rPr>
                <w:b w:val="0"/>
                <w:sz w:val="16"/>
                <w:szCs w:val="16"/>
                <w:lang w:val="en-GB"/>
              </w:rPr>
              <w:t>Does this apply regardless of the tax residence of the distributing company, e.g. Member State, treaty state, tax haven?</w:t>
            </w:r>
          </w:p>
        </w:tc>
        <w:tc>
          <w:tcPr>
            <w:tcW w:w="3933" w:type="dxa"/>
          </w:tcPr>
          <w:p w14:paraId="7C0EE593" w14:textId="3A22AC11" w:rsidR="00D918FD" w:rsidRPr="00F748CF" w:rsidRDefault="00D918FD" w:rsidP="00D918FD">
            <w:pPr>
              <w:tabs>
                <w:tab w:val="left" w:pos="2745"/>
              </w:tabs>
              <w:cnfStyle w:val="000000100000" w:firstRow="0" w:lastRow="0" w:firstColumn="0" w:lastColumn="0" w:oddVBand="0" w:evenVBand="0" w:oddHBand="1" w:evenHBand="0" w:firstRowFirstColumn="0" w:firstRowLastColumn="0" w:lastRowFirstColumn="0" w:lastRowLastColumn="0"/>
              <w:rPr>
                <w:sz w:val="16"/>
                <w:szCs w:val="16"/>
                <w:lang w:val="en-GB"/>
              </w:rPr>
            </w:pPr>
            <w:r w:rsidRPr="00F748CF">
              <w:rPr>
                <w:sz w:val="16"/>
                <w:szCs w:val="16"/>
                <w:lang w:val="en-GB"/>
              </w:rPr>
              <w:t xml:space="preserve">No, the distributing company must be resident in an </w:t>
            </w:r>
            <w:r w:rsidR="003A6A07">
              <w:rPr>
                <w:sz w:val="16"/>
                <w:szCs w:val="16"/>
                <w:lang w:val="en-GB"/>
              </w:rPr>
              <w:t>EU/</w:t>
            </w:r>
            <w:r w:rsidRPr="00F748CF">
              <w:rPr>
                <w:sz w:val="16"/>
                <w:szCs w:val="16"/>
                <w:lang w:val="en-GB"/>
              </w:rPr>
              <w:t>EEA country.</w:t>
            </w:r>
          </w:p>
          <w:p w14:paraId="730A8185" w14:textId="0148B6AF" w:rsidR="00455A2B" w:rsidRPr="00F748CF" w:rsidRDefault="00455A2B" w:rsidP="00D918F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F748CF" w14:paraId="3DDA82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9CEF4F7" w14:textId="1D16D978" w:rsidR="0097352D" w:rsidRPr="00F748CF" w:rsidRDefault="0097352D" w:rsidP="00D918FD">
            <w:pPr>
              <w:pStyle w:val="ListParagraph"/>
              <w:numPr>
                <w:ilvl w:val="0"/>
                <w:numId w:val="20"/>
              </w:numPr>
              <w:spacing w:line="240" w:lineRule="auto"/>
              <w:jc w:val="left"/>
              <w:rPr>
                <w:b w:val="0"/>
                <w:sz w:val="16"/>
                <w:szCs w:val="16"/>
                <w:lang w:val="en-GB"/>
              </w:rPr>
            </w:pPr>
            <w:r w:rsidRPr="00F748CF">
              <w:rPr>
                <w:b w:val="0"/>
                <w:sz w:val="16"/>
                <w:szCs w:val="16"/>
                <w:lang w:val="en-GB"/>
              </w:rPr>
              <w:t xml:space="preserve">Does this apply regardless of the level of shareholding or voting rights held in the distributing company?  </w:t>
            </w:r>
          </w:p>
        </w:tc>
        <w:tc>
          <w:tcPr>
            <w:tcW w:w="3933" w:type="dxa"/>
          </w:tcPr>
          <w:p w14:paraId="6D5F5065" w14:textId="77777777" w:rsidR="00D918FD" w:rsidRPr="00F748CF" w:rsidRDefault="00D918FD" w:rsidP="00D918FD">
            <w:pPr>
              <w:tabs>
                <w:tab w:val="left" w:pos="2745"/>
              </w:tabs>
              <w:cnfStyle w:val="000000000000" w:firstRow="0" w:lastRow="0" w:firstColumn="0" w:lastColumn="0" w:oddVBand="0" w:evenVBand="0" w:oddHBand="0" w:evenHBand="0" w:firstRowFirstColumn="0" w:firstRowLastColumn="0" w:lastRowFirstColumn="0" w:lastRowLastColumn="0"/>
              <w:rPr>
                <w:sz w:val="16"/>
                <w:szCs w:val="16"/>
                <w:lang w:val="en-GB"/>
              </w:rPr>
            </w:pPr>
            <w:r w:rsidRPr="00F748CF">
              <w:rPr>
                <w:sz w:val="16"/>
                <w:szCs w:val="16"/>
                <w:lang w:val="en-GB"/>
              </w:rPr>
              <w:t>Yes, as no additional conditions apply in order to qualify for the exemption.</w:t>
            </w:r>
          </w:p>
          <w:p w14:paraId="7398895C" w14:textId="77777777" w:rsidR="0097352D" w:rsidRPr="00F748CF" w:rsidRDefault="0097352D" w:rsidP="00D918F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F748CF" w14:paraId="151C270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C4174A" w14:textId="77777777" w:rsidR="0097352D" w:rsidRPr="00F748CF" w:rsidRDefault="0097352D" w:rsidP="00D918FD">
            <w:pPr>
              <w:pStyle w:val="ListParagraph"/>
              <w:numPr>
                <w:ilvl w:val="0"/>
                <w:numId w:val="20"/>
              </w:numPr>
              <w:spacing w:line="240" w:lineRule="auto"/>
              <w:jc w:val="left"/>
              <w:rPr>
                <w:b w:val="0"/>
                <w:sz w:val="16"/>
                <w:szCs w:val="16"/>
                <w:lang w:val="en-GB"/>
              </w:rPr>
            </w:pPr>
            <w:r w:rsidRPr="00F748CF">
              <w:rPr>
                <w:b w:val="0"/>
                <w:sz w:val="16"/>
                <w:szCs w:val="16"/>
                <w:lang w:val="en-GB"/>
              </w:rPr>
              <w:t>Does this also apply if the dividends have been deducted by the distributing company in its taxable income?</w:t>
            </w:r>
          </w:p>
        </w:tc>
        <w:tc>
          <w:tcPr>
            <w:tcW w:w="3933" w:type="dxa"/>
          </w:tcPr>
          <w:p w14:paraId="37BE2848" w14:textId="4BDCC338" w:rsidR="0097352D" w:rsidRPr="00F748CF" w:rsidRDefault="003A6A07" w:rsidP="003A6A07">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Yes. There is no statutory requirement that that the dividends have not been deducted by the distributing company.  </w:t>
            </w:r>
          </w:p>
        </w:tc>
      </w:tr>
      <w:tr w:rsidR="0097352D" w:rsidRPr="00F748CF" w14:paraId="5E0A9EC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41306D8" w14:textId="76BD3BE2" w:rsidR="0097352D" w:rsidRPr="00F748CF" w:rsidRDefault="00946523" w:rsidP="00427661">
            <w:pPr>
              <w:pStyle w:val="ListParagraph"/>
              <w:numPr>
                <w:ilvl w:val="0"/>
                <w:numId w:val="20"/>
              </w:numPr>
              <w:spacing w:line="240" w:lineRule="auto"/>
              <w:jc w:val="left"/>
              <w:rPr>
                <w:b w:val="0"/>
                <w:sz w:val="16"/>
                <w:szCs w:val="16"/>
                <w:lang w:val="en-GB"/>
              </w:rPr>
            </w:pPr>
            <w:r w:rsidRPr="00F748CF">
              <w:rPr>
                <w:b w:val="0"/>
                <w:sz w:val="16"/>
                <w:szCs w:val="16"/>
                <w:lang w:val="en-GB"/>
              </w:rPr>
              <w:t xml:space="preserve">If yes to b, how will the recent amendment of Article 4 of the EU Parent/Subsidiary </w:t>
            </w:r>
            <w:r w:rsidR="00A30052" w:rsidRPr="00F748CF">
              <w:rPr>
                <w:b w:val="0"/>
                <w:sz w:val="16"/>
                <w:szCs w:val="16"/>
                <w:lang w:val="en-GB"/>
              </w:rPr>
              <w:t>Directive, which</w:t>
            </w:r>
            <w:r w:rsidRPr="00F748CF">
              <w:rPr>
                <w:b w:val="0"/>
                <w:sz w:val="16"/>
                <w:szCs w:val="16"/>
                <w:lang w:val="en-GB"/>
              </w:rPr>
              <w:t xml:space="preserve"> requires Member States to tax dividends if they have been deducted by the subsidiary, affect your answer?</w:t>
            </w:r>
          </w:p>
        </w:tc>
        <w:tc>
          <w:tcPr>
            <w:tcW w:w="3933" w:type="dxa"/>
          </w:tcPr>
          <w:p w14:paraId="18FA869B" w14:textId="5509A613" w:rsidR="0097352D" w:rsidRPr="00F748CF" w:rsidRDefault="00312874"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 amendment to Article 4 of the EU Parent /Subsidiary Directive has not been implemented into CITA.</w:t>
            </w:r>
          </w:p>
        </w:tc>
      </w:tr>
      <w:tr w:rsidR="0097352D" w:rsidRPr="00F748CF" w14:paraId="6423CE51"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87A3A84" w14:textId="77777777" w:rsidR="0097352D" w:rsidRPr="00F748CF" w:rsidRDefault="0097352D" w:rsidP="00427661">
            <w:pPr>
              <w:rPr>
                <w:lang w:val="en-GB"/>
              </w:rPr>
            </w:pPr>
            <w:r w:rsidRPr="00F748CF">
              <w:rPr>
                <w:i/>
                <w:sz w:val="16"/>
                <w:szCs w:val="16"/>
                <w:lang w:val="en-GB"/>
              </w:rPr>
              <w:t>Dividends paid</w:t>
            </w:r>
          </w:p>
        </w:tc>
      </w:tr>
      <w:tr w:rsidR="0097352D" w:rsidRPr="00F748CF" w14:paraId="732E3E5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CAED6A3" w14:textId="77777777" w:rsidR="0097352D" w:rsidRPr="00F748CF" w:rsidRDefault="0097352D" w:rsidP="00427661">
            <w:pPr>
              <w:pStyle w:val="ListNumber"/>
              <w:tabs>
                <w:tab w:val="clear" w:pos="284"/>
              </w:tabs>
              <w:ind w:left="340" w:hanging="340"/>
              <w:jc w:val="left"/>
              <w:rPr>
                <w:b w:val="0"/>
                <w:i/>
                <w:color w:val="auto"/>
                <w:sz w:val="16"/>
                <w:szCs w:val="16"/>
                <w:lang w:val="en-GB"/>
              </w:rPr>
            </w:pPr>
            <w:r w:rsidRPr="00F748CF">
              <w:rPr>
                <w:b w:val="0"/>
                <w:color w:val="auto"/>
                <w:sz w:val="16"/>
                <w:szCs w:val="16"/>
                <w:lang w:val="en-GB"/>
              </w:rPr>
              <w:t>Is it possible for a company in your MS to distribute dividends to a foreign company without any withholding tax?</w:t>
            </w:r>
          </w:p>
        </w:tc>
        <w:tc>
          <w:tcPr>
            <w:tcW w:w="3933" w:type="dxa"/>
          </w:tcPr>
          <w:p w14:paraId="348A428A" w14:textId="33B53145" w:rsidR="00D918FD" w:rsidRPr="00F748CF" w:rsidRDefault="00D918FD" w:rsidP="00D918FD">
            <w:pPr>
              <w:cnfStyle w:val="000000000000" w:firstRow="0" w:lastRow="0" w:firstColumn="0" w:lastColumn="0" w:oddVBand="0" w:evenVBand="0" w:oddHBand="0" w:evenHBand="0" w:firstRowFirstColumn="0" w:firstRowLastColumn="0" w:lastRowFirstColumn="0" w:lastRowLastColumn="0"/>
              <w:rPr>
                <w:sz w:val="16"/>
                <w:szCs w:val="16"/>
                <w:lang w:val="en-GB"/>
              </w:rPr>
            </w:pPr>
            <w:r w:rsidRPr="00F748CF">
              <w:rPr>
                <w:sz w:val="16"/>
                <w:szCs w:val="16"/>
                <w:lang w:val="en-GB"/>
              </w:rPr>
              <w:t xml:space="preserve">Yes, no withholding tax is levied on dividends distributed to a </w:t>
            </w:r>
            <w:r w:rsidR="00AD6B7D">
              <w:rPr>
                <w:sz w:val="16"/>
                <w:szCs w:val="16"/>
                <w:lang w:val="en-US"/>
              </w:rPr>
              <w:t xml:space="preserve">parent </w:t>
            </w:r>
            <w:r w:rsidRPr="00F748CF">
              <w:rPr>
                <w:sz w:val="16"/>
                <w:szCs w:val="16"/>
                <w:lang w:val="en-GB"/>
              </w:rPr>
              <w:t>company resident in an</w:t>
            </w:r>
            <w:r w:rsidR="00325BDF">
              <w:rPr>
                <w:sz w:val="16"/>
                <w:szCs w:val="16"/>
                <w:lang w:val="en-GB"/>
              </w:rPr>
              <w:t xml:space="preserve"> EU/</w:t>
            </w:r>
            <w:r w:rsidRPr="00F748CF">
              <w:rPr>
                <w:sz w:val="16"/>
                <w:szCs w:val="16"/>
                <w:lang w:val="en-GB"/>
              </w:rPr>
              <w:t>EEA country.</w:t>
            </w:r>
          </w:p>
          <w:p w14:paraId="00C1F867" w14:textId="77777777" w:rsidR="0097352D"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A6D038E" w14:textId="21D243BD" w:rsidR="00713EC8" w:rsidRPr="00F748CF" w:rsidRDefault="00713EC8"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No withholding tax is levied on dividends and liquidation shares paid out to mutual funds.  </w:t>
            </w:r>
          </w:p>
        </w:tc>
      </w:tr>
      <w:tr w:rsidR="0097352D" w:rsidRPr="00F748CF" w14:paraId="54901D9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1A950D" w14:textId="77777777" w:rsidR="0097352D" w:rsidRPr="00F748CF" w:rsidRDefault="0097352D" w:rsidP="00427661">
            <w:pPr>
              <w:pStyle w:val="ListNumber"/>
              <w:rPr>
                <w:b w:val="0"/>
                <w:color w:val="auto"/>
                <w:sz w:val="16"/>
                <w:szCs w:val="16"/>
                <w:lang w:val="en-GB"/>
              </w:rPr>
            </w:pPr>
            <w:r w:rsidRPr="00F748CF">
              <w:rPr>
                <w:b w:val="0"/>
                <w:color w:val="auto"/>
                <w:sz w:val="16"/>
                <w:szCs w:val="16"/>
                <w:lang w:val="en-GB"/>
              </w:rPr>
              <w:t xml:space="preserve">If yes to </w:t>
            </w:r>
            <w:r w:rsidR="003A6F57" w:rsidRPr="00F748CF">
              <w:rPr>
                <w:b w:val="0"/>
                <w:color w:val="auto"/>
                <w:sz w:val="16"/>
                <w:szCs w:val="16"/>
                <w:lang w:val="en-GB"/>
              </w:rPr>
              <w:t>5</w:t>
            </w:r>
            <w:r w:rsidRPr="00F748CF">
              <w:rPr>
                <w:b w:val="0"/>
                <w:color w:val="auto"/>
                <w:sz w:val="16"/>
                <w:szCs w:val="16"/>
                <w:lang w:val="en-GB"/>
              </w:rPr>
              <w:t>,</w:t>
            </w:r>
          </w:p>
        </w:tc>
        <w:tc>
          <w:tcPr>
            <w:tcW w:w="3933" w:type="dxa"/>
          </w:tcPr>
          <w:p w14:paraId="26D500E5" w14:textId="77777777" w:rsidR="0097352D" w:rsidRPr="00F748CF"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F748CF" w14:paraId="27D83E7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CD1ABA" w14:textId="6DFF1C8C" w:rsidR="0097352D" w:rsidRPr="00F748CF" w:rsidRDefault="0097352D" w:rsidP="00427661">
            <w:pPr>
              <w:pStyle w:val="ListParagraph"/>
              <w:numPr>
                <w:ilvl w:val="0"/>
                <w:numId w:val="24"/>
              </w:numPr>
              <w:spacing w:line="240" w:lineRule="auto"/>
              <w:jc w:val="left"/>
              <w:rPr>
                <w:b w:val="0"/>
                <w:sz w:val="16"/>
                <w:szCs w:val="16"/>
                <w:lang w:val="en-GB"/>
              </w:rPr>
            </w:pPr>
            <w:r w:rsidRPr="00F748CF">
              <w:rPr>
                <w:b w:val="0"/>
                <w:sz w:val="16"/>
                <w:szCs w:val="16"/>
                <w:lang w:val="en-GB"/>
              </w:rPr>
              <w:t>Does this apply regardless of the amount or percentage of shares</w:t>
            </w:r>
            <w:r w:rsidR="00A30052" w:rsidRPr="00F748CF">
              <w:rPr>
                <w:b w:val="0"/>
                <w:sz w:val="16"/>
                <w:szCs w:val="16"/>
                <w:lang w:val="en-GB"/>
              </w:rPr>
              <w:t>,</w:t>
            </w:r>
            <w:r w:rsidRPr="00F748CF">
              <w:rPr>
                <w:b w:val="0"/>
                <w:sz w:val="16"/>
                <w:szCs w:val="16"/>
                <w:lang w:val="en-GB"/>
              </w:rPr>
              <w:t xml:space="preserve"> which the foreign company holds?</w:t>
            </w:r>
          </w:p>
        </w:tc>
        <w:tc>
          <w:tcPr>
            <w:tcW w:w="3933" w:type="dxa"/>
          </w:tcPr>
          <w:p w14:paraId="7DBE2CA6" w14:textId="77777777" w:rsidR="00D918FD" w:rsidRPr="00F748CF" w:rsidRDefault="00D918FD" w:rsidP="00D918FD">
            <w:pPr>
              <w:tabs>
                <w:tab w:val="left" w:pos="2745"/>
              </w:tabs>
              <w:cnfStyle w:val="000000000000" w:firstRow="0" w:lastRow="0" w:firstColumn="0" w:lastColumn="0" w:oddVBand="0" w:evenVBand="0" w:oddHBand="0" w:evenHBand="0" w:firstRowFirstColumn="0" w:firstRowLastColumn="0" w:lastRowFirstColumn="0" w:lastRowLastColumn="0"/>
              <w:rPr>
                <w:sz w:val="16"/>
                <w:szCs w:val="16"/>
                <w:lang w:val="en-GB"/>
              </w:rPr>
            </w:pPr>
            <w:r w:rsidRPr="00F748CF">
              <w:rPr>
                <w:sz w:val="16"/>
                <w:szCs w:val="16"/>
                <w:lang w:val="en-GB"/>
              </w:rPr>
              <w:t>Yes, as no other conditions apply in order to qualify for the exemption.</w:t>
            </w:r>
          </w:p>
          <w:p w14:paraId="528733BA" w14:textId="77777777" w:rsidR="0097352D" w:rsidRPr="00F748CF"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F748CF" w14:paraId="3C83606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DE1112E" w14:textId="77777777" w:rsidR="0097352D" w:rsidRPr="00F748CF" w:rsidRDefault="0097352D" w:rsidP="00427661">
            <w:pPr>
              <w:pStyle w:val="ListParagraph"/>
              <w:numPr>
                <w:ilvl w:val="0"/>
                <w:numId w:val="24"/>
              </w:numPr>
              <w:spacing w:line="240" w:lineRule="auto"/>
              <w:jc w:val="left"/>
              <w:rPr>
                <w:b w:val="0"/>
                <w:sz w:val="16"/>
                <w:szCs w:val="16"/>
                <w:lang w:val="en-GB"/>
              </w:rPr>
            </w:pPr>
            <w:r w:rsidRPr="00F748CF">
              <w:rPr>
                <w:b w:val="0"/>
                <w:sz w:val="16"/>
                <w:szCs w:val="16"/>
                <w:lang w:val="en-GB"/>
              </w:rPr>
              <w:t xml:space="preserve">Does this apply regardless of the tax residence of the foreign company, e.g. member state, treaty state, tax haven? </w:t>
            </w:r>
          </w:p>
        </w:tc>
        <w:tc>
          <w:tcPr>
            <w:tcW w:w="3933" w:type="dxa"/>
          </w:tcPr>
          <w:p w14:paraId="0ACA062B" w14:textId="61662B2C" w:rsidR="00D918FD" w:rsidRPr="00F748CF" w:rsidRDefault="00D918FD" w:rsidP="00D918FD">
            <w:pPr>
              <w:cnfStyle w:val="000000100000" w:firstRow="0" w:lastRow="0" w:firstColumn="0" w:lastColumn="0" w:oddVBand="0" w:evenVBand="0" w:oddHBand="1" w:evenHBand="0" w:firstRowFirstColumn="0" w:firstRowLastColumn="0" w:lastRowFirstColumn="0" w:lastRowLastColumn="0"/>
              <w:rPr>
                <w:sz w:val="16"/>
                <w:szCs w:val="16"/>
                <w:lang w:val="en-GB"/>
              </w:rPr>
            </w:pPr>
            <w:r w:rsidRPr="00F748CF">
              <w:rPr>
                <w:sz w:val="16"/>
                <w:szCs w:val="16"/>
                <w:lang w:val="en-GB"/>
              </w:rPr>
              <w:t xml:space="preserve">No, the foreign shareholder company must be resident in an </w:t>
            </w:r>
            <w:r w:rsidR="00325BDF">
              <w:rPr>
                <w:sz w:val="16"/>
                <w:szCs w:val="16"/>
                <w:lang w:val="en-GB"/>
              </w:rPr>
              <w:t>EU/</w:t>
            </w:r>
            <w:r w:rsidRPr="00F748CF">
              <w:rPr>
                <w:sz w:val="16"/>
                <w:szCs w:val="16"/>
                <w:lang w:val="en-GB"/>
              </w:rPr>
              <w:t>EEA country.</w:t>
            </w:r>
          </w:p>
          <w:p w14:paraId="2E5CE329" w14:textId="77777777" w:rsidR="0097352D" w:rsidRPr="00F748CF"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F748CF" w14:paraId="66B81E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71543D4" w14:textId="77777777" w:rsidR="0097352D" w:rsidRPr="00F748CF" w:rsidRDefault="0097352D" w:rsidP="00427661">
            <w:pPr>
              <w:pStyle w:val="ListParagraph"/>
              <w:numPr>
                <w:ilvl w:val="0"/>
                <w:numId w:val="24"/>
              </w:numPr>
              <w:spacing w:line="240" w:lineRule="auto"/>
              <w:jc w:val="left"/>
              <w:rPr>
                <w:b w:val="0"/>
                <w:sz w:val="16"/>
                <w:szCs w:val="16"/>
                <w:lang w:val="en-GB"/>
              </w:rPr>
            </w:pPr>
            <w:r w:rsidRPr="00F748CF">
              <w:rPr>
                <w:b w:val="0"/>
                <w:sz w:val="16"/>
                <w:szCs w:val="16"/>
                <w:lang w:val="en-GB"/>
              </w:rPr>
              <w:t>Is the withholding tax exemption subject to a beneficial ownership requirement similar to that of the OECD model tax convention?</w:t>
            </w:r>
          </w:p>
        </w:tc>
        <w:tc>
          <w:tcPr>
            <w:tcW w:w="3933" w:type="dxa"/>
          </w:tcPr>
          <w:p w14:paraId="25D7E6A5" w14:textId="4E3A0D89" w:rsidR="0097352D" w:rsidRPr="00F748CF" w:rsidRDefault="00AD6B7D" w:rsidP="00CC13F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r w:rsidR="00CC13F4">
              <w:rPr>
                <w:color w:val="auto"/>
                <w:sz w:val="16"/>
                <w:szCs w:val="16"/>
                <w:lang w:val="en-GB"/>
              </w:rPr>
              <w:t>, beneficial ownership is not checked</w:t>
            </w:r>
            <w:r>
              <w:rPr>
                <w:color w:val="auto"/>
                <w:sz w:val="16"/>
                <w:szCs w:val="16"/>
                <w:lang w:val="en-GB"/>
              </w:rPr>
              <w:t xml:space="preserve">. </w:t>
            </w:r>
          </w:p>
        </w:tc>
      </w:tr>
      <w:tr w:rsidR="0097352D" w:rsidRPr="00F748CF" w14:paraId="58E45B95" w14:textId="77777777" w:rsidTr="00325BDF">
        <w:trPr>
          <w:cnfStyle w:val="000000100000" w:firstRow="0" w:lastRow="0" w:firstColumn="0" w:lastColumn="0" w:oddVBand="0" w:evenVBand="0" w:oddHBand="1" w:evenHBand="0"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5070" w:type="dxa"/>
          </w:tcPr>
          <w:p w14:paraId="40764D05" w14:textId="77777777" w:rsidR="0097352D" w:rsidRPr="00F748CF" w:rsidRDefault="0097352D" w:rsidP="00427661">
            <w:pPr>
              <w:pStyle w:val="ListParagraph"/>
              <w:numPr>
                <w:ilvl w:val="0"/>
                <w:numId w:val="24"/>
              </w:numPr>
              <w:spacing w:line="240" w:lineRule="auto"/>
              <w:jc w:val="left"/>
              <w:rPr>
                <w:b w:val="0"/>
                <w:sz w:val="16"/>
                <w:szCs w:val="16"/>
                <w:lang w:val="en-GB"/>
              </w:rPr>
            </w:pPr>
            <w:r w:rsidRPr="00F748CF">
              <w:rPr>
                <w:b w:val="0"/>
                <w:sz w:val="16"/>
                <w:szCs w:val="16"/>
                <w:lang w:val="en-GB"/>
              </w:rPr>
              <w:lastRenderedPageBreak/>
              <w:t>Is the withholding tax exemption subject to any other anti-avoidance requirements, e.g. based on substance of the recipient? If yes, please briefly explain.</w:t>
            </w:r>
          </w:p>
        </w:tc>
        <w:tc>
          <w:tcPr>
            <w:tcW w:w="3933" w:type="dxa"/>
          </w:tcPr>
          <w:p w14:paraId="157587B8" w14:textId="19206528" w:rsidR="0097352D" w:rsidRPr="00F748CF" w:rsidRDefault="00CC13F4" w:rsidP="0069670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The exemption does not apply in cases of “hidden distribution of profits”</w:t>
            </w:r>
            <w:r w:rsidR="0014312F">
              <w:rPr>
                <w:color w:val="auto"/>
                <w:sz w:val="16"/>
                <w:szCs w:val="16"/>
                <w:lang w:val="en-GB"/>
              </w:rPr>
              <w:t xml:space="preserve">, e.g. generally disguising payments to shareholders as deductible expenses. </w:t>
            </w:r>
          </w:p>
        </w:tc>
      </w:tr>
      <w:tr w:rsidR="0097352D" w:rsidRPr="00F748CF" w14:paraId="1497CDF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B9A56BE" w14:textId="77777777" w:rsidR="0097352D" w:rsidRPr="00F748CF" w:rsidRDefault="0097352D" w:rsidP="00427661">
            <w:pPr>
              <w:pStyle w:val="ListNumber"/>
              <w:tabs>
                <w:tab w:val="clear" w:pos="284"/>
              </w:tabs>
              <w:ind w:left="340" w:hanging="340"/>
              <w:jc w:val="left"/>
              <w:rPr>
                <w:b w:val="0"/>
                <w:color w:val="auto"/>
                <w:sz w:val="16"/>
                <w:szCs w:val="16"/>
                <w:lang w:val="en-GB"/>
              </w:rPr>
            </w:pPr>
            <w:r w:rsidRPr="00F748CF">
              <w:rPr>
                <w:b w:val="0"/>
                <w:color w:val="auto"/>
                <w:sz w:val="16"/>
                <w:szCs w:val="16"/>
                <w:lang w:val="en-GB"/>
              </w:rPr>
              <w:t>Is any other tax levied upon a distribution of a dividend by a company in your MS?</w:t>
            </w:r>
          </w:p>
        </w:tc>
        <w:tc>
          <w:tcPr>
            <w:tcW w:w="3933" w:type="dxa"/>
          </w:tcPr>
          <w:p w14:paraId="7AFE9B46" w14:textId="60A573A4" w:rsidR="0097352D" w:rsidRPr="00F748CF" w:rsidRDefault="00325BDF"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7352D" w:rsidRPr="00F748CF" w14:paraId="402CD84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C5F246" w14:textId="77777777" w:rsidR="0097352D" w:rsidRPr="00F748CF" w:rsidRDefault="0097352D" w:rsidP="00427661">
            <w:pPr>
              <w:pStyle w:val="ListNumber"/>
              <w:tabs>
                <w:tab w:val="clear" w:pos="284"/>
              </w:tabs>
              <w:ind w:left="340" w:hanging="340"/>
              <w:jc w:val="left"/>
              <w:rPr>
                <w:b w:val="0"/>
                <w:color w:val="auto"/>
                <w:sz w:val="16"/>
                <w:szCs w:val="16"/>
                <w:lang w:val="en-GB"/>
              </w:rPr>
            </w:pPr>
            <w:r w:rsidRPr="00F748CF">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F748CF">
              <w:rPr>
                <w:b w:val="0"/>
                <w:color w:val="auto"/>
                <w:sz w:val="16"/>
                <w:szCs w:val="16"/>
                <w:lang w:val="en-GB"/>
              </w:rPr>
              <w:t xml:space="preserve"> Please refer to question 4 and 5 above.</w:t>
            </w:r>
          </w:p>
        </w:tc>
        <w:tc>
          <w:tcPr>
            <w:tcW w:w="3933" w:type="dxa"/>
          </w:tcPr>
          <w:p w14:paraId="624A8F59" w14:textId="236901D4" w:rsidR="00D918FD" w:rsidRDefault="00D918FD" w:rsidP="0014312F">
            <w:pPr>
              <w:numPr>
                <w:ilvl w:val="0"/>
                <w:numId w:val="34"/>
              </w:numPr>
              <w:ind w:left="175" w:hanging="175"/>
              <w:cnfStyle w:val="000000100000" w:firstRow="0" w:lastRow="0" w:firstColumn="0" w:lastColumn="0" w:oddVBand="0" w:evenVBand="0" w:oddHBand="1" w:evenHBand="0" w:firstRowFirstColumn="0" w:firstRowLastColumn="0" w:lastRowFirstColumn="0" w:lastRowLastColumn="0"/>
              <w:rPr>
                <w:sz w:val="16"/>
                <w:szCs w:val="16"/>
                <w:lang w:val="en-GB"/>
              </w:rPr>
            </w:pPr>
            <w:r w:rsidRPr="00F748CF">
              <w:rPr>
                <w:sz w:val="16"/>
                <w:szCs w:val="16"/>
                <w:lang w:val="en-GB"/>
              </w:rPr>
              <w:t xml:space="preserve">Yes, liquidation </w:t>
            </w:r>
            <w:r w:rsidR="005607C8">
              <w:rPr>
                <w:sz w:val="16"/>
                <w:szCs w:val="16"/>
                <w:lang w:val="en-GB"/>
              </w:rPr>
              <w:t>proceeds</w:t>
            </w:r>
            <w:r w:rsidRPr="00F748CF">
              <w:rPr>
                <w:sz w:val="16"/>
                <w:szCs w:val="16"/>
                <w:lang w:val="en-GB"/>
              </w:rPr>
              <w:t xml:space="preserve"> are subject to withholding tax to the same extent as distributed dividends.</w:t>
            </w:r>
          </w:p>
          <w:p w14:paraId="3E62EE94" w14:textId="77777777" w:rsidR="00696701" w:rsidRDefault="00696701" w:rsidP="00D918FD">
            <w:pPr>
              <w:cnfStyle w:val="000000100000" w:firstRow="0" w:lastRow="0" w:firstColumn="0" w:lastColumn="0" w:oddVBand="0" w:evenVBand="0" w:oddHBand="1" w:evenHBand="0" w:firstRowFirstColumn="0" w:firstRowLastColumn="0" w:lastRowFirstColumn="0" w:lastRowLastColumn="0"/>
              <w:rPr>
                <w:sz w:val="16"/>
                <w:szCs w:val="16"/>
                <w:lang w:val="en-GB"/>
              </w:rPr>
            </w:pPr>
          </w:p>
          <w:p w14:paraId="74677390" w14:textId="595B2970" w:rsidR="00696701" w:rsidRPr="00F748CF" w:rsidRDefault="00696701" w:rsidP="00696701">
            <w:pPr>
              <w:numPr>
                <w:ilvl w:val="0"/>
                <w:numId w:val="34"/>
              </w:numPr>
              <w:ind w:left="175" w:hanging="175"/>
              <w:cnfStyle w:val="000000100000" w:firstRow="0" w:lastRow="0" w:firstColumn="0" w:lastColumn="0" w:oddVBand="0" w:evenVBand="0" w:oddHBand="1" w:evenHBand="0" w:firstRowFirstColumn="0" w:firstRowLastColumn="0" w:lastRowFirstColumn="0" w:lastRowLastColumn="0"/>
              <w:rPr>
                <w:sz w:val="16"/>
                <w:szCs w:val="16"/>
                <w:lang w:val="en-GB"/>
              </w:rPr>
            </w:pPr>
            <w:r>
              <w:rPr>
                <w:sz w:val="16"/>
                <w:szCs w:val="16"/>
                <w:lang w:val="en-GB"/>
              </w:rPr>
              <w:t xml:space="preserve">Liquidation </w:t>
            </w:r>
            <w:r w:rsidR="005607C8">
              <w:rPr>
                <w:sz w:val="16"/>
                <w:szCs w:val="16"/>
                <w:lang w:val="en-GB"/>
              </w:rPr>
              <w:t>proceeds</w:t>
            </w:r>
            <w:r>
              <w:rPr>
                <w:sz w:val="16"/>
                <w:szCs w:val="16"/>
                <w:lang w:val="en-GB"/>
              </w:rPr>
              <w:t xml:space="preserve"> are subject to withholding tax unless paid out to </w:t>
            </w:r>
            <w:r w:rsidR="00713EC8">
              <w:rPr>
                <w:sz w:val="16"/>
                <w:szCs w:val="16"/>
                <w:lang w:val="en-GB"/>
              </w:rPr>
              <w:t xml:space="preserve">parent companies resident of EU/EEA countries. </w:t>
            </w:r>
          </w:p>
          <w:p w14:paraId="2AEC23F9" w14:textId="77777777" w:rsidR="0097352D" w:rsidRPr="00F748CF"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F748CF" w14:paraId="3E18EAA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7301CE" w14:textId="77777777" w:rsidR="0097352D" w:rsidRPr="00F748CF" w:rsidRDefault="0097352D" w:rsidP="00427661">
            <w:pPr>
              <w:rPr>
                <w:lang w:val="en-GB"/>
              </w:rPr>
            </w:pPr>
            <w:r w:rsidRPr="00F748CF">
              <w:rPr>
                <w:i/>
                <w:sz w:val="16"/>
                <w:szCs w:val="16"/>
                <w:lang w:val="en-GB"/>
              </w:rPr>
              <w:t>Interest income</w:t>
            </w:r>
          </w:p>
        </w:tc>
      </w:tr>
      <w:tr w:rsidR="0097352D" w:rsidRPr="00F748CF" w14:paraId="3A14FB9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F69C0" w14:textId="77777777" w:rsidR="0097352D" w:rsidRPr="00F748CF" w:rsidRDefault="0097352D" w:rsidP="0097352D">
            <w:pPr>
              <w:pStyle w:val="ListNumber"/>
              <w:tabs>
                <w:tab w:val="clear" w:pos="284"/>
              </w:tabs>
              <w:ind w:left="340" w:hanging="340"/>
              <w:jc w:val="left"/>
              <w:rPr>
                <w:b w:val="0"/>
                <w:color w:val="auto"/>
                <w:sz w:val="16"/>
                <w:szCs w:val="16"/>
                <w:lang w:val="en-GB"/>
              </w:rPr>
            </w:pPr>
            <w:r w:rsidRPr="00F748CF">
              <w:rPr>
                <w:b w:val="0"/>
                <w:color w:val="auto"/>
                <w:sz w:val="16"/>
                <w:szCs w:val="16"/>
                <w:lang w:val="en-GB"/>
              </w:rPr>
              <w:t>Is interest income from a loan granted by a company in your MS to a foreign group member company taxable?</w:t>
            </w:r>
          </w:p>
        </w:tc>
        <w:tc>
          <w:tcPr>
            <w:tcW w:w="3933" w:type="dxa"/>
          </w:tcPr>
          <w:p w14:paraId="67B8DD77" w14:textId="432537EC" w:rsidR="0097352D" w:rsidRPr="00F748CF" w:rsidRDefault="0035036D" w:rsidP="0035036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w:t>
            </w:r>
            <w:r w:rsidR="00325BDF" w:rsidRPr="00325BDF">
              <w:rPr>
                <w:color w:val="auto"/>
                <w:sz w:val="16"/>
                <w:szCs w:val="16"/>
                <w:lang w:val="en-GB"/>
              </w:rPr>
              <w:t>.</w:t>
            </w:r>
          </w:p>
        </w:tc>
      </w:tr>
      <w:tr w:rsidR="0097352D" w:rsidRPr="00F748CF" w14:paraId="443CDD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204B622" w14:textId="77777777" w:rsidR="0097352D" w:rsidRPr="00F748CF" w:rsidRDefault="0097352D" w:rsidP="0097352D">
            <w:pPr>
              <w:pStyle w:val="ListNumber"/>
              <w:tabs>
                <w:tab w:val="clear" w:pos="284"/>
              </w:tabs>
              <w:ind w:left="340" w:hanging="340"/>
              <w:jc w:val="left"/>
              <w:rPr>
                <w:b w:val="0"/>
                <w:color w:val="auto"/>
                <w:sz w:val="16"/>
                <w:szCs w:val="16"/>
                <w:lang w:val="en-GB"/>
              </w:rPr>
            </w:pPr>
            <w:r w:rsidRPr="00F748CF">
              <w:rPr>
                <w:b w:val="0"/>
                <w:color w:val="auto"/>
                <w:sz w:val="16"/>
                <w:szCs w:val="16"/>
                <w:lang w:val="en-GB"/>
              </w:rPr>
              <w:t xml:space="preserve">If such a loan is granted free of interest (i.e. on non-arm’s length-conditions), would the creditor company resident in your MS have to include any deemed interest income in its taxable income? When responding, please consider Model ATP-Structure no. 4 and assume that </w:t>
            </w:r>
            <w:proofErr w:type="spellStart"/>
            <w:r w:rsidRPr="00F748CF">
              <w:rPr>
                <w:b w:val="0"/>
                <w:color w:val="auto"/>
                <w:sz w:val="16"/>
                <w:szCs w:val="16"/>
                <w:lang w:val="en-GB"/>
              </w:rPr>
              <w:t>FinanceCo</w:t>
            </w:r>
            <w:proofErr w:type="spellEnd"/>
            <w:r w:rsidRPr="00F748CF">
              <w:rPr>
                <w:b w:val="0"/>
                <w:color w:val="auto"/>
                <w:sz w:val="16"/>
                <w:szCs w:val="16"/>
                <w:lang w:val="en-GB"/>
              </w:rPr>
              <w:t xml:space="preserve"> B is tax resident in your MS.</w:t>
            </w:r>
          </w:p>
        </w:tc>
        <w:tc>
          <w:tcPr>
            <w:tcW w:w="3933" w:type="dxa"/>
          </w:tcPr>
          <w:p w14:paraId="19CC0DDF" w14:textId="6E8DC2A4" w:rsidR="0097352D" w:rsidRPr="00F748CF" w:rsidRDefault="006951F2" w:rsidP="0007182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Interest-free loans are consi</w:t>
            </w:r>
            <w:r w:rsidR="00037CE3">
              <w:rPr>
                <w:color w:val="auto"/>
                <w:sz w:val="16"/>
                <w:szCs w:val="16"/>
                <w:lang w:val="en-GB"/>
              </w:rPr>
              <w:t>dered by statutory definition a</w:t>
            </w:r>
            <w:r>
              <w:rPr>
                <w:color w:val="auto"/>
                <w:sz w:val="16"/>
                <w:szCs w:val="16"/>
                <w:lang w:val="en-GB"/>
              </w:rPr>
              <w:t xml:space="preserve"> circumvention of taxation. Taxpayers should include deemed interest income in its taxable income, determined following arm’s length principle in order to avoid eventual reassessment by the tax authorities</w:t>
            </w:r>
            <w:r w:rsidR="00037CE3">
              <w:rPr>
                <w:color w:val="auto"/>
                <w:sz w:val="16"/>
                <w:szCs w:val="16"/>
                <w:lang w:val="bg-BG"/>
              </w:rPr>
              <w:t xml:space="preserve"> </w:t>
            </w:r>
            <w:r w:rsidR="00037CE3">
              <w:rPr>
                <w:color w:val="auto"/>
                <w:sz w:val="16"/>
                <w:szCs w:val="16"/>
                <w:lang w:val="en-US"/>
              </w:rPr>
              <w:t>or other liabilities</w:t>
            </w:r>
            <w:r>
              <w:rPr>
                <w:color w:val="auto"/>
                <w:sz w:val="16"/>
                <w:szCs w:val="16"/>
                <w:lang w:val="en-GB"/>
              </w:rPr>
              <w:t xml:space="preserve">. </w:t>
            </w:r>
          </w:p>
        </w:tc>
      </w:tr>
      <w:tr w:rsidR="0097352D" w:rsidRPr="00F748CF" w14:paraId="339729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099DBC" w14:textId="77777777" w:rsidR="0097352D" w:rsidRPr="00F748CF" w:rsidRDefault="0097352D" w:rsidP="0097352D">
            <w:pPr>
              <w:pStyle w:val="ListNumber"/>
              <w:tabs>
                <w:tab w:val="clear" w:pos="284"/>
              </w:tabs>
              <w:ind w:left="340" w:hanging="340"/>
              <w:jc w:val="left"/>
              <w:rPr>
                <w:b w:val="0"/>
                <w:color w:val="auto"/>
                <w:sz w:val="16"/>
                <w:szCs w:val="16"/>
                <w:lang w:val="en-GB"/>
              </w:rPr>
            </w:pPr>
            <w:r w:rsidRPr="00F748CF">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F748CF">
              <w:rPr>
                <w:b w:val="0"/>
                <w:color w:val="auto"/>
                <w:sz w:val="16"/>
                <w:szCs w:val="16"/>
                <w:lang w:val="en-GB"/>
              </w:rPr>
              <w:t xml:space="preserve"> (regardless of the </w:t>
            </w:r>
            <w:proofErr w:type="gramStart"/>
            <w:r w:rsidR="00B722C7" w:rsidRPr="00F748CF">
              <w:rPr>
                <w:b w:val="0"/>
                <w:color w:val="auto"/>
                <w:sz w:val="16"/>
                <w:szCs w:val="16"/>
                <w:lang w:val="en-GB"/>
              </w:rPr>
              <w:t>non-MS</w:t>
            </w:r>
            <w:proofErr w:type="gramEnd"/>
            <w:r w:rsidR="00B722C7" w:rsidRPr="00F748CF">
              <w:rPr>
                <w:b w:val="0"/>
                <w:color w:val="auto"/>
                <w:sz w:val="16"/>
                <w:szCs w:val="16"/>
                <w:lang w:val="en-GB"/>
              </w:rPr>
              <w:t xml:space="preserve"> assumption in the description of the Model).</w:t>
            </w:r>
          </w:p>
        </w:tc>
        <w:tc>
          <w:tcPr>
            <w:tcW w:w="3933" w:type="dxa"/>
          </w:tcPr>
          <w:p w14:paraId="01F51E47" w14:textId="5B9AC84E" w:rsidR="0097352D" w:rsidRPr="00F748CF" w:rsidRDefault="005F5F75" w:rsidP="005F5F7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No. Interest bearing loan could be considered a dividend only if the concept of “hidden distribution of profits” applied. In the latter case, exemptions do not apply. </w:t>
            </w:r>
          </w:p>
        </w:tc>
      </w:tr>
      <w:tr w:rsidR="0097352D" w:rsidRPr="00F748CF" w14:paraId="5205784F"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919B424" w14:textId="77777777" w:rsidR="0097352D" w:rsidRPr="00F748CF" w:rsidRDefault="0097352D" w:rsidP="003A6F57">
            <w:pPr>
              <w:pStyle w:val="ListNumber"/>
              <w:tabs>
                <w:tab w:val="clear" w:pos="284"/>
              </w:tabs>
              <w:ind w:left="340" w:hanging="340"/>
              <w:jc w:val="left"/>
              <w:rPr>
                <w:b w:val="0"/>
                <w:color w:val="auto"/>
                <w:sz w:val="16"/>
                <w:szCs w:val="16"/>
                <w:lang w:val="en-GB"/>
              </w:rPr>
            </w:pPr>
            <w:r w:rsidRPr="00F748CF">
              <w:rPr>
                <w:b w:val="0"/>
                <w:color w:val="auto"/>
                <w:sz w:val="16"/>
                <w:szCs w:val="16"/>
                <w:lang w:val="en-GB"/>
              </w:rPr>
              <w:t>If yes to 1</w:t>
            </w:r>
            <w:r w:rsidR="003A6F57" w:rsidRPr="00F748CF">
              <w:rPr>
                <w:b w:val="0"/>
                <w:color w:val="auto"/>
                <w:sz w:val="16"/>
                <w:szCs w:val="16"/>
                <w:lang w:val="en-GB"/>
              </w:rPr>
              <w:t>1</w:t>
            </w:r>
            <w:r w:rsidRPr="00F748CF">
              <w:rPr>
                <w:b w:val="0"/>
                <w:color w:val="auto"/>
                <w:sz w:val="16"/>
                <w:szCs w:val="16"/>
                <w:lang w:val="en-GB"/>
              </w:rPr>
              <w:t>,</w:t>
            </w:r>
          </w:p>
        </w:tc>
        <w:tc>
          <w:tcPr>
            <w:tcW w:w="3933" w:type="dxa"/>
          </w:tcPr>
          <w:p w14:paraId="7A20A922" w14:textId="77777777" w:rsidR="0097352D" w:rsidRPr="00F748CF"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F748CF" w14:paraId="65D21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6E54B63" w14:textId="77777777" w:rsidR="0097352D" w:rsidRPr="00F748CF" w:rsidRDefault="0097352D" w:rsidP="000243B6">
            <w:pPr>
              <w:pStyle w:val="ListNumber"/>
              <w:numPr>
                <w:ilvl w:val="0"/>
                <w:numId w:val="23"/>
              </w:numPr>
              <w:ind w:left="680"/>
              <w:jc w:val="left"/>
              <w:rPr>
                <w:b w:val="0"/>
                <w:color w:val="auto"/>
                <w:sz w:val="16"/>
                <w:szCs w:val="16"/>
                <w:lang w:val="en-GB"/>
              </w:rPr>
            </w:pPr>
            <w:r w:rsidRPr="00F748CF">
              <w:rPr>
                <w:b w:val="0"/>
                <w:color w:val="auto"/>
                <w:sz w:val="16"/>
                <w:szCs w:val="16"/>
                <w:lang w:val="en-GB"/>
              </w:rPr>
              <w:t>Please briefly explain which requirements should be fulfilled.</w:t>
            </w:r>
          </w:p>
        </w:tc>
        <w:tc>
          <w:tcPr>
            <w:tcW w:w="3933" w:type="dxa"/>
          </w:tcPr>
          <w:p w14:paraId="1589E2E5" w14:textId="5C03455B" w:rsidR="0097352D" w:rsidRPr="00F748CF" w:rsidRDefault="005F5F75"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N/A</w:t>
            </w:r>
          </w:p>
        </w:tc>
      </w:tr>
      <w:tr w:rsidR="0097352D" w:rsidRPr="00F748CF" w14:paraId="27DF633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655E00" w14:textId="77777777" w:rsidR="0097352D" w:rsidRPr="00F748CF" w:rsidRDefault="0097352D" w:rsidP="000243B6">
            <w:pPr>
              <w:pStyle w:val="ListNumber"/>
              <w:numPr>
                <w:ilvl w:val="0"/>
                <w:numId w:val="23"/>
              </w:numPr>
              <w:ind w:left="680"/>
              <w:jc w:val="left"/>
              <w:rPr>
                <w:b w:val="0"/>
                <w:color w:val="auto"/>
                <w:sz w:val="16"/>
                <w:szCs w:val="16"/>
                <w:lang w:val="en-GB"/>
              </w:rPr>
            </w:pPr>
            <w:r w:rsidRPr="00F748CF">
              <w:rPr>
                <w:b w:val="0"/>
                <w:color w:val="auto"/>
                <w:sz w:val="16"/>
                <w:szCs w:val="16"/>
                <w:lang w:val="en-GB"/>
              </w:rPr>
              <w:t xml:space="preserve">How will the amendment of Article 4 of the EU Parent/Subsidiary Directive affect your answer? </w:t>
            </w:r>
          </w:p>
        </w:tc>
        <w:tc>
          <w:tcPr>
            <w:tcW w:w="3933" w:type="dxa"/>
          </w:tcPr>
          <w:p w14:paraId="73D40562" w14:textId="3FEE16F8" w:rsidR="0097352D" w:rsidRPr="00F748CF" w:rsidRDefault="005F5F75"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5F5F75">
              <w:rPr>
                <w:color w:val="auto"/>
                <w:sz w:val="16"/>
                <w:szCs w:val="16"/>
                <w:lang w:val="en-GB"/>
              </w:rPr>
              <w:t>The amendment to Article 4 of the EU Parent /Subsidiary Directive has not been implemented into CITA</w:t>
            </w:r>
            <w:r>
              <w:rPr>
                <w:color w:val="auto"/>
                <w:sz w:val="16"/>
                <w:szCs w:val="16"/>
                <w:lang w:val="en-GB"/>
              </w:rPr>
              <w:t xml:space="preserve"> yet</w:t>
            </w:r>
            <w:r w:rsidRPr="005F5F75">
              <w:rPr>
                <w:color w:val="auto"/>
                <w:sz w:val="16"/>
                <w:szCs w:val="16"/>
                <w:lang w:val="en-GB"/>
              </w:rPr>
              <w:t>.</w:t>
            </w:r>
          </w:p>
        </w:tc>
      </w:tr>
      <w:tr w:rsidR="009E71C6" w:rsidRPr="00F748CF" w14:paraId="1F7561CE"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FEDC398" w14:textId="77777777" w:rsidR="009E71C6" w:rsidRPr="00F748CF" w:rsidRDefault="009E71C6" w:rsidP="00427661">
            <w:pPr>
              <w:rPr>
                <w:lang w:val="en-GB"/>
              </w:rPr>
            </w:pPr>
            <w:r w:rsidRPr="00F748CF">
              <w:rPr>
                <w:i/>
                <w:sz w:val="16"/>
                <w:szCs w:val="16"/>
                <w:lang w:val="en-GB"/>
              </w:rPr>
              <w:t>Interest costs</w:t>
            </w:r>
          </w:p>
        </w:tc>
      </w:tr>
      <w:tr w:rsidR="009E71C6" w:rsidRPr="00F748CF" w14:paraId="0E183FA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535EF87" w14:textId="77777777" w:rsidR="009E71C6" w:rsidRPr="00F748CF" w:rsidRDefault="009E71C6" w:rsidP="00C62116">
            <w:pPr>
              <w:pStyle w:val="ListNumber"/>
              <w:tabs>
                <w:tab w:val="clear" w:pos="284"/>
              </w:tabs>
              <w:ind w:left="340" w:hanging="340"/>
              <w:jc w:val="left"/>
              <w:rPr>
                <w:b w:val="0"/>
                <w:color w:val="auto"/>
                <w:sz w:val="16"/>
                <w:szCs w:val="16"/>
                <w:lang w:val="en-GB"/>
              </w:rPr>
            </w:pPr>
            <w:r w:rsidRPr="00F748CF">
              <w:rPr>
                <w:b w:val="0"/>
                <w:color w:val="auto"/>
                <w:sz w:val="16"/>
                <w:szCs w:val="16"/>
                <w:lang w:val="en-GB"/>
              </w:rPr>
              <w:t xml:space="preserve">Are inter-group interest payments on </w:t>
            </w:r>
            <w:r w:rsidR="00C62116" w:rsidRPr="00F748CF">
              <w:rPr>
                <w:b w:val="0"/>
                <w:color w:val="auto"/>
                <w:sz w:val="16"/>
                <w:szCs w:val="16"/>
                <w:lang w:val="en-GB"/>
              </w:rPr>
              <w:t>a</w:t>
            </w:r>
            <w:r w:rsidRPr="00F748CF">
              <w:rPr>
                <w:b w:val="0"/>
                <w:color w:val="auto"/>
                <w:sz w:val="16"/>
                <w:szCs w:val="16"/>
                <w:lang w:val="en-GB"/>
              </w:rPr>
              <w:t xml:space="preserve"> loan granted by a foreign group member company tax deductible to a resident in your MS?</w:t>
            </w:r>
          </w:p>
        </w:tc>
        <w:tc>
          <w:tcPr>
            <w:tcW w:w="3933" w:type="dxa"/>
          </w:tcPr>
          <w:p w14:paraId="31330A20" w14:textId="29BB38A5" w:rsidR="009E71C6" w:rsidRPr="00F748CF" w:rsidRDefault="00D918F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748CF">
              <w:rPr>
                <w:color w:val="auto"/>
                <w:sz w:val="16"/>
                <w:szCs w:val="16"/>
                <w:lang w:val="en-GB"/>
              </w:rPr>
              <w:t>Yes.</w:t>
            </w:r>
          </w:p>
        </w:tc>
      </w:tr>
      <w:tr w:rsidR="009E71C6" w:rsidRPr="00F748CF" w14:paraId="389003D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4F7F5A" w14:textId="77777777" w:rsidR="009E71C6" w:rsidRPr="00F748CF" w:rsidRDefault="009E71C6" w:rsidP="003A6F57">
            <w:pPr>
              <w:pStyle w:val="ListNumber"/>
              <w:tabs>
                <w:tab w:val="clear" w:pos="284"/>
              </w:tabs>
              <w:ind w:left="340" w:hanging="340"/>
              <w:jc w:val="left"/>
              <w:rPr>
                <w:b w:val="0"/>
                <w:color w:val="auto"/>
                <w:sz w:val="16"/>
                <w:szCs w:val="16"/>
                <w:lang w:val="en-GB"/>
              </w:rPr>
            </w:pPr>
            <w:r w:rsidRPr="00F748CF">
              <w:rPr>
                <w:b w:val="0"/>
                <w:color w:val="auto"/>
                <w:sz w:val="16"/>
                <w:szCs w:val="16"/>
                <w:lang w:val="en-GB"/>
              </w:rPr>
              <w:t>If yes to 1</w:t>
            </w:r>
            <w:r w:rsidR="003A6F57" w:rsidRPr="00F748CF">
              <w:rPr>
                <w:b w:val="0"/>
                <w:color w:val="auto"/>
                <w:sz w:val="16"/>
                <w:szCs w:val="16"/>
                <w:lang w:val="en-GB"/>
              </w:rPr>
              <w:t>3</w:t>
            </w:r>
            <w:r w:rsidRPr="00F748CF">
              <w:rPr>
                <w:b w:val="0"/>
                <w:color w:val="auto"/>
                <w:sz w:val="16"/>
                <w:szCs w:val="16"/>
                <w:lang w:val="en-GB"/>
              </w:rPr>
              <w:t>,</w:t>
            </w:r>
          </w:p>
        </w:tc>
        <w:tc>
          <w:tcPr>
            <w:tcW w:w="3933" w:type="dxa"/>
          </w:tcPr>
          <w:p w14:paraId="2BD57FAE" w14:textId="77777777" w:rsidR="009E71C6" w:rsidRPr="00F748CF"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F748CF" w14:paraId="3AA7A2C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7F0097A" w14:textId="77777777" w:rsidR="009E71C6" w:rsidRPr="00F748CF" w:rsidRDefault="009E71C6" w:rsidP="000243B6">
            <w:pPr>
              <w:pStyle w:val="ListNumber"/>
              <w:numPr>
                <w:ilvl w:val="0"/>
                <w:numId w:val="25"/>
              </w:numPr>
              <w:ind w:left="709"/>
              <w:jc w:val="left"/>
              <w:rPr>
                <w:b w:val="0"/>
                <w:color w:val="auto"/>
                <w:sz w:val="16"/>
                <w:szCs w:val="16"/>
                <w:lang w:val="en-GB"/>
              </w:rPr>
            </w:pPr>
            <w:r w:rsidRPr="00F748CF">
              <w:rPr>
                <w:b w:val="0"/>
                <w:color w:val="auto"/>
                <w:sz w:val="16"/>
                <w:szCs w:val="16"/>
                <w:lang w:val="en-GB"/>
              </w:rPr>
              <w:t>Does the tax deductibility depend on how the interest income is qualified for tax purposes in the creditor’s state? If yes, please briefly explain.</w:t>
            </w:r>
          </w:p>
        </w:tc>
        <w:tc>
          <w:tcPr>
            <w:tcW w:w="3933" w:type="dxa"/>
          </w:tcPr>
          <w:p w14:paraId="1EA853E8" w14:textId="2EA199CE" w:rsidR="009E71C6" w:rsidRPr="00F748CF" w:rsidRDefault="002A004A"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Currently, no. </w:t>
            </w:r>
            <w:r w:rsidR="005F5F75">
              <w:rPr>
                <w:color w:val="auto"/>
                <w:sz w:val="16"/>
                <w:szCs w:val="16"/>
                <w:lang w:val="en-GB"/>
              </w:rPr>
              <w:t xml:space="preserve">tax deductibility depends solely on internal statutory rules. </w:t>
            </w:r>
          </w:p>
        </w:tc>
      </w:tr>
      <w:tr w:rsidR="009E71C6" w:rsidRPr="00F748CF" w14:paraId="1379D0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1D832A" w14:textId="77777777" w:rsidR="009E71C6" w:rsidRPr="00F748CF" w:rsidRDefault="009E71C6" w:rsidP="000243B6">
            <w:pPr>
              <w:pStyle w:val="ListNumber"/>
              <w:numPr>
                <w:ilvl w:val="0"/>
                <w:numId w:val="25"/>
              </w:numPr>
              <w:ind w:left="709"/>
              <w:jc w:val="left"/>
              <w:rPr>
                <w:b w:val="0"/>
                <w:color w:val="auto"/>
                <w:sz w:val="16"/>
                <w:szCs w:val="16"/>
                <w:lang w:val="en-GB"/>
              </w:rPr>
            </w:pPr>
            <w:r w:rsidRPr="00F748CF">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233DC34B" w14:textId="3637B973" w:rsidR="009E71C6" w:rsidRPr="00F748CF" w:rsidRDefault="00D678DE"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439A">
              <w:rPr>
                <w:color w:val="auto"/>
                <w:sz w:val="16"/>
                <w:szCs w:val="16"/>
                <w:lang w:val="en-GB"/>
              </w:rPr>
              <w:t>As a practical matter, in case of a tax audit the tax treatment of the interest expense</w:t>
            </w:r>
            <w:r w:rsidR="0064439A" w:rsidRPr="0064439A">
              <w:rPr>
                <w:color w:val="auto"/>
                <w:sz w:val="16"/>
                <w:szCs w:val="16"/>
                <w:lang w:val="en-GB"/>
              </w:rPr>
              <w:t xml:space="preserve"> in the state of the income recipient</w:t>
            </w:r>
            <w:r w:rsidRPr="0064439A">
              <w:rPr>
                <w:color w:val="auto"/>
                <w:sz w:val="16"/>
                <w:szCs w:val="16"/>
                <w:lang w:val="en-GB"/>
              </w:rPr>
              <w:t xml:space="preserve"> would not be considered.</w:t>
            </w:r>
            <w:r>
              <w:rPr>
                <w:color w:val="auto"/>
                <w:sz w:val="16"/>
                <w:szCs w:val="16"/>
                <w:lang w:val="en-GB"/>
              </w:rPr>
              <w:t xml:space="preserve"> </w:t>
            </w:r>
          </w:p>
        </w:tc>
      </w:tr>
      <w:tr w:rsidR="009E71C6" w:rsidRPr="00F748CF" w14:paraId="2059B18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33A6702" w14:textId="77777777" w:rsidR="009E71C6" w:rsidRPr="00F748CF" w:rsidRDefault="009E71C6" w:rsidP="009E71C6">
            <w:pPr>
              <w:pStyle w:val="ListNumber"/>
              <w:tabs>
                <w:tab w:val="clear" w:pos="284"/>
              </w:tabs>
              <w:ind w:left="340" w:hanging="340"/>
              <w:jc w:val="left"/>
              <w:rPr>
                <w:b w:val="0"/>
                <w:color w:val="auto"/>
                <w:sz w:val="16"/>
                <w:szCs w:val="16"/>
                <w:lang w:val="en-GB"/>
              </w:rPr>
            </w:pPr>
            <w:r w:rsidRPr="00F748CF">
              <w:rPr>
                <w:b w:val="0"/>
                <w:color w:val="auto"/>
                <w:sz w:val="16"/>
                <w:szCs w:val="16"/>
                <w:lang w:val="en-GB"/>
              </w:rPr>
              <w:t>Is the tax deduction of interest cost on inter-group debt subject to any thin capitalisation-rules or other interest deduction limitations-rules?</w:t>
            </w:r>
          </w:p>
        </w:tc>
        <w:tc>
          <w:tcPr>
            <w:tcW w:w="3933" w:type="dxa"/>
          </w:tcPr>
          <w:p w14:paraId="328E838E" w14:textId="0E78C8DE" w:rsidR="009E71C6" w:rsidRPr="00F748CF" w:rsidRDefault="00D918F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748CF">
              <w:rPr>
                <w:color w:val="auto"/>
                <w:sz w:val="16"/>
                <w:szCs w:val="16"/>
                <w:lang w:val="en-GB"/>
              </w:rPr>
              <w:t>Yes.</w:t>
            </w:r>
          </w:p>
        </w:tc>
      </w:tr>
      <w:tr w:rsidR="009E71C6" w:rsidRPr="00F748CF" w14:paraId="7E6D2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BFC8B2B" w14:textId="77777777" w:rsidR="009E71C6" w:rsidRPr="00F748CF" w:rsidRDefault="009E71C6" w:rsidP="003A6F57">
            <w:pPr>
              <w:pStyle w:val="ListNumber"/>
              <w:tabs>
                <w:tab w:val="clear" w:pos="284"/>
              </w:tabs>
              <w:ind w:left="340" w:hanging="340"/>
              <w:jc w:val="left"/>
              <w:rPr>
                <w:b w:val="0"/>
                <w:color w:val="auto"/>
                <w:sz w:val="16"/>
                <w:szCs w:val="16"/>
                <w:lang w:val="en-GB"/>
              </w:rPr>
            </w:pPr>
            <w:r w:rsidRPr="00F748CF">
              <w:rPr>
                <w:b w:val="0"/>
                <w:color w:val="auto"/>
                <w:sz w:val="16"/>
                <w:szCs w:val="16"/>
                <w:lang w:val="en-GB"/>
              </w:rPr>
              <w:t>If yes to 1</w:t>
            </w:r>
            <w:r w:rsidR="003A6F57" w:rsidRPr="00F748CF">
              <w:rPr>
                <w:b w:val="0"/>
                <w:color w:val="auto"/>
                <w:sz w:val="16"/>
                <w:szCs w:val="16"/>
                <w:lang w:val="en-GB"/>
              </w:rPr>
              <w:t>5</w:t>
            </w:r>
          </w:p>
        </w:tc>
        <w:tc>
          <w:tcPr>
            <w:tcW w:w="3933" w:type="dxa"/>
          </w:tcPr>
          <w:p w14:paraId="1273C585" w14:textId="77777777" w:rsidR="009E71C6" w:rsidRPr="00F748CF"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F748CF" w14:paraId="2B9D6C8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D1A54BD" w14:textId="77777777" w:rsidR="009E71C6" w:rsidRPr="00F748CF" w:rsidRDefault="009E71C6" w:rsidP="000243B6">
            <w:pPr>
              <w:pStyle w:val="ListNumber"/>
              <w:numPr>
                <w:ilvl w:val="0"/>
                <w:numId w:val="26"/>
              </w:numPr>
              <w:ind w:left="709"/>
              <w:jc w:val="left"/>
              <w:rPr>
                <w:b w:val="0"/>
                <w:color w:val="auto"/>
                <w:sz w:val="16"/>
                <w:szCs w:val="16"/>
                <w:lang w:val="en-GB"/>
              </w:rPr>
            </w:pPr>
            <w:r w:rsidRPr="00F748CF">
              <w:rPr>
                <w:b w:val="0"/>
                <w:color w:val="auto"/>
                <w:sz w:val="16"/>
                <w:szCs w:val="16"/>
                <w:lang w:val="en-GB"/>
              </w:rPr>
              <w:t>Please briefly explain the general scope and mechanism of the rules.</w:t>
            </w:r>
          </w:p>
        </w:tc>
        <w:tc>
          <w:tcPr>
            <w:tcW w:w="3933" w:type="dxa"/>
          </w:tcPr>
          <w:p w14:paraId="241576A6" w14:textId="77777777" w:rsidR="00D918FD" w:rsidRPr="00F748CF" w:rsidRDefault="00D918FD" w:rsidP="00D918FD">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748CF">
              <w:rPr>
                <w:color w:val="auto"/>
                <w:sz w:val="16"/>
                <w:szCs w:val="16"/>
                <w:lang w:val="en-GB"/>
              </w:rPr>
              <w:t>Thin capitalization rules are applicable to interest expenses on loans granted by shareholders and third parties other than banks. However the rules are not applicable to interest expenses that are capitalized to the value of the company’s asset in compliance with accounting legislation.</w:t>
            </w:r>
          </w:p>
          <w:p w14:paraId="66757F6A" w14:textId="77777777" w:rsidR="00D918FD" w:rsidRPr="00F748CF" w:rsidRDefault="00D918FD" w:rsidP="00D918FD">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44A5FFCA" w14:textId="58698854" w:rsidR="00D918FD" w:rsidRPr="00F748CF" w:rsidRDefault="00D918FD" w:rsidP="00D918FD">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748CF">
              <w:rPr>
                <w:color w:val="auto"/>
                <w:sz w:val="16"/>
                <w:szCs w:val="16"/>
                <w:lang w:val="en-GB"/>
              </w:rPr>
              <w:lastRenderedPageBreak/>
              <w:t>The thin capitalization rules apply if the debt/equity ratio exceed</w:t>
            </w:r>
            <w:r w:rsidR="00F3532B">
              <w:rPr>
                <w:color w:val="auto"/>
                <w:sz w:val="16"/>
                <w:szCs w:val="16"/>
                <w:lang w:val="en-GB"/>
              </w:rPr>
              <w:t>s</w:t>
            </w:r>
            <w:r w:rsidRPr="00F748CF">
              <w:rPr>
                <w:color w:val="auto"/>
                <w:sz w:val="16"/>
                <w:szCs w:val="16"/>
                <w:lang w:val="en-GB"/>
              </w:rPr>
              <w:t xml:space="preserve"> 3:1. The amount of equity and debt are calculated as the average of the balances as of 1 January and 31 December of the relevant year.</w:t>
            </w:r>
          </w:p>
          <w:p w14:paraId="2F52D302" w14:textId="77777777" w:rsidR="00D918FD" w:rsidRPr="00F748CF" w:rsidRDefault="00D918FD" w:rsidP="00D918FD">
            <w:pPr>
              <w:shd w:val="clear" w:color="auto" w:fill="FFFFFF"/>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631B299" w14:textId="1775B96A" w:rsidR="009E71C6" w:rsidRPr="00F748CF" w:rsidRDefault="00D918FD" w:rsidP="00D918F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748CF">
              <w:rPr>
                <w:color w:val="auto"/>
                <w:sz w:val="16"/>
                <w:szCs w:val="16"/>
                <w:lang w:val="en-GB"/>
              </w:rPr>
              <w:t>The non-deductible interest expense is determined as the difference between the net interest expenses subject to regulation (regulated interest expenses – interest income) and 75% of the accounting profit/loss before interest (EBIT). In cases where EBIT is negative the total amount of net interest expense (interest expenses minus interest income) is non-deductible.</w:t>
            </w:r>
          </w:p>
        </w:tc>
      </w:tr>
      <w:tr w:rsidR="00D918FD" w:rsidRPr="00F748CF" w14:paraId="6680758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5A3650" w14:textId="77777777" w:rsidR="00D918FD" w:rsidRPr="00F87BE6" w:rsidRDefault="00D918FD" w:rsidP="000243B6">
            <w:pPr>
              <w:pStyle w:val="ListNumber"/>
              <w:numPr>
                <w:ilvl w:val="0"/>
                <w:numId w:val="26"/>
              </w:numPr>
              <w:ind w:left="709"/>
              <w:jc w:val="left"/>
              <w:rPr>
                <w:b w:val="0"/>
                <w:color w:val="auto"/>
                <w:sz w:val="16"/>
                <w:szCs w:val="16"/>
                <w:lang w:val="en-GB"/>
              </w:rPr>
            </w:pPr>
            <w:r w:rsidRPr="00F87BE6">
              <w:rPr>
                <w:b w:val="0"/>
                <w:color w:val="auto"/>
                <w:sz w:val="16"/>
                <w:szCs w:val="16"/>
                <w:lang w:val="en-GB"/>
              </w:rPr>
              <w:lastRenderedPageBreak/>
              <w:t xml:space="preserve">In particular, do the rules apply only to interest costs on inter-group debt or more generally to all interest costs?  </w:t>
            </w:r>
          </w:p>
        </w:tc>
        <w:tc>
          <w:tcPr>
            <w:tcW w:w="3933" w:type="dxa"/>
          </w:tcPr>
          <w:p w14:paraId="0CE273C8" w14:textId="31B6F098" w:rsidR="00D918FD" w:rsidRPr="00F748CF" w:rsidRDefault="00D918F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748CF">
              <w:rPr>
                <w:color w:val="auto"/>
                <w:sz w:val="16"/>
                <w:szCs w:val="16"/>
                <w:lang w:val="en-GB"/>
              </w:rPr>
              <w:t>Generally to all interest costs.</w:t>
            </w:r>
          </w:p>
        </w:tc>
      </w:tr>
      <w:tr w:rsidR="00D918FD" w:rsidRPr="00F748CF" w14:paraId="173211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29ACE2" w14:textId="77777777" w:rsidR="00D918FD" w:rsidRPr="00F87BE6" w:rsidRDefault="00D918FD" w:rsidP="00387B75">
            <w:pPr>
              <w:pStyle w:val="ListNumber"/>
              <w:numPr>
                <w:ilvl w:val="0"/>
                <w:numId w:val="26"/>
              </w:numPr>
              <w:ind w:left="709"/>
              <w:jc w:val="left"/>
              <w:rPr>
                <w:b w:val="0"/>
                <w:color w:val="auto"/>
                <w:sz w:val="16"/>
                <w:szCs w:val="16"/>
                <w:lang w:val="en-GB"/>
              </w:rPr>
            </w:pPr>
            <w:r w:rsidRPr="00F87BE6">
              <w:rPr>
                <w:b w:val="0"/>
                <w:color w:val="auto"/>
                <w:sz w:val="16"/>
                <w:szCs w:val="16"/>
                <w:lang w:val="en-GB"/>
              </w:rPr>
              <w:t>Do the rules take into account the worldwide debt ratio of the group of companies?</w:t>
            </w:r>
          </w:p>
        </w:tc>
        <w:tc>
          <w:tcPr>
            <w:tcW w:w="3933" w:type="dxa"/>
          </w:tcPr>
          <w:p w14:paraId="7EDA4911" w14:textId="10A6676D" w:rsidR="00D918FD" w:rsidRPr="00F87BE6" w:rsidRDefault="00F87BE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87BE6">
              <w:rPr>
                <w:color w:val="auto"/>
                <w:sz w:val="16"/>
                <w:szCs w:val="16"/>
                <w:lang w:val="en-GB"/>
              </w:rPr>
              <w:t xml:space="preserve">The thin ca rules account for solely the debt ratio of the specific company and not the overall deb ration of the group of companies. </w:t>
            </w:r>
          </w:p>
        </w:tc>
      </w:tr>
      <w:tr w:rsidR="00D918FD" w:rsidRPr="00F748CF" w14:paraId="572BEBA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FE743" w14:textId="77777777" w:rsidR="00D918FD" w:rsidRPr="00F87BE6" w:rsidRDefault="00D918FD" w:rsidP="000243B6">
            <w:pPr>
              <w:pStyle w:val="ListNumber"/>
              <w:numPr>
                <w:ilvl w:val="0"/>
                <w:numId w:val="26"/>
              </w:numPr>
              <w:ind w:left="709"/>
              <w:jc w:val="left"/>
              <w:rPr>
                <w:b w:val="0"/>
                <w:color w:val="auto"/>
                <w:sz w:val="16"/>
                <w:szCs w:val="16"/>
                <w:lang w:val="en-GB"/>
              </w:rPr>
            </w:pPr>
            <w:r w:rsidRPr="00F87BE6">
              <w:rPr>
                <w:b w:val="0"/>
                <w:color w:val="auto"/>
                <w:sz w:val="16"/>
                <w:szCs w:val="16"/>
                <w:lang w:val="en-GB"/>
              </w:rPr>
              <w:t xml:space="preserve">In general, how effective do you consider these rules in countering ATP? When responding, please consider Model ATP-Structures 1 – 4 and assume that C Holdco, B Hybrid and </w:t>
            </w:r>
            <w:proofErr w:type="spellStart"/>
            <w:r w:rsidRPr="00F87BE6">
              <w:rPr>
                <w:b w:val="0"/>
                <w:color w:val="auto"/>
                <w:sz w:val="16"/>
                <w:szCs w:val="16"/>
                <w:lang w:val="en-GB"/>
              </w:rPr>
              <w:t>OpCo</w:t>
            </w:r>
            <w:proofErr w:type="spellEnd"/>
            <w:r w:rsidRPr="00F87BE6">
              <w:rPr>
                <w:b w:val="0"/>
                <w:color w:val="auto"/>
                <w:sz w:val="16"/>
                <w:szCs w:val="16"/>
                <w:lang w:val="en-GB"/>
              </w:rPr>
              <w:t xml:space="preserve"> are tax resident in your MS.</w:t>
            </w:r>
          </w:p>
        </w:tc>
        <w:tc>
          <w:tcPr>
            <w:tcW w:w="3933" w:type="dxa"/>
          </w:tcPr>
          <w:p w14:paraId="06B7E07E" w14:textId="0F0FFA55" w:rsidR="00D918FD" w:rsidRPr="006A02EC" w:rsidRDefault="00F87BE6" w:rsidP="00F87BE6">
            <w:pPr>
              <w:cnfStyle w:val="000000100000" w:firstRow="0" w:lastRow="0" w:firstColumn="0" w:lastColumn="0" w:oddVBand="0" w:evenVBand="0" w:oddHBand="1" w:evenHBand="0" w:firstRowFirstColumn="0" w:firstRowLastColumn="0" w:lastRowFirstColumn="0" w:lastRowLastColumn="0"/>
              <w:rPr>
                <w:color w:val="auto"/>
                <w:sz w:val="16"/>
                <w:szCs w:val="16"/>
                <w:highlight w:val="yellow"/>
                <w:lang w:val="en-GB"/>
              </w:rPr>
            </w:pPr>
            <w:r w:rsidRPr="00F87BE6">
              <w:rPr>
                <w:color w:val="auto"/>
                <w:sz w:val="16"/>
                <w:szCs w:val="16"/>
                <w:lang w:val="en-GB"/>
              </w:rPr>
              <w:t xml:space="preserve">Bulgarian thin cap rules are not per se drafted and intended at countering ATP. </w:t>
            </w:r>
            <w:r>
              <w:rPr>
                <w:color w:val="auto"/>
                <w:sz w:val="16"/>
                <w:szCs w:val="16"/>
                <w:lang w:val="en-GB"/>
              </w:rPr>
              <w:t xml:space="preserve">However, they could be considered as general rules for protecting the tax base (tax income) of corporate entities not only in international but also in purely domestic situations. </w:t>
            </w:r>
          </w:p>
        </w:tc>
      </w:tr>
      <w:tr w:rsidR="00D918FD" w:rsidRPr="00F748CF" w14:paraId="5F3AEBE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AFC7A7A" w14:textId="65B220B9" w:rsidR="00D918FD" w:rsidRPr="00F748CF" w:rsidRDefault="00D918FD" w:rsidP="009E71C6">
            <w:pPr>
              <w:pStyle w:val="ListNumber"/>
              <w:tabs>
                <w:tab w:val="clear" w:pos="284"/>
              </w:tabs>
              <w:ind w:left="340" w:hanging="340"/>
              <w:jc w:val="left"/>
              <w:rPr>
                <w:b w:val="0"/>
                <w:color w:val="auto"/>
                <w:sz w:val="16"/>
                <w:szCs w:val="16"/>
                <w:lang w:val="en-GB"/>
              </w:rPr>
            </w:pPr>
            <w:r w:rsidRPr="0018495D">
              <w:rPr>
                <w:b w:val="0"/>
                <w:color w:val="auto"/>
                <w:sz w:val="16"/>
                <w:szCs w:val="16"/>
                <w:lang w:val="en-GB"/>
              </w:rPr>
              <w:t>If a loan is granted free of interest (non-arm’s length-condition) by a foreign group member company, could a debtor company resident in your MS claim any tax deduction for a hypothetical (deemed) interest cost?</w:t>
            </w:r>
            <w:r w:rsidRPr="00F748CF">
              <w:rPr>
                <w:b w:val="0"/>
                <w:color w:val="auto"/>
                <w:sz w:val="16"/>
                <w:szCs w:val="16"/>
                <w:lang w:val="en-GB"/>
              </w:rPr>
              <w:t xml:space="preserve"> When responding, please consider Model ATP-Structure n</w:t>
            </w:r>
            <w:r w:rsidR="00093F44">
              <w:rPr>
                <w:b w:val="0"/>
                <w:color w:val="auto"/>
                <w:sz w:val="16"/>
                <w:szCs w:val="16"/>
                <w:lang w:val="en-GB"/>
              </w:rPr>
              <w:t xml:space="preserve">o. 4 and assume that </w:t>
            </w:r>
            <w:proofErr w:type="spellStart"/>
            <w:r w:rsidR="00093F44">
              <w:rPr>
                <w:b w:val="0"/>
                <w:color w:val="auto"/>
                <w:sz w:val="16"/>
                <w:szCs w:val="16"/>
                <w:lang w:val="en-GB"/>
              </w:rPr>
              <w:t>FinanceCo</w:t>
            </w:r>
            <w:proofErr w:type="spellEnd"/>
            <w:r w:rsidR="00093F44">
              <w:rPr>
                <w:b w:val="0"/>
                <w:color w:val="auto"/>
                <w:sz w:val="16"/>
                <w:szCs w:val="16"/>
                <w:lang w:val="en-GB"/>
              </w:rPr>
              <w:t xml:space="preserve"> D</w:t>
            </w:r>
            <w:r w:rsidRPr="00F748CF">
              <w:rPr>
                <w:b w:val="0"/>
                <w:color w:val="auto"/>
                <w:sz w:val="16"/>
                <w:szCs w:val="16"/>
                <w:lang w:val="en-GB"/>
              </w:rPr>
              <w:t xml:space="preserve"> is tax resident in your MS. Moreover, please explain whether any deemed deduction would be contingent on a corresponding adjustment in the foreign state.</w:t>
            </w:r>
          </w:p>
        </w:tc>
        <w:tc>
          <w:tcPr>
            <w:tcW w:w="3933" w:type="dxa"/>
          </w:tcPr>
          <w:p w14:paraId="52F36A1E" w14:textId="21D1F7EE" w:rsidR="00D918FD" w:rsidRPr="00F748CF" w:rsidRDefault="0018495D" w:rsidP="0018495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As a matter of theory, the tax payer would have to be able to deduct deemed interest. However, as a practical matter the deduction of a deemed interest would be most likely challenged by the tax authorities. </w:t>
            </w:r>
          </w:p>
        </w:tc>
      </w:tr>
      <w:tr w:rsidR="00D918FD" w:rsidRPr="00F748CF" w14:paraId="4641E7E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27898B7" w14:textId="5EA83257" w:rsidR="00D918FD" w:rsidRPr="00F748CF" w:rsidRDefault="00D918FD" w:rsidP="009E71C6">
            <w:pPr>
              <w:pStyle w:val="ListNumber"/>
              <w:tabs>
                <w:tab w:val="clear" w:pos="284"/>
              </w:tabs>
              <w:ind w:left="340" w:hanging="340"/>
              <w:jc w:val="left"/>
              <w:rPr>
                <w:b w:val="0"/>
                <w:color w:val="auto"/>
                <w:sz w:val="16"/>
                <w:szCs w:val="16"/>
                <w:lang w:val="en-GB"/>
              </w:rPr>
            </w:pPr>
            <w:r w:rsidRPr="00F748CF">
              <w:rPr>
                <w:b w:val="0"/>
                <w:color w:val="auto"/>
                <w:sz w:val="16"/>
                <w:szCs w:val="16"/>
                <w:lang w:val="en-GB"/>
              </w:rPr>
              <w:t>Would the benefit of such a loan compared to a normal interest-bearing loan on arm’s length conditions be taxable to the debtor company in your MS? If yes, how?</w:t>
            </w:r>
          </w:p>
        </w:tc>
        <w:tc>
          <w:tcPr>
            <w:tcW w:w="3933" w:type="dxa"/>
          </w:tcPr>
          <w:p w14:paraId="17878D3C" w14:textId="556749F8" w:rsidR="00D918FD" w:rsidRPr="00F748CF" w:rsidRDefault="004E530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No. </w:t>
            </w:r>
          </w:p>
        </w:tc>
      </w:tr>
      <w:tr w:rsidR="00D918FD" w:rsidRPr="00F748CF" w14:paraId="2AA578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69553D" w14:textId="77777777" w:rsidR="00D918FD" w:rsidRPr="00F748CF" w:rsidRDefault="00D918FD" w:rsidP="009E71C6">
            <w:pPr>
              <w:pStyle w:val="ListNumber"/>
              <w:tabs>
                <w:tab w:val="clear" w:pos="284"/>
              </w:tabs>
              <w:ind w:left="340" w:hanging="340"/>
              <w:jc w:val="left"/>
              <w:rPr>
                <w:b w:val="0"/>
                <w:color w:val="auto"/>
                <w:sz w:val="16"/>
                <w:szCs w:val="16"/>
                <w:lang w:val="en-GB"/>
              </w:rPr>
            </w:pPr>
            <w:proofErr w:type="gramStart"/>
            <w:r w:rsidRPr="00F748CF">
              <w:rPr>
                <w:b w:val="0"/>
                <w:color w:val="auto"/>
                <w:sz w:val="16"/>
                <w:szCs w:val="16"/>
                <w:lang w:val="en-GB"/>
              </w:rPr>
              <w:t>Does</w:t>
            </w:r>
            <w:proofErr w:type="gramEnd"/>
            <w:r w:rsidRPr="00F748CF">
              <w:rPr>
                <w:b w:val="0"/>
                <w:color w:val="auto"/>
                <w:sz w:val="16"/>
                <w:szCs w:val="16"/>
                <w:lang w:val="en-GB"/>
              </w:rPr>
              <w:t xml:space="preserve"> your MS levy any withholding tax on interest payments?</w:t>
            </w:r>
          </w:p>
        </w:tc>
        <w:tc>
          <w:tcPr>
            <w:tcW w:w="3933" w:type="dxa"/>
          </w:tcPr>
          <w:p w14:paraId="08F7EF56" w14:textId="5238B7A8" w:rsidR="00D918FD" w:rsidRPr="00F748CF" w:rsidRDefault="00D918F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748CF">
              <w:rPr>
                <w:color w:val="auto"/>
                <w:sz w:val="16"/>
                <w:szCs w:val="16"/>
                <w:lang w:val="en-GB"/>
              </w:rPr>
              <w:t>Yes.</w:t>
            </w:r>
          </w:p>
        </w:tc>
      </w:tr>
      <w:tr w:rsidR="00D918FD" w:rsidRPr="00F748CF" w14:paraId="3261C42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90BD00A" w14:textId="77777777" w:rsidR="00D918FD" w:rsidRPr="00F748CF" w:rsidRDefault="00D918FD" w:rsidP="003A6F57">
            <w:pPr>
              <w:pStyle w:val="ListNumber"/>
              <w:tabs>
                <w:tab w:val="clear" w:pos="284"/>
              </w:tabs>
              <w:ind w:left="340" w:hanging="340"/>
              <w:jc w:val="left"/>
              <w:rPr>
                <w:b w:val="0"/>
                <w:color w:val="auto"/>
                <w:sz w:val="16"/>
                <w:szCs w:val="16"/>
                <w:lang w:val="en-GB"/>
              </w:rPr>
            </w:pPr>
            <w:r w:rsidRPr="001E3CAB">
              <w:rPr>
                <w:b w:val="0"/>
                <w:color w:val="auto"/>
                <w:sz w:val="16"/>
                <w:szCs w:val="16"/>
                <w:lang w:val="en-GB"/>
              </w:rPr>
              <w:t>If yes to 19</w:t>
            </w:r>
          </w:p>
        </w:tc>
        <w:tc>
          <w:tcPr>
            <w:tcW w:w="3933" w:type="dxa"/>
          </w:tcPr>
          <w:p w14:paraId="4538E2CE" w14:textId="77777777" w:rsidR="00D918FD" w:rsidRPr="00F748CF" w:rsidRDefault="00D918F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D918FD" w:rsidRPr="00F748CF" w14:paraId="7F6FB9B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AE619B" w14:textId="77777777" w:rsidR="00D918FD" w:rsidRPr="00F748CF" w:rsidRDefault="00D918FD" w:rsidP="000243B6">
            <w:pPr>
              <w:pStyle w:val="ListNumber"/>
              <w:numPr>
                <w:ilvl w:val="0"/>
                <w:numId w:val="27"/>
              </w:numPr>
              <w:ind w:left="709"/>
              <w:jc w:val="left"/>
              <w:rPr>
                <w:b w:val="0"/>
                <w:color w:val="auto"/>
                <w:sz w:val="16"/>
                <w:szCs w:val="16"/>
                <w:lang w:val="en-GB"/>
              </w:rPr>
            </w:pPr>
            <w:r w:rsidRPr="00F748CF">
              <w:rPr>
                <w:b w:val="0"/>
                <w:color w:val="auto"/>
                <w:sz w:val="16"/>
                <w:szCs w:val="16"/>
                <w:lang w:val="en-GB"/>
              </w:rPr>
              <w:t>What is the rate of withholding tax (ignoring tax treaties)?</w:t>
            </w:r>
          </w:p>
        </w:tc>
        <w:tc>
          <w:tcPr>
            <w:tcW w:w="3933" w:type="dxa"/>
          </w:tcPr>
          <w:p w14:paraId="1BE370EB" w14:textId="64EA9576" w:rsidR="00D918FD" w:rsidRPr="00F748CF" w:rsidRDefault="00D918F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748CF">
              <w:rPr>
                <w:color w:val="auto"/>
                <w:sz w:val="16"/>
                <w:szCs w:val="16"/>
                <w:lang w:val="en-GB"/>
              </w:rPr>
              <w:t>10%.</w:t>
            </w:r>
          </w:p>
        </w:tc>
      </w:tr>
      <w:tr w:rsidR="00D918FD" w:rsidRPr="00F748CF" w14:paraId="20069D3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49338" w14:textId="77777777" w:rsidR="00D918FD" w:rsidRPr="00F748CF" w:rsidRDefault="00D918FD" w:rsidP="000243B6">
            <w:pPr>
              <w:pStyle w:val="ListNumber"/>
              <w:numPr>
                <w:ilvl w:val="0"/>
                <w:numId w:val="27"/>
              </w:numPr>
              <w:ind w:left="709"/>
              <w:jc w:val="left"/>
              <w:rPr>
                <w:b w:val="0"/>
                <w:color w:val="auto"/>
                <w:sz w:val="16"/>
                <w:szCs w:val="16"/>
                <w:lang w:val="en-GB"/>
              </w:rPr>
            </w:pPr>
            <w:r w:rsidRPr="00F748CF">
              <w:rPr>
                <w:b w:val="0"/>
                <w:color w:val="auto"/>
                <w:sz w:val="16"/>
                <w:szCs w:val="16"/>
                <w:lang w:val="en-GB"/>
              </w:rPr>
              <w:t xml:space="preserve">Are there special withholding tax rules for interest paid on a loan from a group member company? </w:t>
            </w:r>
          </w:p>
        </w:tc>
        <w:tc>
          <w:tcPr>
            <w:tcW w:w="3933" w:type="dxa"/>
          </w:tcPr>
          <w:p w14:paraId="0800C15C" w14:textId="193038F2" w:rsidR="00D918FD" w:rsidRPr="00F748CF" w:rsidRDefault="00666F60" w:rsidP="009C4F8B">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w:t>
            </w:r>
            <w:r w:rsidR="00BE161A">
              <w:rPr>
                <w:color w:val="auto"/>
                <w:sz w:val="16"/>
                <w:szCs w:val="16"/>
                <w:lang w:val="en-GB"/>
              </w:rPr>
              <w:t>.</w:t>
            </w:r>
            <w:r>
              <w:rPr>
                <w:color w:val="auto"/>
                <w:sz w:val="16"/>
                <w:szCs w:val="16"/>
                <w:lang w:val="en-GB"/>
              </w:rPr>
              <w:t xml:space="preserve"> In case of payment o</w:t>
            </w:r>
            <w:r w:rsidR="003E4081">
              <w:rPr>
                <w:color w:val="auto"/>
                <w:sz w:val="16"/>
                <w:szCs w:val="16"/>
                <w:lang w:val="en-GB"/>
              </w:rPr>
              <w:t xml:space="preserve">f interest to a related company – EU tax resident or to a permanent establishment </w:t>
            </w:r>
            <w:r w:rsidR="009C4F8B">
              <w:rPr>
                <w:color w:val="auto"/>
                <w:sz w:val="16"/>
                <w:szCs w:val="16"/>
                <w:lang w:val="en-GB"/>
              </w:rPr>
              <w:t xml:space="preserve">of an EU tax resident company established </w:t>
            </w:r>
            <w:r w:rsidR="003E4081">
              <w:rPr>
                <w:color w:val="auto"/>
                <w:sz w:val="16"/>
                <w:szCs w:val="16"/>
                <w:lang w:val="en-GB"/>
              </w:rPr>
              <w:t>in a</w:t>
            </w:r>
            <w:r w:rsidR="009C4F8B">
              <w:rPr>
                <w:color w:val="auto"/>
                <w:sz w:val="16"/>
                <w:szCs w:val="16"/>
                <w:lang w:val="en-GB"/>
              </w:rPr>
              <w:t>n</w:t>
            </w:r>
            <w:r w:rsidR="003E4081">
              <w:rPr>
                <w:color w:val="auto"/>
                <w:sz w:val="16"/>
                <w:szCs w:val="16"/>
                <w:lang w:val="en-GB"/>
              </w:rPr>
              <w:t xml:space="preserve"> EU state</w:t>
            </w:r>
            <w:r w:rsidR="002D693A">
              <w:rPr>
                <w:color w:val="auto"/>
                <w:sz w:val="16"/>
                <w:szCs w:val="16"/>
                <w:lang w:val="en-GB"/>
              </w:rPr>
              <w:t xml:space="preserve"> and provided that certain conditions are met</w:t>
            </w:r>
            <w:r w:rsidR="003E4081">
              <w:rPr>
                <w:color w:val="auto"/>
                <w:sz w:val="16"/>
                <w:szCs w:val="16"/>
                <w:lang w:val="en-GB"/>
              </w:rPr>
              <w:t>.</w:t>
            </w:r>
            <w:r w:rsidR="00BE161A">
              <w:rPr>
                <w:color w:val="auto"/>
                <w:sz w:val="16"/>
                <w:szCs w:val="16"/>
                <w:lang w:val="en-GB"/>
              </w:rPr>
              <w:t xml:space="preserve"> </w:t>
            </w:r>
          </w:p>
        </w:tc>
      </w:tr>
      <w:tr w:rsidR="00D918FD" w:rsidRPr="00F748CF" w14:paraId="5039B60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8C95889" w14:textId="77777777" w:rsidR="00D918FD" w:rsidRPr="00F748CF" w:rsidRDefault="00D918FD" w:rsidP="000243B6">
            <w:pPr>
              <w:pStyle w:val="ListNumber"/>
              <w:numPr>
                <w:ilvl w:val="0"/>
                <w:numId w:val="27"/>
              </w:numPr>
              <w:ind w:left="709"/>
              <w:jc w:val="left"/>
              <w:rPr>
                <w:b w:val="0"/>
                <w:color w:val="auto"/>
                <w:sz w:val="16"/>
                <w:szCs w:val="16"/>
                <w:lang w:val="en-GB"/>
              </w:rPr>
            </w:pPr>
            <w:r w:rsidRPr="00F748CF">
              <w:rPr>
                <w:b w:val="0"/>
                <w:color w:val="auto"/>
                <w:sz w:val="16"/>
                <w:szCs w:val="16"/>
                <w:lang w:val="en-GB"/>
              </w:rPr>
              <w:t xml:space="preserve">Does this apply regardless of the tax residence of the creditor company, e.g. member state, treaty state, tax haven? </w:t>
            </w:r>
          </w:p>
        </w:tc>
        <w:tc>
          <w:tcPr>
            <w:tcW w:w="3933" w:type="dxa"/>
          </w:tcPr>
          <w:p w14:paraId="1F5663A7" w14:textId="2BA204C9" w:rsidR="00D918FD" w:rsidRPr="00F748CF" w:rsidRDefault="009C4F8B"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Applies only to EU tax residents or permanent establishments of EU tax resident companies, located in EU state. </w:t>
            </w:r>
          </w:p>
        </w:tc>
      </w:tr>
      <w:tr w:rsidR="00D918FD" w:rsidRPr="00F748CF" w14:paraId="0D91F68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0881B5" w14:textId="77777777" w:rsidR="00D918FD" w:rsidRPr="00F748CF" w:rsidRDefault="00D918FD" w:rsidP="000243B6">
            <w:pPr>
              <w:pStyle w:val="ListNumber"/>
              <w:numPr>
                <w:ilvl w:val="0"/>
                <w:numId w:val="27"/>
              </w:numPr>
              <w:ind w:left="709"/>
              <w:jc w:val="left"/>
              <w:rPr>
                <w:b w:val="0"/>
                <w:color w:val="auto"/>
                <w:sz w:val="16"/>
                <w:szCs w:val="16"/>
                <w:lang w:val="en-GB"/>
              </w:rPr>
            </w:pPr>
            <w:r w:rsidRPr="00F748CF">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4E64D6D1" w14:textId="2E7EE00A" w:rsidR="00D918FD" w:rsidRPr="00F748CF" w:rsidRDefault="009C4F8B"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Yes. Beneficial </w:t>
            </w:r>
            <w:r w:rsidR="00F65307">
              <w:rPr>
                <w:color w:val="auto"/>
                <w:sz w:val="16"/>
                <w:szCs w:val="16"/>
                <w:lang w:val="en-GB"/>
              </w:rPr>
              <w:t>ownership is required for the application of a tax treaty or the EU Interest/Royalty Directive.</w:t>
            </w:r>
          </w:p>
        </w:tc>
      </w:tr>
      <w:tr w:rsidR="00D918FD" w:rsidRPr="00F748CF" w14:paraId="25E12EE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AA7FE4" w14:textId="77777777" w:rsidR="00D918FD" w:rsidRPr="00F748CF" w:rsidRDefault="00D918FD" w:rsidP="000243B6">
            <w:pPr>
              <w:pStyle w:val="ListNumber"/>
              <w:numPr>
                <w:ilvl w:val="0"/>
                <w:numId w:val="27"/>
              </w:numPr>
              <w:ind w:left="709"/>
              <w:jc w:val="left"/>
              <w:rPr>
                <w:b w:val="0"/>
                <w:color w:val="auto"/>
                <w:sz w:val="16"/>
                <w:szCs w:val="16"/>
                <w:lang w:val="en-GB"/>
              </w:rPr>
            </w:pPr>
            <w:r w:rsidRPr="00F748CF">
              <w:rPr>
                <w:b w:val="0"/>
                <w:color w:val="auto"/>
                <w:sz w:val="16"/>
                <w:szCs w:val="16"/>
                <w:lang w:val="en-GB"/>
              </w:rPr>
              <w:t>Is such exemption, reduction or refund subject to other anti-avoidance requirements? If yes, please explain briefly.</w:t>
            </w:r>
          </w:p>
        </w:tc>
        <w:tc>
          <w:tcPr>
            <w:tcW w:w="3933" w:type="dxa"/>
          </w:tcPr>
          <w:p w14:paraId="33ABEF62" w14:textId="77777777" w:rsidR="00DA1831" w:rsidRDefault="00DA1831"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 exemption does not apply in cases of:</w:t>
            </w:r>
          </w:p>
          <w:p w14:paraId="5295CECB" w14:textId="77777777" w:rsidR="00DA1831" w:rsidRDefault="00DA1831" w:rsidP="00DA1831">
            <w:pPr>
              <w:numPr>
                <w:ilvl w:val="0"/>
                <w:numId w:val="34"/>
              </w:numPr>
              <w:ind w:left="175" w:hanging="175"/>
              <w:cnfStyle w:val="000000000000" w:firstRow="0" w:lastRow="0" w:firstColumn="0" w:lastColumn="0" w:oddVBand="0" w:evenVBand="0" w:oddHBand="0" w:evenHBand="0" w:firstRowFirstColumn="0" w:firstRowLastColumn="0" w:lastRowFirstColumn="0" w:lastRowLastColumn="0"/>
              <w:rPr>
                <w:sz w:val="16"/>
                <w:szCs w:val="16"/>
                <w:lang w:val="en-GB"/>
              </w:rPr>
            </w:pPr>
            <w:r w:rsidRPr="00DA1831">
              <w:rPr>
                <w:sz w:val="16"/>
                <w:szCs w:val="16"/>
                <w:lang w:val="en-GB"/>
              </w:rPr>
              <w:t>Income qualified as distribution of profits or repayment of equity;</w:t>
            </w:r>
          </w:p>
          <w:p w14:paraId="6C29A47F" w14:textId="48946CCA" w:rsidR="00DA1831" w:rsidRDefault="00DA1831" w:rsidP="00DA1831">
            <w:pPr>
              <w:numPr>
                <w:ilvl w:val="0"/>
                <w:numId w:val="34"/>
              </w:numPr>
              <w:ind w:left="175" w:hanging="175"/>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Participation loans;</w:t>
            </w:r>
          </w:p>
          <w:p w14:paraId="011E6711" w14:textId="4C4F3F72" w:rsidR="00DA1831" w:rsidRDefault="00782901" w:rsidP="00DA1831">
            <w:pPr>
              <w:numPr>
                <w:ilvl w:val="0"/>
                <w:numId w:val="34"/>
              </w:numPr>
              <w:ind w:left="175" w:hanging="175"/>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Loans without e repayment term or a repaymen</w:t>
            </w:r>
            <w:r w:rsidR="00532FDF">
              <w:rPr>
                <w:sz w:val="16"/>
                <w:szCs w:val="16"/>
                <w:lang w:val="en-GB"/>
              </w:rPr>
              <w:t>t term after more than 50 years;</w:t>
            </w:r>
          </w:p>
          <w:p w14:paraId="1741DA46" w14:textId="768D9046" w:rsidR="00532FDF" w:rsidRDefault="00532FDF" w:rsidP="00DA1831">
            <w:pPr>
              <w:numPr>
                <w:ilvl w:val="0"/>
                <w:numId w:val="34"/>
              </w:numPr>
              <w:ind w:left="175" w:hanging="175"/>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 xml:space="preserve">Income paid through the Bulgarian permanent establishment of </w:t>
            </w:r>
            <w:r w:rsidR="004E5300">
              <w:rPr>
                <w:sz w:val="16"/>
                <w:szCs w:val="16"/>
                <w:lang w:val="en-GB"/>
              </w:rPr>
              <w:t xml:space="preserve">a </w:t>
            </w:r>
            <w:r>
              <w:rPr>
                <w:sz w:val="16"/>
                <w:szCs w:val="16"/>
                <w:lang w:val="en-GB"/>
              </w:rPr>
              <w:t>non-EU company.</w:t>
            </w:r>
          </w:p>
          <w:p w14:paraId="4F6723C5" w14:textId="57ABB76F" w:rsidR="00532FDF" w:rsidRPr="00DA1831" w:rsidRDefault="00532FDF" w:rsidP="00DA1831">
            <w:pPr>
              <w:numPr>
                <w:ilvl w:val="0"/>
                <w:numId w:val="34"/>
              </w:numPr>
              <w:ind w:left="175" w:hanging="175"/>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Income which is not recognized a</w:t>
            </w:r>
            <w:r w:rsidR="00F3532B">
              <w:rPr>
                <w:sz w:val="16"/>
                <w:szCs w:val="16"/>
                <w:lang w:val="en-GB"/>
              </w:rPr>
              <w:t>s</w:t>
            </w:r>
            <w:r>
              <w:rPr>
                <w:sz w:val="16"/>
                <w:szCs w:val="16"/>
                <w:lang w:val="en-GB"/>
              </w:rPr>
              <w:t xml:space="preserve"> </w:t>
            </w:r>
            <w:r>
              <w:rPr>
                <w:sz w:val="16"/>
                <w:szCs w:val="16"/>
                <w:lang w:val="en-GB"/>
              </w:rPr>
              <w:lastRenderedPageBreak/>
              <w:t>deductible expense of a permanent establishment in Bulgaria (thin cap rules excluded).</w:t>
            </w:r>
          </w:p>
          <w:p w14:paraId="2EF91D2E" w14:textId="70C1B6FC" w:rsidR="00DA1831" w:rsidRPr="00F748CF" w:rsidRDefault="00DA1831"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D918FD" w:rsidRPr="00F748CF" w14:paraId="503DBD8D"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D10871" w14:textId="42D41FC6" w:rsidR="00D918FD" w:rsidRPr="00F748CF" w:rsidRDefault="00D918FD" w:rsidP="00427661">
            <w:pPr>
              <w:rPr>
                <w:lang w:val="en-GB"/>
              </w:rPr>
            </w:pPr>
            <w:r w:rsidRPr="00F748CF">
              <w:rPr>
                <w:i/>
                <w:sz w:val="16"/>
                <w:szCs w:val="16"/>
                <w:lang w:val="en-GB"/>
              </w:rPr>
              <w:lastRenderedPageBreak/>
              <w:t>Allowance for corporate equity</w:t>
            </w:r>
          </w:p>
        </w:tc>
      </w:tr>
      <w:tr w:rsidR="00D918FD" w:rsidRPr="00F748CF" w14:paraId="42E0C27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9DB6A4" w14:textId="77777777" w:rsidR="00D918FD" w:rsidRPr="00F748CF" w:rsidRDefault="00D918FD" w:rsidP="00427661">
            <w:pPr>
              <w:pStyle w:val="ListNumber"/>
              <w:tabs>
                <w:tab w:val="clear" w:pos="284"/>
              </w:tabs>
              <w:ind w:left="340" w:hanging="340"/>
              <w:jc w:val="left"/>
              <w:rPr>
                <w:b w:val="0"/>
                <w:i/>
                <w:color w:val="auto"/>
                <w:sz w:val="16"/>
                <w:szCs w:val="16"/>
                <w:lang w:val="en-GB"/>
              </w:rPr>
            </w:pPr>
            <w:proofErr w:type="gramStart"/>
            <w:r w:rsidRPr="00F748CF">
              <w:rPr>
                <w:b w:val="0"/>
                <w:color w:val="auto"/>
                <w:sz w:val="16"/>
                <w:szCs w:val="16"/>
                <w:lang w:val="en-GB"/>
              </w:rPr>
              <w:t>Does</w:t>
            </w:r>
            <w:proofErr w:type="gramEnd"/>
            <w:r w:rsidRPr="00F748CF">
              <w:rPr>
                <w:b w:val="0"/>
                <w:color w:val="auto"/>
                <w:sz w:val="16"/>
                <w:szCs w:val="16"/>
                <w:lang w:val="en-GB"/>
              </w:rPr>
              <w:t xml:space="preserve"> your MS offer any tax deduction for a notional (fictitious) interest cost on the share capital of a company? If yes, please briefly explain and include any anti-avoidance provisions. In particular, can the deduction be claimed against financial income?</w:t>
            </w:r>
          </w:p>
        </w:tc>
        <w:tc>
          <w:tcPr>
            <w:tcW w:w="3933" w:type="dxa"/>
          </w:tcPr>
          <w:p w14:paraId="1C74AB6A" w14:textId="1674C7E8" w:rsidR="00D918FD" w:rsidRPr="00F748CF" w:rsidRDefault="00D918F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748CF">
              <w:rPr>
                <w:color w:val="auto"/>
                <w:sz w:val="16"/>
                <w:szCs w:val="16"/>
                <w:lang w:val="en-GB"/>
              </w:rPr>
              <w:t>No.</w:t>
            </w:r>
          </w:p>
        </w:tc>
      </w:tr>
      <w:tr w:rsidR="00D918FD" w:rsidRPr="00F748CF" w14:paraId="7F52090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39161F1" w14:textId="77777777" w:rsidR="00D918FD" w:rsidRPr="00F312DA" w:rsidRDefault="00D918FD" w:rsidP="00427661">
            <w:pPr>
              <w:pStyle w:val="ListNumber"/>
              <w:tabs>
                <w:tab w:val="clear" w:pos="284"/>
              </w:tabs>
              <w:ind w:left="340" w:hanging="340"/>
              <w:jc w:val="left"/>
              <w:rPr>
                <w:b w:val="0"/>
                <w:color w:val="auto"/>
                <w:sz w:val="16"/>
                <w:szCs w:val="16"/>
                <w:lang w:val="en-GB"/>
              </w:rPr>
            </w:pPr>
            <w:r w:rsidRPr="00F312DA">
              <w:rPr>
                <w:b w:val="0"/>
                <w:color w:val="auto"/>
                <w:sz w:val="16"/>
                <w:szCs w:val="16"/>
                <w:lang w:val="en-GB"/>
              </w:rPr>
              <w:t>Does your MS offer any tax deduction for dividends declared or paid? If yes, please briefly explain.</w:t>
            </w:r>
          </w:p>
        </w:tc>
        <w:tc>
          <w:tcPr>
            <w:tcW w:w="3933" w:type="dxa"/>
          </w:tcPr>
          <w:p w14:paraId="3B67270E" w14:textId="1925C24F" w:rsidR="00D918FD" w:rsidRPr="00F748CF" w:rsidRDefault="00D918F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748CF">
              <w:rPr>
                <w:color w:val="auto"/>
                <w:sz w:val="16"/>
                <w:szCs w:val="16"/>
                <w:lang w:val="en-GB"/>
              </w:rPr>
              <w:t>No.</w:t>
            </w:r>
          </w:p>
        </w:tc>
      </w:tr>
      <w:tr w:rsidR="00D918FD" w:rsidRPr="00F748CF" w14:paraId="337B9D89"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930E2DB" w14:textId="77777777" w:rsidR="00D918FD" w:rsidRPr="00F312DA" w:rsidRDefault="00D918FD" w:rsidP="00427661">
            <w:pPr>
              <w:rPr>
                <w:lang w:val="en-GB"/>
              </w:rPr>
            </w:pPr>
            <w:r w:rsidRPr="00F312DA">
              <w:rPr>
                <w:i/>
                <w:sz w:val="16"/>
                <w:szCs w:val="16"/>
                <w:lang w:val="en-GB"/>
              </w:rPr>
              <w:t>Royalty and other income from intangible property</w:t>
            </w:r>
          </w:p>
        </w:tc>
      </w:tr>
      <w:tr w:rsidR="00D918FD" w:rsidRPr="00F748CF" w14:paraId="2A4B1AB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77088" w14:textId="13EEBCBD" w:rsidR="00D918FD" w:rsidRPr="00F312DA" w:rsidRDefault="00D918FD" w:rsidP="001E3CAB">
            <w:pPr>
              <w:pStyle w:val="ListNumber"/>
              <w:tabs>
                <w:tab w:val="clear" w:pos="284"/>
              </w:tabs>
              <w:ind w:left="340" w:hanging="340"/>
              <w:jc w:val="left"/>
              <w:rPr>
                <w:b w:val="0"/>
                <w:i/>
                <w:sz w:val="16"/>
                <w:szCs w:val="16"/>
                <w:lang w:val="en-GB"/>
              </w:rPr>
            </w:pPr>
            <w:r w:rsidRPr="00F312DA">
              <w:rPr>
                <w:b w:val="0"/>
                <w:color w:val="auto"/>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w:t>
            </w:r>
            <w:r w:rsidR="00F748CF" w:rsidRPr="00F312DA">
              <w:rPr>
                <w:b w:val="0"/>
                <w:color w:val="auto"/>
                <w:sz w:val="16"/>
                <w:szCs w:val="16"/>
                <w:lang w:val="en-GB"/>
              </w:rPr>
              <w:t xml:space="preserve"> Must the company have its own substantial R&amp;D activities? Can the preferential tax treatment be applied also to income from other taxpayers in your MS?</w:t>
            </w:r>
          </w:p>
        </w:tc>
        <w:tc>
          <w:tcPr>
            <w:tcW w:w="3933" w:type="dxa"/>
          </w:tcPr>
          <w:p w14:paraId="3D84CA21" w14:textId="446E4A62" w:rsidR="00D918FD" w:rsidRPr="00E60A7A" w:rsidRDefault="00FB0622" w:rsidP="008036DC">
            <w:pPr>
              <w:cnfStyle w:val="000000100000" w:firstRow="0" w:lastRow="0" w:firstColumn="0" w:lastColumn="0" w:oddVBand="0" w:evenVBand="0" w:oddHBand="1" w:evenHBand="0" w:firstRowFirstColumn="0" w:firstRowLastColumn="0" w:lastRowFirstColumn="0" w:lastRowLastColumn="0"/>
              <w:rPr>
                <w:color w:val="auto"/>
                <w:sz w:val="16"/>
                <w:szCs w:val="16"/>
                <w:highlight w:val="yellow"/>
                <w:lang w:val="en-GB"/>
              </w:rPr>
            </w:pPr>
            <w:r>
              <w:rPr>
                <w:color w:val="auto"/>
                <w:sz w:val="16"/>
                <w:szCs w:val="16"/>
                <w:lang w:val="en-GB"/>
              </w:rPr>
              <w:t>Tax credits for companies exclusively operating in r</w:t>
            </w:r>
            <w:r w:rsidR="008036DC">
              <w:rPr>
                <w:color w:val="auto"/>
                <w:sz w:val="16"/>
                <w:szCs w:val="16"/>
                <w:lang w:val="en-GB"/>
              </w:rPr>
              <w:t>egions with high unemployment. E</w:t>
            </w:r>
            <w:r>
              <w:rPr>
                <w:color w:val="auto"/>
                <w:sz w:val="16"/>
                <w:szCs w:val="16"/>
                <w:lang w:val="en-GB"/>
              </w:rPr>
              <w:t>U State aid rules and requirements have to be observed. There are numerous requirements as to the industry sector or type of enterprises</w:t>
            </w:r>
            <w:r w:rsidR="008036DC">
              <w:rPr>
                <w:color w:val="auto"/>
                <w:sz w:val="16"/>
                <w:szCs w:val="16"/>
                <w:lang w:val="en-GB"/>
              </w:rPr>
              <w:t xml:space="preserve"> in order for the incentives to be used</w:t>
            </w:r>
            <w:r>
              <w:rPr>
                <w:color w:val="auto"/>
                <w:sz w:val="16"/>
                <w:szCs w:val="16"/>
                <w:lang w:val="en-GB"/>
              </w:rPr>
              <w:t>. There are also tax incentives for companies recruiting new employees or disabled empl</w:t>
            </w:r>
            <w:bookmarkStart w:id="3" w:name="_GoBack"/>
            <w:bookmarkEnd w:id="3"/>
            <w:r>
              <w:rPr>
                <w:color w:val="auto"/>
                <w:sz w:val="16"/>
                <w:szCs w:val="16"/>
                <w:lang w:val="en-GB"/>
              </w:rPr>
              <w:t xml:space="preserve">oyees. </w:t>
            </w:r>
          </w:p>
        </w:tc>
      </w:tr>
      <w:tr w:rsidR="00D918FD" w:rsidRPr="00F748CF" w14:paraId="522ADD0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4CF0AB" w14:textId="738A2145" w:rsidR="00D918FD" w:rsidRPr="00F748CF" w:rsidRDefault="00D918FD" w:rsidP="0046408E">
            <w:pPr>
              <w:pStyle w:val="ListNumber"/>
              <w:tabs>
                <w:tab w:val="clear" w:pos="284"/>
              </w:tabs>
              <w:ind w:left="340" w:hanging="340"/>
              <w:jc w:val="left"/>
              <w:rPr>
                <w:b w:val="0"/>
                <w:sz w:val="16"/>
                <w:szCs w:val="16"/>
                <w:lang w:val="en-GB"/>
              </w:rPr>
            </w:pPr>
            <w:r w:rsidRPr="00F748CF">
              <w:rPr>
                <w:b w:val="0"/>
                <w:sz w:val="16"/>
                <w:szCs w:val="16"/>
                <w:lang w:val="en-GB"/>
              </w:rPr>
              <w:t>Can a company in your MS obtain R&amp;D tax credits (typically enhanced tax deduction or tax refund) for costs incurred, e.g. in developing IP rights?</w:t>
            </w:r>
          </w:p>
        </w:tc>
        <w:tc>
          <w:tcPr>
            <w:tcW w:w="3933" w:type="dxa"/>
          </w:tcPr>
          <w:p w14:paraId="08B99236" w14:textId="71A902D9" w:rsidR="00D918FD" w:rsidRPr="00F748CF" w:rsidRDefault="00114C61" w:rsidP="009B516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114C61">
              <w:rPr>
                <w:sz w:val="16"/>
                <w:szCs w:val="16"/>
                <w:lang w:val="en-GB"/>
              </w:rPr>
              <w:t xml:space="preserve">Yes, </w:t>
            </w:r>
            <w:r>
              <w:rPr>
                <w:sz w:val="16"/>
                <w:szCs w:val="16"/>
                <w:lang w:val="en-GB"/>
              </w:rPr>
              <w:t xml:space="preserve">Art. </w:t>
            </w:r>
            <w:r w:rsidRPr="00114C61">
              <w:rPr>
                <w:sz w:val="16"/>
                <w:szCs w:val="16"/>
                <w:lang w:val="en-GB"/>
              </w:rPr>
              <w:t>69</w:t>
            </w:r>
            <w:r>
              <w:rPr>
                <w:sz w:val="16"/>
                <w:szCs w:val="16"/>
                <w:lang w:val="en-GB"/>
              </w:rPr>
              <w:t xml:space="preserve"> CITA</w:t>
            </w:r>
            <w:r w:rsidRPr="00114C61">
              <w:rPr>
                <w:sz w:val="16"/>
                <w:szCs w:val="16"/>
                <w:lang w:val="en-GB"/>
              </w:rPr>
              <w:t xml:space="preserve"> Tax Act provides for </w:t>
            </w:r>
            <w:r w:rsidR="00F3532B" w:rsidRPr="00114C61">
              <w:rPr>
                <w:sz w:val="16"/>
                <w:szCs w:val="16"/>
                <w:lang w:val="en-GB"/>
              </w:rPr>
              <w:t>accelerated</w:t>
            </w:r>
            <w:r w:rsidRPr="00114C61">
              <w:rPr>
                <w:sz w:val="16"/>
                <w:szCs w:val="16"/>
                <w:lang w:val="en-GB"/>
              </w:rPr>
              <w:t xml:space="preserve"> tax depreciation for a long-term intangible asset created as a result of </w:t>
            </w:r>
            <w:r w:rsidRPr="00114C61">
              <w:rPr>
                <w:bCs/>
                <w:sz w:val="16"/>
                <w:szCs w:val="16"/>
                <w:lang w:val="en-GB"/>
              </w:rPr>
              <w:t>R&amp;D</w:t>
            </w:r>
            <w:r w:rsidRPr="00114C61">
              <w:rPr>
                <w:sz w:val="16"/>
                <w:szCs w:val="16"/>
                <w:lang w:val="en-GB"/>
              </w:rPr>
              <w:t xml:space="preserve"> activities.</w:t>
            </w:r>
          </w:p>
        </w:tc>
      </w:tr>
      <w:tr w:rsidR="00D918FD" w:rsidRPr="00F748CF" w14:paraId="07DF5A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6E7DAE" w14:textId="77777777" w:rsidR="00D918FD" w:rsidRPr="00F748CF" w:rsidRDefault="00D918FD" w:rsidP="003A6F57">
            <w:pPr>
              <w:pStyle w:val="ListNumber"/>
              <w:tabs>
                <w:tab w:val="clear" w:pos="284"/>
              </w:tabs>
              <w:ind w:left="340" w:hanging="340"/>
              <w:jc w:val="left"/>
              <w:rPr>
                <w:b w:val="0"/>
                <w:sz w:val="16"/>
                <w:szCs w:val="16"/>
                <w:lang w:val="en-GB"/>
              </w:rPr>
            </w:pPr>
            <w:r w:rsidRPr="00F748CF">
              <w:rPr>
                <w:b w:val="0"/>
                <w:sz w:val="16"/>
                <w:szCs w:val="16"/>
                <w:lang w:val="en-GB"/>
              </w:rPr>
              <w:t xml:space="preserve">If yes to 24, </w:t>
            </w:r>
          </w:p>
        </w:tc>
        <w:tc>
          <w:tcPr>
            <w:tcW w:w="3933" w:type="dxa"/>
          </w:tcPr>
          <w:p w14:paraId="16D86D21" w14:textId="77777777" w:rsidR="00D918FD" w:rsidRPr="00F748CF" w:rsidRDefault="00D918F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D918FD" w:rsidRPr="00F748CF" w14:paraId="4B34E7F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A21C68" w14:textId="77777777" w:rsidR="00D918FD" w:rsidRPr="00F748CF" w:rsidRDefault="00D918FD" w:rsidP="00D67218">
            <w:pPr>
              <w:pStyle w:val="ListNumber"/>
              <w:numPr>
                <w:ilvl w:val="0"/>
                <w:numId w:val="21"/>
              </w:numPr>
              <w:ind w:left="714" w:hanging="357"/>
              <w:jc w:val="left"/>
              <w:rPr>
                <w:b w:val="0"/>
                <w:sz w:val="16"/>
                <w:szCs w:val="16"/>
                <w:lang w:val="en-GB"/>
              </w:rPr>
            </w:pPr>
            <w:r w:rsidRPr="00F748CF">
              <w:rPr>
                <w:b w:val="0"/>
                <w:sz w:val="16"/>
                <w:szCs w:val="16"/>
                <w:lang w:val="en-GB"/>
              </w:rPr>
              <w:t>Please briefly explain the requirements which have to be met, e.g. requirements for certain activity or successful development, etc.</w:t>
            </w:r>
          </w:p>
        </w:tc>
        <w:tc>
          <w:tcPr>
            <w:tcW w:w="3933" w:type="dxa"/>
          </w:tcPr>
          <w:p w14:paraId="366B6718" w14:textId="340FC1D0" w:rsidR="00D918FD" w:rsidRDefault="009B516F"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 following conditions shall be met simultaneously:</w:t>
            </w:r>
          </w:p>
          <w:p w14:paraId="0F593CA2" w14:textId="420AFBCE" w:rsidR="009B516F" w:rsidRDefault="009B516F" w:rsidP="009B516F">
            <w:pPr>
              <w:numPr>
                <w:ilvl w:val="0"/>
                <w:numId w:val="34"/>
              </w:numPr>
              <w:ind w:left="175" w:hanging="175"/>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The </w:t>
            </w:r>
            <w:r w:rsidR="00D047DE">
              <w:rPr>
                <w:color w:val="auto"/>
                <w:sz w:val="16"/>
                <w:szCs w:val="16"/>
                <w:lang w:val="en-GB"/>
              </w:rPr>
              <w:t>asset was</w:t>
            </w:r>
            <w:r>
              <w:rPr>
                <w:color w:val="auto"/>
                <w:sz w:val="16"/>
                <w:szCs w:val="16"/>
                <w:lang w:val="en-GB"/>
              </w:rPr>
              <w:t xml:space="preserve"> a result of R&amp;D;</w:t>
            </w:r>
            <w:r w:rsidR="00D047DE">
              <w:rPr>
                <w:color w:val="auto"/>
                <w:sz w:val="16"/>
                <w:szCs w:val="16"/>
                <w:lang w:val="en-GB"/>
              </w:rPr>
              <w:t xml:space="preserve"> and</w:t>
            </w:r>
          </w:p>
          <w:p w14:paraId="1BF2CC15" w14:textId="2F416C4F" w:rsidR="009B516F" w:rsidRDefault="00D047DE" w:rsidP="00D047DE">
            <w:pPr>
              <w:numPr>
                <w:ilvl w:val="0"/>
                <w:numId w:val="34"/>
              </w:numPr>
              <w:ind w:left="175" w:hanging="175"/>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R&amp;D was related to the occupation of the taxable person; and</w:t>
            </w:r>
          </w:p>
          <w:p w14:paraId="4C28904E" w14:textId="564C912B" w:rsidR="00D047DE" w:rsidRPr="00F748CF" w:rsidRDefault="00D047DE" w:rsidP="00D047DE">
            <w:pPr>
              <w:numPr>
                <w:ilvl w:val="0"/>
                <w:numId w:val="34"/>
              </w:numPr>
              <w:ind w:left="175" w:hanging="175"/>
              <w:cnfStyle w:val="000000000000" w:firstRow="0" w:lastRow="0" w:firstColumn="0" w:lastColumn="0" w:oddVBand="0" w:evenVBand="0" w:oddHBand="0" w:evenHBand="0" w:firstRowFirstColumn="0" w:firstRowLastColumn="0" w:lastRowFirstColumn="0" w:lastRowLastColumn="0"/>
              <w:rPr>
                <w:color w:val="auto"/>
                <w:sz w:val="16"/>
                <w:szCs w:val="16"/>
                <w:lang w:val="en-GB"/>
              </w:rPr>
            </w:pPr>
            <w:proofErr w:type="gramStart"/>
            <w:r w:rsidRPr="00D047DE">
              <w:rPr>
                <w:color w:val="auto"/>
                <w:sz w:val="16"/>
                <w:szCs w:val="16"/>
                <w:lang w:val="en-GB"/>
              </w:rPr>
              <w:t>the</w:t>
            </w:r>
            <w:proofErr w:type="gramEnd"/>
            <w:r w:rsidRPr="00D047DE">
              <w:rPr>
                <w:color w:val="auto"/>
                <w:sz w:val="16"/>
                <w:szCs w:val="16"/>
                <w:lang w:val="en-GB"/>
              </w:rPr>
              <w:t xml:space="preserve"> </w:t>
            </w:r>
            <w:r w:rsidRPr="00D047DE">
              <w:rPr>
                <w:bCs/>
                <w:color w:val="auto"/>
                <w:sz w:val="16"/>
                <w:szCs w:val="16"/>
                <w:lang w:val="en-GB"/>
              </w:rPr>
              <w:t xml:space="preserve">R&amp;D </w:t>
            </w:r>
            <w:r w:rsidRPr="00D047DE">
              <w:rPr>
                <w:color w:val="auto"/>
                <w:sz w:val="16"/>
                <w:szCs w:val="16"/>
                <w:lang w:val="en-GB"/>
              </w:rPr>
              <w:t xml:space="preserve">activities </w:t>
            </w:r>
            <w:r>
              <w:rPr>
                <w:color w:val="auto"/>
                <w:sz w:val="16"/>
                <w:szCs w:val="16"/>
                <w:lang w:val="en-GB"/>
              </w:rPr>
              <w:t>were</w:t>
            </w:r>
            <w:r w:rsidRPr="00D047DE">
              <w:rPr>
                <w:color w:val="auto"/>
                <w:sz w:val="16"/>
                <w:szCs w:val="16"/>
                <w:lang w:val="en-GB"/>
              </w:rPr>
              <w:t xml:space="preserve"> assigned by way of an order to a scientific research institute or a higher-education institution under free-market conditions</w:t>
            </w:r>
            <w:r w:rsidR="00E8012A">
              <w:rPr>
                <w:color w:val="auto"/>
                <w:sz w:val="16"/>
                <w:szCs w:val="16"/>
                <w:lang w:val="en-GB"/>
              </w:rPr>
              <w:t>.</w:t>
            </w:r>
          </w:p>
        </w:tc>
      </w:tr>
      <w:tr w:rsidR="00D918FD" w:rsidRPr="00F748CF" w14:paraId="66994BC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7B3AA39" w14:textId="4C8BFEB2" w:rsidR="00D918FD" w:rsidRPr="00F748CF" w:rsidRDefault="00D918FD" w:rsidP="000243B6">
            <w:pPr>
              <w:pStyle w:val="ListNumber"/>
              <w:numPr>
                <w:ilvl w:val="0"/>
                <w:numId w:val="21"/>
              </w:numPr>
              <w:ind w:left="714" w:hanging="357"/>
              <w:jc w:val="left"/>
              <w:rPr>
                <w:b w:val="0"/>
                <w:sz w:val="16"/>
                <w:szCs w:val="16"/>
                <w:lang w:val="en-GB"/>
              </w:rPr>
            </w:pPr>
            <w:r w:rsidRPr="00F748CF">
              <w:rPr>
                <w:b w:val="0"/>
                <w:sz w:val="16"/>
                <w:szCs w:val="16"/>
                <w:lang w:val="en-GB"/>
              </w:rPr>
              <w:t xml:space="preserve">Can such credits also be obtained for costs that are ultimately reimbursed by a group member company to the company in your MS? </w:t>
            </w:r>
          </w:p>
        </w:tc>
        <w:tc>
          <w:tcPr>
            <w:tcW w:w="3933" w:type="dxa"/>
          </w:tcPr>
          <w:p w14:paraId="52962F16" w14:textId="660A4E6D" w:rsidR="00D918FD" w:rsidRPr="00F748CF" w:rsidRDefault="00E8012A"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w:t>
            </w:r>
          </w:p>
        </w:tc>
      </w:tr>
      <w:tr w:rsidR="00D918FD" w:rsidRPr="00F748CF" w14:paraId="218C031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1FD5455" w14:textId="77777777" w:rsidR="00D918FD" w:rsidRPr="00F748CF" w:rsidRDefault="00D918FD" w:rsidP="009E71C6">
            <w:pPr>
              <w:pStyle w:val="ListNumber"/>
              <w:tabs>
                <w:tab w:val="clear" w:pos="284"/>
              </w:tabs>
              <w:ind w:left="340" w:hanging="340"/>
              <w:jc w:val="left"/>
              <w:rPr>
                <w:b w:val="0"/>
                <w:sz w:val="16"/>
                <w:szCs w:val="16"/>
                <w:lang w:val="en-GB"/>
              </w:rPr>
            </w:pPr>
            <w:r w:rsidRPr="00F748CF">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0E991374" w14:textId="1D86BC86" w:rsidR="00D918FD" w:rsidRPr="00F748CF" w:rsidRDefault="005D38C9" w:rsidP="008036DC">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That there is no specific capital gain tax on sales of tangible or intangible assets by a company. The proceeds are subject to regular corporate income tax.  </w:t>
            </w:r>
          </w:p>
        </w:tc>
      </w:tr>
      <w:tr w:rsidR="00D918FD" w:rsidRPr="00F748CF" w14:paraId="4309776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5E3FF4" w14:textId="77777777" w:rsidR="00D918FD" w:rsidRPr="00F748CF" w:rsidRDefault="00D918FD" w:rsidP="00D67218">
            <w:pPr>
              <w:pStyle w:val="ListNumber"/>
              <w:tabs>
                <w:tab w:val="clear" w:pos="284"/>
              </w:tabs>
              <w:ind w:left="340" w:hanging="340"/>
              <w:jc w:val="left"/>
              <w:rPr>
                <w:b w:val="0"/>
                <w:sz w:val="16"/>
                <w:szCs w:val="16"/>
                <w:lang w:val="en-GB"/>
              </w:rPr>
            </w:pPr>
            <w:r w:rsidRPr="00F748CF">
              <w:rPr>
                <w:b w:val="0"/>
                <w:sz w:val="16"/>
                <w:szCs w:val="16"/>
                <w:lang w:val="en-GB"/>
              </w:rPr>
              <w:t>If no to 26, i.e. your MS would impose tax on the disposal,</w:t>
            </w:r>
          </w:p>
          <w:p w14:paraId="21C81D87" w14:textId="77777777" w:rsidR="00D918FD" w:rsidRPr="00F748CF" w:rsidRDefault="00D918FD" w:rsidP="009E71C6">
            <w:pPr>
              <w:pStyle w:val="ListNumber"/>
              <w:numPr>
                <w:ilvl w:val="0"/>
                <w:numId w:val="0"/>
              </w:numPr>
              <w:ind w:left="340"/>
              <w:rPr>
                <w:b w:val="0"/>
                <w:sz w:val="16"/>
                <w:szCs w:val="16"/>
                <w:lang w:val="en-GB"/>
              </w:rPr>
            </w:pPr>
          </w:p>
        </w:tc>
        <w:tc>
          <w:tcPr>
            <w:tcW w:w="3933" w:type="dxa"/>
          </w:tcPr>
          <w:p w14:paraId="15218C20" w14:textId="77777777" w:rsidR="00D918FD" w:rsidRPr="00F748CF" w:rsidRDefault="00D918FD"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D918FD" w:rsidRPr="00F748CF" w14:paraId="21A4BF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37553B" w14:textId="77777777" w:rsidR="00D918FD" w:rsidRPr="00F748CF" w:rsidRDefault="00D918FD" w:rsidP="000243B6">
            <w:pPr>
              <w:pStyle w:val="ListNumber"/>
              <w:numPr>
                <w:ilvl w:val="0"/>
                <w:numId w:val="22"/>
              </w:numPr>
              <w:ind w:left="714" w:hanging="357"/>
              <w:jc w:val="left"/>
              <w:rPr>
                <w:b w:val="0"/>
                <w:sz w:val="16"/>
                <w:szCs w:val="16"/>
                <w:lang w:val="en-GB"/>
              </w:rPr>
            </w:pPr>
            <w:r w:rsidRPr="00F748CF">
              <w:rPr>
                <w:b w:val="0"/>
                <w:sz w:val="16"/>
                <w:szCs w:val="16"/>
                <w:lang w:val="en-GB"/>
              </w:rPr>
              <w:t>Is the relevant capital gains tax rate lower than the standard rate?</w:t>
            </w:r>
          </w:p>
        </w:tc>
        <w:tc>
          <w:tcPr>
            <w:tcW w:w="3933" w:type="dxa"/>
          </w:tcPr>
          <w:p w14:paraId="2ECDA0F6" w14:textId="56575225" w:rsidR="00D918FD" w:rsidRPr="00F748CF" w:rsidRDefault="000E28FB"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D918FD" w:rsidRPr="00F748CF" w14:paraId="1AE7C82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5D2668" w14:textId="32C127B6" w:rsidR="00D918FD" w:rsidRPr="00F748CF" w:rsidRDefault="00D918FD" w:rsidP="003949EE">
            <w:pPr>
              <w:pStyle w:val="ListNumber"/>
              <w:numPr>
                <w:ilvl w:val="0"/>
                <w:numId w:val="22"/>
              </w:numPr>
              <w:jc w:val="left"/>
              <w:rPr>
                <w:b w:val="0"/>
                <w:sz w:val="16"/>
                <w:szCs w:val="16"/>
                <w:lang w:val="en-GB"/>
              </w:rPr>
            </w:pPr>
            <w:r w:rsidRPr="00F748CF">
              <w:rPr>
                <w:b w:val="0"/>
                <w:sz w:val="16"/>
                <w:szCs w:val="16"/>
                <w:lang w:val="en-GB"/>
              </w:rPr>
              <w:t xml:space="preserve">Does taxation arise as a result of an anti-abuse provision or similar? </w:t>
            </w:r>
          </w:p>
        </w:tc>
        <w:tc>
          <w:tcPr>
            <w:tcW w:w="3933" w:type="dxa"/>
          </w:tcPr>
          <w:p w14:paraId="38972EB6" w14:textId="7EBC14D5" w:rsidR="00D918FD" w:rsidRPr="00F748CF" w:rsidRDefault="00B43AB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If the sale price has been reassessed due to application of anti-abuse provisions. </w:t>
            </w:r>
          </w:p>
        </w:tc>
      </w:tr>
      <w:tr w:rsidR="00D918FD" w:rsidRPr="00F748CF" w14:paraId="71F12C13" w14:textId="77777777" w:rsidTr="002A004A">
        <w:tc>
          <w:tcPr>
            <w:cnfStyle w:val="001000000000" w:firstRow="0" w:lastRow="0" w:firstColumn="1" w:lastColumn="0" w:oddVBand="0" w:evenVBand="0" w:oddHBand="0" w:evenHBand="0" w:firstRowFirstColumn="0" w:firstRowLastColumn="0" w:lastRowFirstColumn="0" w:lastRowLastColumn="0"/>
            <w:tcW w:w="5070" w:type="dxa"/>
          </w:tcPr>
          <w:p w14:paraId="48F70179" w14:textId="77777777" w:rsidR="00D918FD" w:rsidRPr="002A004A" w:rsidRDefault="00D918FD" w:rsidP="004E06FE">
            <w:pPr>
              <w:pStyle w:val="ListNumber"/>
              <w:numPr>
                <w:ilvl w:val="0"/>
                <w:numId w:val="22"/>
              </w:numPr>
              <w:ind w:left="714" w:hanging="357"/>
              <w:jc w:val="left"/>
              <w:rPr>
                <w:sz w:val="16"/>
                <w:szCs w:val="16"/>
                <w:lang w:val="en-GB"/>
              </w:rPr>
            </w:pPr>
            <w:r w:rsidRPr="002A004A">
              <w:rPr>
                <w:b w:val="0"/>
                <w:sz w:val="16"/>
                <w:szCs w:val="16"/>
                <w:lang w:val="en-GB"/>
              </w:rPr>
              <w:t>Would any R&amp;D tax credits obtained in the past be reversed upon a disposal?</w:t>
            </w:r>
          </w:p>
        </w:tc>
        <w:tc>
          <w:tcPr>
            <w:tcW w:w="3933" w:type="dxa"/>
            <w:shd w:val="clear" w:color="auto" w:fill="auto"/>
          </w:tcPr>
          <w:p w14:paraId="47004F5B" w14:textId="720F586E" w:rsidR="00D918FD" w:rsidRPr="002A004A" w:rsidRDefault="00B43AB3"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2A004A">
              <w:rPr>
                <w:color w:val="auto"/>
                <w:sz w:val="16"/>
                <w:szCs w:val="16"/>
                <w:lang w:val="en-GB"/>
              </w:rPr>
              <w:t>No.</w:t>
            </w:r>
          </w:p>
        </w:tc>
      </w:tr>
      <w:tr w:rsidR="00D918FD" w:rsidRPr="00F748CF" w14:paraId="17AFC0A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34C2D2" w14:textId="77777777" w:rsidR="00D918FD" w:rsidRPr="00F748CF" w:rsidRDefault="00D918FD" w:rsidP="00D67218">
            <w:pPr>
              <w:pStyle w:val="ListNumber"/>
              <w:numPr>
                <w:ilvl w:val="0"/>
                <w:numId w:val="22"/>
              </w:numPr>
              <w:ind w:left="714" w:hanging="357"/>
              <w:jc w:val="left"/>
              <w:rPr>
                <w:b w:val="0"/>
                <w:sz w:val="16"/>
                <w:szCs w:val="16"/>
                <w:lang w:val="en-GB"/>
              </w:rPr>
            </w:pPr>
            <w:r w:rsidRPr="00F748CF">
              <w:rPr>
                <w:b w:val="0"/>
                <w:sz w:val="16"/>
                <w:szCs w:val="16"/>
                <w:lang w:val="en-GB"/>
              </w:rPr>
              <w:t>Can a ruling confirming the value of the IP be obtained?</w:t>
            </w:r>
          </w:p>
        </w:tc>
        <w:tc>
          <w:tcPr>
            <w:tcW w:w="3933" w:type="dxa"/>
          </w:tcPr>
          <w:p w14:paraId="1F22DE1D" w14:textId="297113BF" w:rsidR="00D918FD" w:rsidRPr="00F748CF" w:rsidRDefault="00B43AB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D918FD" w:rsidRPr="00F748CF" w14:paraId="041330EA"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C7D758B" w14:textId="77777777" w:rsidR="00D918FD" w:rsidRPr="00F748CF" w:rsidRDefault="00D918FD" w:rsidP="00427661">
            <w:pPr>
              <w:rPr>
                <w:lang w:val="en-GB"/>
              </w:rPr>
            </w:pPr>
            <w:r w:rsidRPr="00F748CF">
              <w:rPr>
                <w:i/>
                <w:sz w:val="16"/>
                <w:szCs w:val="16"/>
                <w:lang w:val="en-GB"/>
              </w:rPr>
              <w:t>Royalty and other IP costs</w:t>
            </w:r>
          </w:p>
        </w:tc>
      </w:tr>
      <w:tr w:rsidR="00D918FD" w:rsidRPr="00F748CF" w14:paraId="38ACECB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482532" w14:textId="77777777" w:rsidR="00D918FD" w:rsidRPr="00F748CF" w:rsidRDefault="00D918FD" w:rsidP="000E3D43">
            <w:pPr>
              <w:pStyle w:val="ListNumber"/>
              <w:tabs>
                <w:tab w:val="clear" w:pos="284"/>
              </w:tabs>
              <w:ind w:left="340" w:hanging="340"/>
              <w:jc w:val="left"/>
              <w:rPr>
                <w:b w:val="0"/>
                <w:i/>
                <w:sz w:val="16"/>
                <w:szCs w:val="16"/>
                <w:lang w:val="en-GB"/>
              </w:rPr>
            </w:pPr>
            <w:r w:rsidRPr="00F748CF">
              <w:rPr>
                <w:b w:val="0"/>
                <w:sz w:val="16"/>
                <w:szCs w:val="16"/>
                <w:lang w:val="en-GB"/>
              </w:rPr>
              <w:t>Is royalty paid by a company in your MS to a group member company in another MS or for utilization of IP tax deductible?</w:t>
            </w:r>
          </w:p>
        </w:tc>
        <w:tc>
          <w:tcPr>
            <w:tcW w:w="3933" w:type="dxa"/>
          </w:tcPr>
          <w:p w14:paraId="3DC7E51A" w14:textId="7F53B39A" w:rsidR="00D918FD" w:rsidRPr="00F748CF" w:rsidRDefault="0020714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748CF">
              <w:rPr>
                <w:color w:val="auto"/>
                <w:sz w:val="16"/>
                <w:szCs w:val="16"/>
                <w:lang w:val="en-GB"/>
              </w:rPr>
              <w:t>Yes.</w:t>
            </w:r>
          </w:p>
        </w:tc>
      </w:tr>
      <w:tr w:rsidR="00D918FD" w:rsidRPr="00F748CF" w14:paraId="6722EB4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00F866" w14:textId="77777777" w:rsidR="00D918FD" w:rsidRPr="00F748CF" w:rsidRDefault="00D918FD" w:rsidP="003A6F57">
            <w:pPr>
              <w:pStyle w:val="ListNumber"/>
              <w:tabs>
                <w:tab w:val="clear" w:pos="284"/>
              </w:tabs>
              <w:ind w:left="340" w:hanging="340"/>
              <w:jc w:val="left"/>
              <w:rPr>
                <w:b w:val="0"/>
                <w:sz w:val="16"/>
                <w:szCs w:val="16"/>
                <w:lang w:val="en-GB"/>
              </w:rPr>
            </w:pPr>
            <w:r w:rsidRPr="00F748CF">
              <w:rPr>
                <w:b w:val="0"/>
                <w:sz w:val="16"/>
                <w:szCs w:val="16"/>
                <w:lang w:val="en-GB"/>
              </w:rPr>
              <w:t>If yes to 28,</w:t>
            </w:r>
          </w:p>
        </w:tc>
        <w:tc>
          <w:tcPr>
            <w:tcW w:w="3933" w:type="dxa"/>
          </w:tcPr>
          <w:p w14:paraId="09464071" w14:textId="77777777" w:rsidR="00D918FD" w:rsidRPr="00F748CF" w:rsidRDefault="00D918F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D918FD" w:rsidRPr="00F748CF" w14:paraId="25FAC7F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1A97795" w14:textId="77777777" w:rsidR="00D918FD" w:rsidRPr="00F748CF" w:rsidRDefault="00D918FD" w:rsidP="000243B6">
            <w:pPr>
              <w:pStyle w:val="ListNumber"/>
              <w:numPr>
                <w:ilvl w:val="0"/>
                <w:numId w:val="28"/>
              </w:numPr>
              <w:jc w:val="left"/>
              <w:rPr>
                <w:b w:val="0"/>
                <w:sz w:val="16"/>
                <w:szCs w:val="16"/>
                <w:lang w:val="en-GB"/>
              </w:rPr>
            </w:pPr>
            <w:r w:rsidRPr="00F748CF">
              <w:rPr>
                <w:b w:val="0"/>
                <w:sz w:val="16"/>
                <w:szCs w:val="16"/>
                <w:lang w:val="en-GB"/>
              </w:rPr>
              <w:lastRenderedPageBreak/>
              <w:t xml:space="preserve">Is the tax deduction dependent on whether the royalty income is taxed in the hands of the IP-licensor/IP-owner? </w:t>
            </w:r>
          </w:p>
        </w:tc>
        <w:tc>
          <w:tcPr>
            <w:tcW w:w="3933" w:type="dxa"/>
          </w:tcPr>
          <w:p w14:paraId="1D5D7914" w14:textId="2047B17A" w:rsidR="00D918FD" w:rsidRPr="00F748CF" w:rsidRDefault="0020714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748CF">
              <w:rPr>
                <w:rFonts w:cs="Arial"/>
                <w:color w:val="000000"/>
                <w:sz w:val="16"/>
                <w:szCs w:val="16"/>
                <w:shd w:val="clear" w:color="auto" w:fill="FFFFFF"/>
                <w:lang w:val="en-GB"/>
              </w:rPr>
              <w:t>There are no restrictions for deduction of royalties insofar as they relate to a company’s business activities and comply with the arm’s length principle.</w:t>
            </w:r>
          </w:p>
        </w:tc>
      </w:tr>
      <w:tr w:rsidR="00D918FD" w:rsidRPr="00F748CF" w14:paraId="1AE7A98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0D5FE16" w14:textId="77777777" w:rsidR="00D918FD" w:rsidRPr="00F748CF" w:rsidRDefault="00D918FD" w:rsidP="000243B6">
            <w:pPr>
              <w:pStyle w:val="ListNumber"/>
              <w:numPr>
                <w:ilvl w:val="0"/>
                <w:numId w:val="28"/>
              </w:numPr>
              <w:ind w:left="714" w:hanging="357"/>
              <w:jc w:val="left"/>
              <w:rPr>
                <w:b w:val="0"/>
                <w:sz w:val="16"/>
                <w:szCs w:val="16"/>
                <w:lang w:val="en-GB"/>
              </w:rPr>
            </w:pPr>
            <w:r w:rsidRPr="00F748CF">
              <w:rPr>
                <w:b w:val="0"/>
                <w:sz w:val="16"/>
                <w:szCs w:val="16"/>
                <w:lang w:val="en-GB"/>
              </w:rPr>
              <w:t>Are there types of royalty payments which cannot be deducted?</w:t>
            </w:r>
          </w:p>
        </w:tc>
        <w:tc>
          <w:tcPr>
            <w:tcW w:w="3933" w:type="dxa"/>
          </w:tcPr>
          <w:p w14:paraId="4C81640A" w14:textId="1BA41D5C" w:rsidR="00D918FD" w:rsidRPr="00F748CF" w:rsidRDefault="00E501E3" w:rsidP="00E501E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Yes, royalties expenses not related to the business activities of the company, or if the royalties expenses are treated as “hidden distribution of profits”. </w:t>
            </w:r>
          </w:p>
        </w:tc>
      </w:tr>
      <w:tr w:rsidR="00D918FD" w:rsidRPr="00F748CF" w14:paraId="54288C3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5E737C" w14:textId="77777777" w:rsidR="00D918FD" w:rsidRPr="00F748CF" w:rsidRDefault="00D918FD" w:rsidP="009E71C6">
            <w:pPr>
              <w:pStyle w:val="ListNumber"/>
              <w:tabs>
                <w:tab w:val="clear" w:pos="284"/>
              </w:tabs>
              <w:ind w:left="340" w:hanging="340"/>
              <w:jc w:val="left"/>
              <w:rPr>
                <w:b w:val="0"/>
                <w:sz w:val="16"/>
                <w:szCs w:val="16"/>
                <w:lang w:val="en-GB"/>
              </w:rPr>
            </w:pPr>
            <w:proofErr w:type="gramStart"/>
            <w:r w:rsidRPr="00F748CF">
              <w:rPr>
                <w:b w:val="0"/>
                <w:sz w:val="16"/>
                <w:szCs w:val="16"/>
                <w:lang w:val="en-GB"/>
              </w:rPr>
              <w:t>Does</w:t>
            </w:r>
            <w:proofErr w:type="gramEnd"/>
            <w:r w:rsidRPr="00F748CF">
              <w:rPr>
                <w:b w:val="0"/>
                <w:sz w:val="16"/>
                <w:szCs w:val="16"/>
                <w:lang w:val="en-GB"/>
              </w:rPr>
              <w:t xml:space="preserve"> your MS levy any withholding tax on royalty payments?</w:t>
            </w:r>
          </w:p>
        </w:tc>
        <w:tc>
          <w:tcPr>
            <w:tcW w:w="3933" w:type="dxa"/>
          </w:tcPr>
          <w:p w14:paraId="768129AB" w14:textId="79704798" w:rsidR="00D918FD" w:rsidRPr="00F748CF" w:rsidRDefault="0020714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748CF">
              <w:rPr>
                <w:color w:val="auto"/>
                <w:sz w:val="16"/>
                <w:szCs w:val="16"/>
                <w:lang w:val="en-GB"/>
              </w:rPr>
              <w:t>Yes.</w:t>
            </w:r>
          </w:p>
        </w:tc>
      </w:tr>
      <w:tr w:rsidR="00D918FD" w:rsidRPr="00F748CF" w14:paraId="083CEAC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2980701" w14:textId="77777777" w:rsidR="00D918FD" w:rsidRPr="00F748CF" w:rsidRDefault="00D918FD" w:rsidP="003A6F57">
            <w:pPr>
              <w:pStyle w:val="ListNumber"/>
              <w:tabs>
                <w:tab w:val="clear" w:pos="284"/>
              </w:tabs>
              <w:ind w:left="340" w:hanging="340"/>
              <w:jc w:val="left"/>
              <w:rPr>
                <w:b w:val="0"/>
                <w:sz w:val="16"/>
                <w:szCs w:val="16"/>
                <w:lang w:val="en-GB"/>
              </w:rPr>
            </w:pPr>
            <w:r w:rsidRPr="00F748CF">
              <w:rPr>
                <w:b w:val="0"/>
                <w:sz w:val="16"/>
                <w:szCs w:val="16"/>
                <w:lang w:val="en-GB"/>
              </w:rPr>
              <w:t>If yes to 30,</w:t>
            </w:r>
          </w:p>
        </w:tc>
        <w:tc>
          <w:tcPr>
            <w:tcW w:w="3933" w:type="dxa"/>
          </w:tcPr>
          <w:p w14:paraId="0D516FDB" w14:textId="77777777" w:rsidR="00D918FD" w:rsidRPr="00F748CF" w:rsidRDefault="00D918F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D918FD" w:rsidRPr="00F748CF" w14:paraId="3C15CE7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07429D" w14:textId="77777777" w:rsidR="00D918FD" w:rsidRPr="00F748CF" w:rsidRDefault="00D918FD" w:rsidP="000243B6">
            <w:pPr>
              <w:pStyle w:val="ListNumber"/>
              <w:numPr>
                <w:ilvl w:val="0"/>
                <w:numId w:val="29"/>
              </w:numPr>
              <w:jc w:val="left"/>
              <w:rPr>
                <w:b w:val="0"/>
                <w:sz w:val="16"/>
                <w:szCs w:val="16"/>
                <w:lang w:val="en-GB"/>
              </w:rPr>
            </w:pPr>
            <w:r w:rsidRPr="00F748CF">
              <w:rPr>
                <w:b w:val="0"/>
                <w:sz w:val="16"/>
                <w:szCs w:val="16"/>
                <w:lang w:val="en-GB"/>
              </w:rPr>
              <w:t>What is the rate of withholding tax (ignoring tax treaties)?</w:t>
            </w:r>
          </w:p>
        </w:tc>
        <w:tc>
          <w:tcPr>
            <w:tcW w:w="3933" w:type="dxa"/>
          </w:tcPr>
          <w:p w14:paraId="4593399B" w14:textId="63778DD9" w:rsidR="00D918FD" w:rsidRPr="00F748CF" w:rsidRDefault="0020714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748CF">
              <w:rPr>
                <w:color w:val="auto"/>
                <w:sz w:val="16"/>
                <w:szCs w:val="16"/>
                <w:lang w:val="en-GB"/>
              </w:rPr>
              <w:t>10%.</w:t>
            </w:r>
          </w:p>
        </w:tc>
      </w:tr>
      <w:tr w:rsidR="00D918FD" w:rsidRPr="00F748CF" w14:paraId="043C17B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B9E9F4C" w14:textId="77777777" w:rsidR="00D918FD" w:rsidRPr="00F748CF" w:rsidRDefault="00D918FD" w:rsidP="00117D22">
            <w:pPr>
              <w:pStyle w:val="ListNumber"/>
              <w:numPr>
                <w:ilvl w:val="0"/>
                <w:numId w:val="29"/>
              </w:numPr>
              <w:jc w:val="left"/>
              <w:rPr>
                <w:b w:val="0"/>
                <w:sz w:val="16"/>
                <w:szCs w:val="16"/>
                <w:lang w:val="en-GB"/>
              </w:rPr>
            </w:pPr>
            <w:r w:rsidRPr="00F748CF">
              <w:rPr>
                <w:b w:val="0"/>
                <w:sz w:val="16"/>
                <w:szCs w:val="16"/>
                <w:lang w:val="en-GB"/>
              </w:rPr>
              <w:t>Are there types of royalty payments which are not subject to withholding tax?</w:t>
            </w:r>
          </w:p>
        </w:tc>
        <w:tc>
          <w:tcPr>
            <w:tcW w:w="3933" w:type="dxa"/>
          </w:tcPr>
          <w:p w14:paraId="7F51E7F1" w14:textId="04492F47" w:rsidR="00D918FD" w:rsidRPr="00F748CF" w:rsidRDefault="00207140"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748CF">
              <w:rPr>
                <w:rFonts w:cs="Arial"/>
                <w:color w:val="000000"/>
                <w:sz w:val="16"/>
                <w:szCs w:val="16"/>
                <w:shd w:val="clear" w:color="auto" w:fill="FFFFFF"/>
                <w:lang w:val="en-GB"/>
              </w:rPr>
              <w:t xml:space="preserve">No withholding tax is due on </w:t>
            </w:r>
            <w:proofErr w:type="gramStart"/>
            <w:r w:rsidRPr="00F748CF">
              <w:rPr>
                <w:rFonts w:cs="Arial"/>
                <w:color w:val="000000"/>
                <w:sz w:val="16"/>
                <w:szCs w:val="16"/>
                <w:shd w:val="clear" w:color="auto" w:fill="FFFFFF"/>
                <w:lang w:val="en-GB"/>
              </w:rPr>
              <w:t>royalties</w:t>
            </w:r>
            <w:proofErr w:type="gramEnd"/>
            <w:r w:rsidRPr="00F748CF">
              <w:rPr>
                <w:rFonts w:cs="Arial"/>
                <w:color w:val="000000"/>
                <w:sz w:val="16"/>
                <w:szCs w:val="16"/>
                <w:shd w:val="clear" w:color="auto" w:fill="FFFFFF"/>
                <w:lang w:val="en-GB"/>
              </w:rPr>
              <w:t xml:space="preserve"> payable by resident entities to associated EU companies and permanent establishments of associated EU companies situated in another EU Member State.</w:t>
            </w:r>
          </w:p>
        </w:tc>
      </w:tr>
      <w:tr w:rsidR="00D918FD" w:rsidRPr="00F748CF" w14:paraId="172841D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0678C00" w14:textId="77777777" w:rsidR="00D918FD" w:rsidRPr="00F748CF" w:rsidRDefault="00D918FD" w:rsidP="000243B6">
            <w:pPr>
              <w:pStyle w:val="ListNumber"/>
              <w:numPr>
                <w:ilvl w:val="0"/>
                <w:numId w:val="29"/>
              </w:numPr>
              <w:jc w:val="left"/>
              <w:rPr>
                <w:b w:val="0"/>
                <w:sz w:val="16"/>
                <w:szCs w:val="16"/>
                <w:lang w:val="en-GB"/>
              </w:rPr>
            </w:pPr>
            <w:r w:rsidRPr="00F748CF">
              <w:rPr>
                <w:b w:val="0"/>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6F728369" w14:textId="03C9348F" w:rsidR="00D918FD" w:rsidRPr="00F748CF" w:rsidRDefault="00981BC4"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981BC4">
              <w:rPr>
                <w:color w:val="auto"/>
                <w:sz w:val="16"/>
                <w:szCs w:val="16"/>
                <w:lang w:val="en-GB"/>
              </w:rPr>
              <w:t>Yes. Beneficial ownership is required for the application of a tax treaty or the EU Interest/Royalty Directive.</w:t>
            </w:r>
          </w:p>
        </w:tc>
      </w:tr>
      <w:tr w:rsidR="00D918FD" w:rsidRPr="00F748CF" w14:paraId="13F47EC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E71AD56" w14:textId="77777777" w:rsidR="00D918FD" w:rsidRPr="00F748CF" w:rsidRDefault="00D918FD" w:rsidP="000243B6">
            <w:pPr>
              <w:pStyle w:val="ListNumber"/>
              <w:numPr>
                <w:ilvl w:val="0"/>
                <w:numId w:val="29"/>
              </w:numPr>
              <w:jc w:val="left"/>
              <w:rPr>
                <w:b w:val="0"/>
                <w:sz w:val="16"/>
                <w:szCs w:val="16"/>
                <w:lang w:val="en-GB"/>
              </w:rPr>
            </w:pPr>
            <w:r w:rsidRPr="00F748CF">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14:paraId="4E080D61" w14:textId="77777777" w:rsidR="00981BC4" w:rsidRDefault="00981BC4" w:rsidP="00981BC4">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 exemption does not apply in cases of:</w:t>
            </w:r>
          </w:p>
          <w:p w14:paraId="25F61303" w14:textId="027790AB" w:rsidR="00981BC4" w:rsidRDefault="00981BC4" w:rsidP="00981BC4">
            <w:pPr>
              <w:numPr>
                <w:ilvl w:val="0"/>
                <w:numId w:val="34"/>
              </w:numPr>
              <w:ind w:left="175" w:hanging="175"/>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Royalty oncome</w:t>
            </w:r>
            <w:r w:rsidRPr="00DA1831">
              <w:rPr>
                <w:sz w:val="16"/>
                <w:szCs w:val="16"/>
                <w:lang w:val="en-GB"/>
              </w:rPr>
              <w:t xml:space="preserve"> qualified as distribution of profits or repayment of equity;</w:t>
            </w:r>
          </w:p>
          <w:p w14:paraId="5F557F74" w14:textId="031B1EF2" w:rsidR="00981BC4" w:rsidRDefault="006E0BE2" w:rsidP="00981BC4">
            <w:pPr>
              <w:numPr>
                <w:ilvl w:val="0"/>
                <w:numId w:val="34"/>
              </w:numPr>
              <w:ind w:left="175" w:hanging="175"/>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Royalty i</w:t>
            </w:r>
            <w:r w:rsidR="00981BC4">
              <w:rPr>
                <w:sz w:val="16"/>
                <w:szCs w:val="16"/>
                <w:lang w:val="en-GB"/>
              </w:rPr>
              <w:t>ncome paid through the Bulgarian permanent establishment</w:t>
            </w:r>
            <w:r>
              <w:rPr>
                <w:sz w:val="16"/>
                <w:szCs w:val="16"/>
                <w:lang w:val="en-GB"/>
              </w:rPr>
              <w:t xml:space="preserve"> of non-EU company;</w:t>
            </w:r>
          </w:p>
          <w:p w14:paraId="6E077B60" w14:textId="427ECD48" w:rsidR="00981BC4" w:rsidRPr="00DA1831" w:rsidRDefault="006E0BE2" w:rsidP="00981BC4">
            <w:pPr>
              <w:numPr>
                <w:ilvl w:val="0"/>
                <w:numId w:val="34"/>
              </w:numPr>
              <w:ind w:left="175" w:hanging="175"/>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 xml:space="preserve">Royalty income </w:t>
            </w:r>
            <w:r w:rsidR="00981BC4">
              <w:rPr>
                <w:sz w:val="16"/>
                <w:szCs w:val="16"/>
                <w:lang w:val="en-GB"/>
              </w:rPr>
              <w:t>not recognized ad deductible expense of a permanent establishment in Bulgaria (thin cap rules excluded).</w:t>
            </w:r>
          </w:p>
          <w:p w14:paraId="6A13C835" w14:textId="77777777" w:rsidR="00D918FD" w:rsidRPr="00F748CF" w:rsidRDefault="00D918F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D918FD" w:rsidRPr="00F748CF" w14:paraId="038C29AA"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B09D38" w14:textId="77777777" w:rsidR="00D918FD" w:rsidRPr="00F748CF" w:rsidRDefault="00D918FD" w:rsidP="00427661">
            <w:pPr>
              <w:rPr>
                <w:lang w:val="en-GB"/>
              </w:rPr>
            </w:pPr>
            <w:r w:rsidRPr="00F748CF">
              <w:rPr>
                <w:i/>
                <w:sz w:val="16"/>
                <w:szCs w:val="16"/>
                <w:lang w:val="en-GB"/>
              </w:rPr>
              <w:t>Group taxation</w:t>
            </w:r>
          </w:p>
        </w:tc>
      </w:tr>
      <w:tr w:rsidR="00D918FD" w:rsidRPr="00F748CF" w14:paraId="4BD0E7A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271AB4" w14:textId="152B3C5F" w:rsidR="00D918FD" w:rsidRPr="00F748CF" w:rsidRDefault="00D918FD" w:rsidP="009E71C6">
            <w:pPr>
              <w:pStyle w:val="ListNumber"/>
              <w:tabs>
                <w:tab w:val="clear" w:pos="284"/>
              </w:tabs>
              <w:ind w:left="340" w:hanging="340"/>
              <w:jc w:val="left"/>
              <w:rPr>
                <w:b w:val="0"/>
                <w:i/>
                <w:sz w:val="16"/>
                <w:szCs w:val="16"/>
                <w:lang w:val="en-GB"/>
              </w:rPr>
            </w:pPr>
            <w:r w:rsidRPr="00F748CF">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7E382ADA" w14:textId="06A75B83" w:rsidR="00D918FD" w:rsidRPr="00F748CF" w:rsidRDefault="00207140"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748CF">
              <w:rPr>
                <w:color w:val="auto"/>
                <w:sz w:val="16"/>
                <w:szCs w:val="16"/>
                <w:lang w:val="en-GB"/>
              </w:rPr>
              <w:t>No.</w:t>
            </w:r>
          </w:p>
        </w:tc>
      </w:tr>
      <w:tr w:rsidR="00D918FD" w:rsidRPr="00F748CF" w14:paraId="5C6442C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2DDD6" w14:textId="77777777" w:rsidR="00D918FD" w:rsidRPr="00F748CF" w:rsidRDefault="00D918FD" w:rsidP="003A6F57">
            <w:pPr>
              <w:pStyle w:val="ListNumber"/>
              <w:tabs>
                <w:tab w:val="clear" w:pos="284"/>
              </w:tabs>
              <w:ind w:left="340" w:hanging="340"/>
              <w:jc w:val="left"/>
              <w:rPr>
                <w:b w:val="0"/>
                <w:sz w:val="16"/>
                <w:szCs w:val="16"/>
                <w:lang w:val="en-GB"/>
              </w:rPr>
            </w:pPr>
            <w:r w:rsidRPr="00F748CF">
              <w:rPr>
                <w:b w:val="0"/>
                <w:sz w:val="16"/>
                <w:szCs w:val="16"/>
                <w:lang w:val="en-GB"/>
              </w:rPr>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0E152620" w14:textId="2B78A2F5" w:rsidR="00D918FD" w:rsidRPr="00F748CF" w:rsidRDefault="00C47B99"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748CF">
              <w:rPr>
                <w:color w:val="auto"/>
                <w:sz w:val="16"/>
                <w:szCs w:val="16"/>
                <w:lang w:val="en-GB"/>
              </w:rPr>
              <w:t>N/A</w:t>
            </w:r>
          </w:p>
        </w:tc>
      </w:tr>
      <w:tr w:rsidR="00D918FD" w:rsidRPr="00F748CF" w14:paraId="03F23361"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6201F8" w14:textId="77777777" w:rsidR="00D918FD" w:rsidRPr="00F748CF" w:rsidRDefault="00D918FD" w:rsidP="00427661">
            <w:pPr>
              <w:rPr>
                <w:lang w:val="en-GB"/>
              </w:rPr>
            </w:pPr>
            <w:r w:rsidRPr="00F748CF">
              <w:rPr>
                <w:i/>
                <w:sz w:val="16"/>
                <w:szCs w:val="16"/>
                <w:lang w:val="en-GB"/>
              </w:rPr>
              <w:t>CFC rules</w:t>
            </w:r>
          </w:p>
        </w:tc>
      </w:tr>
      <w:tr w:rsidR="00D918FD" w:rsidRPr="00F748CF" w14:paraId="09625D1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A9D11F" w14:textId="61755F0B" w:rsidR="00D918FD" w:rsidRPr="00F748CF" w:rsidRDefault="00D918FD" w:rsidP="009E71C6">
            <w:pPr>
              <w:pStyle w:val="ListNumber"/>
              <w:tabs>
                <w:tab w:val="clear" w:pos="284"/>
              </w:tabs>
              <w:ind w:left="340" w:hanging="340"/>
              <w:jc w:val="left"/>
              <w:rPr>
                <w:b w:val="0"/>
                <w:i/>
                <w:sz w:val="16"/>
                <w:szCs w:val="16"/>
                <w:lang w:val="en-GB"/>
              </w:rPr>
            </w:pPr>
            <w:proofErr w:type="gramStart"/>
            <w:r w:rsidRPr="00F748CF">
              <w:rPr>
                <w:b w:val="0"/>
                <w:sz w:val="16"/>
                <w:szCs w:val="16"/>
                <w:lang w:val="en-GB"/>
              </w:rPr>
              <w:t>Does</w:t>
            </w:r>
            <w:proofErr w:type="gramEnd"/>
            <w:r w:rsidRPr="00F748CF">
              <w:rPr>
                <w:b w:val="0"/>
                <w:sz w:val="16"/>
                <w:szCs w:val="16"/>
                <w:lang w:val="en-GB"/>
              </w:rPr>
              <w:t xml:space="preserve"> your MS apply CFC rules to foreign subsidiaries of a parent company in your MS?</w:t>
            </w:r>
          </w:p>
        </w:tc>
        <w:tc>
          <w:tcPr>
            <w:tcW w:w="3933" w:type="dxa"/>
          </w:tcPr>
          <w:p w14:paraId="76C89E00" w14:textId="5D6E6437" w:rsidR="00D918FD" w:rsidRPr="00F748CF" w:rsidRDefault="0020714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748CF">
              <w:rPr>
                <w:color w:val="auto"/>
                <w:sz w:val="16"/>
                <w:szCs w:val="16"/>
                <w:lang w:val="en-GB"/>
              </w:rPr>
              <w:t>No.</w:t>
            </w:r>
          </w:p>
        </w:tc>
      </w:tr>
      <w:tr w:rsidR="00D918FD" w:rsidRPr="00F748CF" w14:paraId="6DB60BC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D98FA6B" w14:textId="77777777" w:rsidR="00D918FD" w:rsidRPr="00F748CF" w:rsidRDefault="00D918FD" w:rsidP="003A6F57">
            <w:pPr>
              <w:pStyle w:val="ListNumber"/>
              <w:tabs>
                <w:tab w:val="clear" w:pos="284"/>
              </w:tabs>
              <w:ind w:left="340" w:hanging="340"/>
              <w:jc w:val="left"/>
              <w:rPr>
                <w:b w:val="0"/>
                <w:sz w:val="16"/>
                <w:szCs w:val="16"/>
                <w:lang w:val="en-GB"/>
              </w:rPr>
            </w:pPr>
            <w:r w:rsidRPr="00F748CF">
              <w:rPr>
                <w:b w:val="0"/>
                <w:sz w:val="16"/>
                <w:szCs w:val="16"/>
                <w:lang w:val="en-GB"/>
              </w:rPr>
              <w:t>If yes to 34, please briefly explain the rules and their scope.</w:t>
            </w:r>
          </w:p>
        </w:tc>
        <w:tc>
          <w:tcPr>
            <w:tcW w:w="3933" w:type="dxa"/>
          </w:tcPr>
          <w:p w14:paraId="10CB98EA" w14:textId="2961E9FF" w:rsidR="00D918FD" w:rsidRPr="00F748CF" w:rsidRDefault="00C47B99"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F748CF">
              <w:rPr>
                <w:color w:val="auto"/>
                <w:sz w:val="16"/>
                <w:szCs w:val="16"/>
                <w:lang w:val="en-GB"/>
              </w:rPr>
              <w:t>N/A</w:t>
            </w:r>
          </w:p>
        </w:tc>
      </w:tr>
      <w:tr w:rsidR="00D918FD" w:rsidRPr="00F748CF" w14:paraId="3305B33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EE5855" w14:textId="77777777" w:rsidR="00D918FD" w:rsidRPr="00F748CF" w:rsidRDefault="00D918FD" w:rsidP="009E71C6">
            <w:pPr>
              <w:pStyle w:val="ListNumber"/>
              <w:tabs>
                <w:tab w:val="clear" w:pos="284"/>
              </w:tabs>
              <w:ind w:left="340" w:hanging="340"/>
              <w:jc w:val="left"/>
              <w:rPr>
                <w:b w:val="0"/>
                <w:sz w:val="16"/>
                <w:szCs w:val="16"/>
                <w:lang w:val="en-GB"/>
              </w:rPr>
            </w:pPr>
            <w:r w:rsidRPr="00F748CF">
              <w:rPr>
                <w:b w:val="0"/>
                <w:sz w:val="16"/>
                <w:szCs w:val="16"/>
                <w:lang w:val="en-GB"/>
              </w:rPr>
              <w:t>Please consider the attached Model ATP-Structures no. 1, 2 and 4 - 6. Assuming that MNE Group is tax resident in your MS, would your MS’s CFC-rules be applied to the structures? If yes, what would be the likely effects?</w:t>
            </w:r>
          </w:p>
        </w:tc>
        <w:tc>
          <w:tcPr>
            <w:tcW w:w="3933" w:type="dxa"/>
          </w:tcPr>
          <w:p w14:paraId="01BFB815" w14:textId="2C5A9E53" w:rsidR="00D918FD" w:rsidRPr="00F748CF" w:rsidRDefault="00C47B99"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F748CF">
              <w:rPr>
                <w:color w:val="auto"/>
                <w:sz w:val="16"/>
                <w:szCs w:val="16"/>
                <w:lang w:val="en-GB"/>
              </w:rPr>
              <w:t>N/A</w:t>
            </w:r>
          </w:p>
        </w:tc>
      </w:tr>
      <w:tr w:rsidR="00D918FD" w:rsidRPr="00F748CF" w14:paraId="52E63604"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CB8A6DC" w14:textId="77777777" w:rsidR="00D918FD" w:rsidRPr="00F748CF" w:rsidRDefault="00D918FD" w:rsidP="00427661">
            <w:pPr>
              <w:rPr>
                <w:lang w:val="en-GB"/>
              </w:rPr>
            </w:pPr>
            <w:r w:rsidRPr="00F748CF">
              <w:rPr>
                <w:i/>
                <w:sz w:val="16"/>
                <w:szCs w:val="16"/>
                <w:lang w:val="en-GB"/>
              </w:rPr>
              <w:t>Mismatch in qualification of legal entities</w:t>
            </w:r>
          </w:p>
        </w:tc>
      </w:tr>
      <w:tr w:rsidR="00D918FD" w:rsidRPr="00F748CF" w14:paraId="62BE3EA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4B3071A" w14:textId="77777777" w:rsidR="00D918FD" w:rsidRPr="00F748CF" w:rsidRDefault="00D918FD" w:rsidP="009E71C6">
            <w:pPr>
              <w:pStyle w:val="ListNumber"/>
              <w:tabs>
                <w:tab w:val="clear" w:pos="284"/>
              </w:tabs>
              <w:ind w:left="340" w:hanging="340"/>
              <w:jc w:val="left"/>
              <w:rPr>
                <w:b w:val="0"/>
                <w:i/>
                <w:sz w:val="16"/>
                <w:szCs w:val="16"/>
                <w:lang w:val="en-GB"/>
              </w:rPr>
            </w:pPr>
            <w:r w:rsidRPr="00F748CF">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43244D82" w14:textId="3154137B" w:rsidR="00D918FD" w:rsidRPr="00F748CF" w:rsidRDefault="006E0BE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Bulgarian tax authorities generally follow the tax qualification of the foreign entity in the foreign state. </w:t>
            </w:r>
          </w:p>
        </w:tc>
      </w:tr>
      <w:tr w:rsidR="00D918FD" w:rsidRPr="00F748CF" w14:paraId="6D7C802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758E7D" w14:textId="77777777" w:rsidR="00D918FD" w:rsidRPr="00F748CF" w:rsidRDefault="00D918FD" w:rsidP="009E71C6">
            <w:pPr>
              <w:pStyle w:val="ListNumber"/>
              <w:tabs>
                <w:tab w:val="clear" w:pos="284"/>
              </w:tabs>
              <w:ind w:left="340" w:hanging="340"/>
              <w:jc w:val="left"/>
              <w:rPr>
                <w:b w:val="0"/>
                <w:sz w:val="16"/>
                <w:szCs w:val="16"/>
                <w:lang w:val="en-GB"/>
              </w:rPr>
            </w:pPr>
            <w:proofErr w:type="gramStart"/>
            <w:r w:rsidRPr="00422A00">
              <w:rPr>
                <w:b w:val="0"/>
                <w:sz w:val="16"/>
                <w:szCs w:val="16"/>
                <w:lang w:val="en-GB"/>
              </w:rPr>
              <w:lastRenderedPageBreak/>
              <w:t>Does</w:t>
            </w:r>
            <w:proofErr w:type="gramEnd"/>
            <w:r w:rsidRPr="00422A00">
              <w:rPr>
                <w:b w:val="0"/>
                <w:sz w:val="16"/>
                <w:szCs w:val="16"/>
                <w:lang w:val="en-GB"/>
              </w:rPr>
              <w:t xml:space="preserve"> your MS apply rules to counter another state’s mismatch in tax qualification of a legal entity (company) resident in your MS? If yes, please</w:t>
            </w:r>
            <w:r w:rsidRPr="00F748CF">
              <w:rPr>
                <w:b w:val="0"/>
                <w:sz w:val="16"/>
                <w:szCs w:val="16"/>
                <w:lang w:val="en-GB"/>
              </w:rPr>
              <w:t xml:space="preserve"> briefly explain the rules and their scope. When responding, please consider Model ATP-Structure no. 3 and assume that B Hybrid is established and tax resident in your MS.</w:t>
            </w:r>
          </w:p>
        </w:tc>
        <w:tc>
          <w:tcPr>
            <w:tcW w:w="3933" w:type="dxa"/>
          </w:tcPr>
          <w:p w14:paraId="33E82FBF" w14:textId="025E67AA" w:rsidR="00D918FD" w:rsidRPr="00F748CF" w:rsidRDefault="00422A00" w:rsidP="00A954E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Bulgaria does not really apply such specific rules. </w:t>
            </w:r>
            <w:r w:rsidR="00365B84">
              <w:rPr>
                <w:color w:val="auto"/>
                <w:sz w:val="16"/>
                <w:szCs w:val="16"/>
                <w:lang w:val="en-GB"/>
              </w:rPr>
              <w:t xml:space="preserve"> </w:t>
            </w:r>
          </w:p>
        </w:tc>
      </w:tr>
      <w:tr w:rsidR="00D918FD" w:rsidRPr="00F748CF" w14:paraId="7FFBB7F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4D9390" w14:textId="77777777" w:rsidR="00D918FD" w:rsidRPr="00F748CF" w:rsidRDefault="00D918FD" w:rsidP="009E71C6">
            <w:pPr>
              <w:pStyle w:val="ListNumber"/>
              <w:tabs>
                <w:tab w:val="clear" w:pos="284"/>
              </w:tabs>
              <w:ind w:left="340" w:hanging="340"/>
              <w:jc w:val="left"/>
              <w:rPr>
                <w:b w:val="0"/>
                <w:sz w:val="16"/>
                <w:szCs w:val="16"/>
                <w:lang w:val="en-GB"/>
              </w:rPr>
            </w:pPr>
            <w:r w:rsidRPr="00F748CF">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2722E018" w14:textId="39824FD8" w:rsidR="00D918FD" w:rsidRPr="00F748CF" w:rsidRDefault="00A954E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Not really. </w:t>
            </w:r>
          </w:p>
        </w:tc>
      </w:tr>
      <w:tr w:rsidR="00D918FD" w:rsidRPr="00F748CF" w14:paraId="350C9B0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6CD1787" w14:textId="77777777" w:rsidR="00D918FD" w:rsidRPr="00F748CF" w:rsidRDefault="00D918FD" w:rsidP="00427661">
            <w:pPr>
              <w:rPr>
                <w:lang w:val="en-GB"/>
              </w:rPr>
            </w:pPr>
            <w:r w:rsidRPr="00F748CF">
              <w:rPr>
                <w:i/>
                <w:sz w:val="16"/>
                <w:szCs w:val="16"/>
                <w:lang w:val="en-GB"/>
              </w:rPr>
              <w:t>Tax residence of company</w:t>
            </w:r>
          </w:p>
        </w:tc>
      </w:tr>
      <w:tr w:rsidR="00D918FD" w:rsidRPr="00F748CF" w14:paraId="4014D9B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FA4B85B" w14:textId="77777777" w:rsidR="00D918FD" w:rsidRPr="00F748CF" w:rsidRDefault="00D918FD" w:rsidP="00CD34C0">
            <w:pPr>
              <w:pStyle w:val="ListNumber"/>
              <w:tabs>
                <w:tab w:val="clear" w:pos="284"/>
              </w:tabs>
              <w:ind w:left="340" w:hanging="340"/>
              <w:jc w:val="left"/>
              <w:rPr>
                <w:b w:val="0"/>
                <w:i/>
                <w:sz w:val="16"/>
                <w:szCs w:val="16"/>
                <w:lang w:val="en-GB"/>
              </w:rPr>
            </w:pPr>
            <w:r w:rsidRPr="00F748CF">
              <w:rPr>
                <w:b w:val="0"/>
                <w:sz w:val="16"/>
                <w:szCs w:val="16"/>
                <w:lang w:val="en-GB"/>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Pr>
          <w:p w14:paraId="2D416037" w14:textId="1365CAE3" w:rsidR="00D918FD" w:rsidRPr="00F748CF" w:rsidRDefault="009011A1" w:rsidP="002159B9">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No. The test for tax residency is </w:t>
            </w:r>
            <w:r w:rsidR="002159B9">
              <w:rPr>
                <w:color w:val="auto"/>
                <w:sz w:val="16"/>
                <w:szCs w:val="16"/>
                <w:lang w:val="en-GB"/>
              </w:rPr>
              <w:t xml:space="preserve">the incorporation of the company under and in compliance with Bulgarian law. </w:t>
            </w:r>
          </w:p>
        </w:tc>
      </w:tr>
      <w:tr w:rsidR="00D918FD" w:rsidRPr="00F748CF" w14:paraId="647231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AF078F2" w14:textId="77777777" w:rsidR="00D918FD" w:rsidRPr="00F748CF" w:rsidRDefault="00D918FD" w:rsidP="005756EF">
            <w:pPr>
              <w:pStyle w:val="ListNumber"/>
              <w:tabs>
                <w:tab w:val="clear" w:pos="284"/>
              </w:tabs>
              <w:ind w:left="340" w:hanging="340"/>
              <w:jc w:val="left"/>
              <w:rPr>
                <w:b w:val="0"/>
                <w:sz w:val="16"/>
                <w:szCs w:val="16"/>
                <w:lang w:val="en-GB"/>
              </w:rPr>
            </w:pPr>
            <w:r w:rsidRPr="00F748CF">
              <w:rPr>
                <w:b w:val="0"/>
                <w:sz w:val="16"/>
                <w:szCs w:val="16"/>
                <w:lang w:val="en-GB"/>
              </w:rPr>
              <w:t>If yes to 40, please consider Model ATP-Structure no. 6. Would the Structure work if Company B1 is incorporated in your MS but managed and controlled abroad in an offshore-state?</w:t>
            </w:r>
          </w:p>
        </w:tc>
        <w:tc>
          <w:tcPr>
            <w:tcW w:w="3933" w:type="dxa"/>
          </w:tcPr>
          <w:p w14:paraId="765CE2B5" w14:textId="167233C0" w:rsidR="00D918FD" w:rsidRPr="00F748CF" w:rsidRDefault="009011A1"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D918FD" w:rsidRPr="00F748CF" w14:paraId="1733D3C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BD8CCC2" w14:textId="77777777" w:rsidR="00D918FD" w:rsidRPr="00F748CF" w:rsidRDefault="00D918FD" w:rsidP="00427661">
            <w:pPr>
              <w:rPr>
                <w:lang w:val="en-GB"/>
              </w:rPr>
            </w:pPr>
            <w:r w:rsidRPr="00F748CF">
              <w:rPr>
                <w:i/>
                <w:sz w:val="16"/>
                <w:szCs w:val="16"/>
                <w:lang w:val="en-GB"/>
              </w:rPr>
              <w:t>Tax ruling practices</w:t>
            </w:r>
          </w:p>
        </w:tc>
      </w:tr>
      <w:tr w:rsidR="00D918FD" w:rsidRPr="00F748CF" w14:paraId="0F7C0F0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A50D7C1" w14:textId="77777777" w:rsidR="00D918FD" w:rsidRPr="00F748CF" w:rsidRDefault="00D918FD" w:rsidP="00B94C91">
            <w:pPr>
              <w:pStyle w:val="ListNumber"/>
              <w:tabs>
                <w:tab w:val="clear" w:pos="284"/>
              </w:tabs>
              <w:ind w:left="340" w:hanging="340"/>
              <w:jc w:val="left"/>
              <w:rPr>
                <w:b w:val="0"/>
                <w:i/>
                <w:sz w:val="16"/>
                <w:szCs w:val="16"/>
                <w:lang w:val="en-GB"/>
              </w:rPr>
            </w:pPr>
            <w:r w:rsidRPr="00F748CF">
              <w:rPr>
                <w:b w:val="0"/>
                <w:sz w:val="16"/>
                <w:szCs w:val="16"/>
                <w:lang w:val="en-GB"/>
              </w:rPr>
              <w:t xml:space="preserve">Some states offer tax rulings (incl. so-called APAs) that confirm non-arm’s length-transactions or the amount of spread between interest or royalty income and cost in various international flow through-structures. As an example, please refer to Model ATP-Structure no. 1. </w:t>
            </w:r>
            <w:proofErr w:type="gramStart"/>
            <w:r w:rsidRPr="00F748CF">
              <w:rPr>
                <w:b w:val="0"/>
                <w:sz w:val="16"/>
                <w:szCs w:val="16"/>
                <w:lang w:val="en-GB"/>
              </w:rPr>
              <w:t>Does</w:t>
            </w:r>
            <w:proofErr w:type="gramEnd"/>
            <w:r w:rsidRPr="00F748CF">
              <w:rPr>
                <w:b w:val="0"/>
                <w:sz w:val="16"/>
                <w:szCs w:val="16"/>
                <w:lang w:val="en-GB"/>
              </w:rPr>
              <w:t xml:space="preserve"> your MS offer this form of tax ruling practices or APAs?</w:t>
            </w:r>
          </w:p>
        </w:tc>
        <w:tc>
          <w:tcPr>
            <w:tcW w:w="3933" w:type="dxa"/>
          </w:tcPr>
          <w:p w14:paraId="4A71EC1E" w14:textId="5A8A8C3A" w:rsidR="00D918FD" w:rsidRPr="00F748CF" w:rsidRDefault="00AE7DDF"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Bulgaria does not offer such forms of tax ruling practices and APAs. </w:t>
            </w:r>
          </w:p>
        </w:tc>
      </w:tr>
      <w:tr w:rsidR="00D918FD" w:rsidRPr="00F748CF" w14:paraId="0CEC7BE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559F22A" w14:textId="77777777" w:rsidR="00D918FD" w:rsidRPr="00F748CF" w:rsidRDefault="00D918FD" w:rsidP="00CD34C0">
            <w:pPr>
              <w:pStyle w:val="ListNumber"/>
              <w:tabs>
                <w:tab w:val="clear" w:pos="284"/>
              </w:tabs>
              <w:ind w:left="340" w:hanging="340"/>
              <w:jc w:val="left"/>
              <w:rPr>
                <w:b w:val="0"/>
                <w:sz w:val="16"/>
                <w:szCs w:val="16"/>
                <w:lang w:val="en-GB"/>
              </w:rPr>
            </w:pPr>
            <w:r w:rsidRPr="00F748CF">
              <w:rPr>
                <w:b w:val="0"/>
                <w:sz w:val="16"/>
                <w:szCs w:val="16"/>
                <w:lang w:val="en-GB"/>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14:paraId="06ABEE95" w14:textId="7B670FE2" w:rsidR="00D918FD" w:rsidRPr="00F748CF" w:rsidRDefault="009843E7" w:rsidP="005756EF">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In theory yes, if the transactions are made at arm’s length. </w:t>
            </w:r>
          </w:p>
        </w:tc>
      </w:tr>
      <w:tr w:rsidR="00D918FD" w:rsidRPr="00F748CF" w14:paraId="445CDD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75957F4" w14:textId="77777777" w:rsidR="00D918FD" w:rsidRPr="00F748CF" w:rsidRDefault="00D918FD" w:rsidP="00D67218">
            <w:pPr>
              <w:pStyle w:val="ListNumber"/>
              <w:tabs>
                <w:tab w:val="clear" w:pos="284"/>
              </w:tabs>
              <w:ind w:left="340" w:hanging="340"/>
              <w:jc w:val="left"/>
              <w:rPr>
                <w:b w:val="0"/>
                <w:sz w:val="16"/>
                <w:szCs w:val="16"/>
                <w:lang w:val="en-GB"/>
              </w:rPr>
            </w:pPr>
            <w:r w:rsidRPr="00F748CF">
              <w:rPr>
                <w:b w:val="0"/>
                <w:sz w:val="16"/>
                <w:szCs w:val="16"/>
                <w:lang w:val="en-GB"/>
              </w:rPr>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p w14:paraId="69901716" w14:textId="77777777" w:rsidR="00D918FD" w:rsidRPr="00F748CF" w:rsidRDefault="00D918FD" w:rsidP="00D67218">
            <w:pPr>
              <w:pStyle w:val="ListNumber"/>
              <w:numPr>
                <w:ilvl w:val="0"/>
                <w:numId w:val="0"/>
              </w:numPr>
              <w:ind w:left="340"/>
              <w:jc w:val="left"/>
              <w:rPr>
                <w:b w:val="0"/>
                <w:sz w:val="16"/>
                <w:szCs w:val="16"/>
                <w:lang w:val="en-GB"/>
              </w:rPr>
            </w:pPr>
          </w:p>
        </w:tc>
        <w:tc>
          <w:tcPr>
            <w:tcW w:w="3933" w:type="dxa"/>
          </w:tcPr>
          <w:p w14:paraId="57D292F6" w14:textId="64CEA52E" w:rsidR="00D918FD" w:rsidRPr="00F748CF" w:rsidRDefault="00D12520"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No. </w:t>
            </w:r>
          </w:p>
        </w:tc>
      </w:tr>
      <w:tr w:rsidR="00D918FD" w:rsidRPr="00F748CF" w14:paraId="4BA2F8D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B40EA7" w14:textId="77777777" w:rsidR="00D918FD" w:rsidRPr="00F748CF" w:rsidRDefault="00D918FD" w:rsidP="00427661">
            <w:pPr>
              <w:rPr>
                <w:lang w:val="en-GB"/>
              </w:rPr>
            </w:pPr>
            <w:r w:rsidRPr="00F748CF">
              <w:rPr>
                <w:i/>
                <w:sz w:val="16"/>
                <w:szCs w:val="16"/>
                <w:lang w:val="en-GB"/>
              </w:rPr>
              <w:t>GAAR/SAAR</w:t>
            </w:r>
          </w:p>
        </w:tc>
      </w:tr>
      <w:tr w:rsidR="00D918FD" w:rsidRPr="00CE2352" w14:paraId="4C55526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630C6E4" w14:textId="77777777" w:rsidR="00D918FD" w:rsidRPr="00F748CF" w:rsidRDefault="00D918FD" w:rsidP="005756EF">
            <w:pPr>
              <w:pStyle w:val="ListNumber"/>
              <w:tabs>
                <w:tab w:val="clear" w:pos="284"/>
              </w:tabs>
              <w:ind w:left="340" w:hanging="340"/>
              <w:jc w:val="left"/>
              <w:rPr>
                <w:b w:val="0"/>
                <w:i/>
                <w:sz w:val="16"/>
                <w:szCs w:val="16"/>
                <w:lang w:val="en-GB"/>
              </w:rPr>
            </w:pPr>
            <w:r w:rsidRPr="00F748CF">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44F8025F" w14:textId="72A7DB2D" w:rsidR="00CE2352" w:rsidRPr="000E36EE" w:rsidRDefault="000E36EE" w:rsidP="005E1BFA">
            <w:pPr>
              <w:numPr>
                <w:ilvl w:val="0"/>
                <w:numId w:val="33"/>
              </w:numPr>
              <w:ind w:left="175" w:hanging="142"/>
              <w:cnfStyle w:val="000000000000" w:firstRow="0" w:lastRow="0" w:firstColumn="0" w:lastColumn="0" w:oddVBand="0" w:evenVBand="0" w:oddHBand="0" w:evenHBand="0" w:firstRowFirstColumn="0" w:firstRowLastColumn="0" w:lastRowFirstColumn="0" w:lastRowLastColumn="0"/>
              <w:rPr>
                <w:color w:val="auto"/>
                <w:sz w:val="16"/>
                <w:szCs w:val="16"/>
                <w:lang w:val="ru-RU"/>
              </w:rPr>
            </w:pPr>
            <w:r w:rsidRPr="000E36EE">
              <w:rPr>
                <w:color w:val="auto"/>
                <w:sz w:val="16"/>
                <w:szCs w:val="16"/>
                <w:lang w:val="en-US"/>
              </w:rPr>
              <w:t xml:space="preserve">GAAR – in cases of </w:t>
            </w:r>
            <w:r>
              <w:rPr>
                <w:color w:val="auto"/>
                <w:sz w:val="16"/>
                <w:szCs w:val="16"/>
                <w:lang w:val="en-US"/>
              </w:rPr>
              <w:t>“</w:t>
            </w:r>
            <w:r w:rsidRPr="000E36EE">
              <w:rPr>
                <w:color w:val="auto"/>
                <w:sz w:val="16"/>
                <w:szCs w:val="16"/>
                <w:lang w:val="en-US"/>
              </w:rPr>
              <w:t>hidden distribution of profits</w:t>
            </w:r>
            <w:r>
              <w:rPr>
                <w:color w:val="auto"/>
                <w:sz w:val="16"/>
                <w:szCs w:val="16"/>
                <w:lang w:val="en-US"/>
              </w:rPr>
              <w:t>”</w:t>
            </w:r>
            <w:r w:rsidRPr="000E36EE">
              <w:rPr>
                <w:color w:val="auto"/>
                <w:sz w:val="16"/>
                <w:szCs w:val="16"/>
                <w:lang w:val="en-US"/>
              </w:rPr>
              <w:t>, the benefits of tax exemption</w:t>
            </w:r>
            <w:r w:rsidR="00B74CE4">
              <w:rPr>
                <w:color w:val="auto"/>
                <w:sz w:val="16"/>
                <w:szCs w:val="16"/>
                <w:lang w:val="en-US"/>
              </w:rPr>
              <w:t xml:space="preserve"> (withholding and income))</w:t>
            </w:r>
            <w:r w:rsidR="00CE695F">
              <w:rPr>
                <w:color w:val="auto"/>
                <w:sz w:val="16"/>
                <w:szCs w:val="16"/>
                <w:lang w:val="en-US"/>
              </w:rPr>
              <w:t xml:space="preserve"> or income deduction</w:t>
            </w:r>
            <w:r w:rsidRPr="000E36EE">
              <w:rPr>
                <w:color w:val="auto"/>
                <w:sz w:val="16"/>
                <w:szCs w:val="16"/>
                <w:lang w:val="en-US"/>
              </w:rPr>
              <w:t xml:space="preserve"> are denied. Fines are also levied. </w:t>
            </w:r>
          </w:p>
          <w:p w14:paraId="5CE8AE87" w14:textId="77947590" w:rsidR="000E36EE" w:rsidRDefault="000E36EE" w:rsidP="005E1BFA">
            <w:pPr>
              <w:numPr>
                <w:ilvl w:val="0"/>
                <w:numId w:val="33"/>
              </w:numPr>
              <w:ind w:left="175" w:hanging="142"/>
              <w:cnfStyle w:val="000000000000" w:firstRow="0" w:lastRow="0" w:firstColumn="0" w:lastColumn="0" w:oddVBand="0" w:evenVBand="0" w:oddHBand="0" w:evenHBand="0" w:firstRowFirstColumn="0" w:firstRowLastColumn="0" w:lastRowFirstColumn="0" w:lastRowLastColumn="0"/>
              <w:rPr>
                <w:color w:val="auto"/>
                <w:sz w:val="16"/>
                <w:szCs w:val="16"/>
                <w:lang w:val="en-US"/>
              </w:rPr>
            </w:pPr>
            <w:r>
              <w:rPr>
                <w:color w:val="auto"/>
                <w:sz w:val="16"/>
                <w:szCs w:val="16"/>
                <w:lang w:val="en-US"/>
              </w:rPr>
              <w:t>As “hidden dist</w:t>
            </w:r>
            <w:r w:rsidR="00066332">
              <w:rPr>
                <w:color w:val="auto"/>
                <w:sz w:val="16"/>
                <w:szCs w:val="16"/>
                <w:lang w:val="en-US"/>
              </w:rPr>
              <w:t>ribution of profits” are viewed</w:t>
            </w:r>
            <w:r>
              <w:rPr>
                <w:color w:val="auto"/>
                <w:sz w:val="16"/>
                <w:szCs w:val="16"/>
                <w:lang w:val="en-US"/>
              </w:rPr>
              <w:t>: expenses not related to the business of the company; interest expenses where the loan exceeds</w:t>
            </w:r>
            <w:r w:rsidR="00066332">
              <w:rPr>
                <w:color w:val="auto"/>
                <w:sz w:val="16"/>
                <w:szCs w:val="16"/>
                <w:lang w:val="en-US"/>
              </w:rPr>
              <w:t xml:space="preserve"> the own equity of the borrower;</w:t>
            </w:r>
            <w:r>
              <w:rPr>
                <w:color w:val="auto"/>
                <w:sz w:val="16"/>
                <w:szCs w:val="16"/>
                <w:lang w:val="en-US"/>
              </w:rPr>
              <w:t xml:space="preserve"> there is no repayment term fo</w:t>
            </w:r>
            <w:r w:rsidR="00066332">
              <w:rPr>
                <w:color w:val="auto"/>
                <w:sz w:val="16"/>
                <w:szCs w:val="16"/>
                <w:lang w:val="en-US"/>
              </w:rPr>
              <w:t>r the principal or the interest;</w:t>
            </w:r>
            <w:r>
              <w:rPr>
                <w:color w:val="auto"/>
                <w:sz w:val="16"/>
                <w:szCs w:val="16"/>
                <w:lang w:val="en-US"/>
              </w:rPr>
              <w:t xml:space="preserve"> the repayment of the interest or the principal depends on the profits of the borrower</w:t>
            </w:r>
            <w:r w:rsidR="00066332">
              <w:rPr>
                <w:color w:val="auto"/>
                <w:sz w:val="16"/>
                <w:szCs w:val="16"/>
                <w:lang w:val="en-US"/>
              </w:rPr>
              <w:t>;</w:t>
            </w:r>
            <w:r>
              <w:rPr>
                <w:color w:val="auto"/>
                <w:sz w:val="16"/>
                <w:szCs w:val="16"/>
                <w:lang w:val="en-US"/>
              </w:rPr>
              <w:t xml:space="preserve"> the repayment is subordinated to the claims of other creditors. </w:t>
            </w:r>
          </w:p>
          <w:p w14:paraId="034A2781" w14:textId="218EAE1E" w:rsidR="00A4457B" w:rsidRDefault="00971EBD" w:rsidP="005E1BFA">
            <w:pPr>
              <w:numPr>
                <w:ilvl w:val="0"/>
                <w:numId w:val="33"/>
              </w:numPr>
              <w:ind w:left="175" w:hanging="142"/>
              <w:cnfStyle w:val="000000000000" w:firstRow="0" w:lastRow="0" w:firstColumn="0" w:lastColumn="0" w:oddVBand="0" w:evenVBand="0" w:oddHBand="0" w:evenHBand="0" w:firstRowFirstColumn="0" w:firstRowLastColumn="0" w:lastRowFirstColumn="0" w:lastRowLastColumn="0"/>
              <w:rPr>
                <w:color w:val="auto"/>
                <w:sz w:val="16"/>
                <w:szCs w:val="16"/>
                <w:lang w:val="en-US"/>
              </w:rPr>
            </w:pPr>
            <w:r>
              <w:rPr>
                <w:color w:val="auto"/>
                <w:sz w:val="16"/>
                <w:szCs w:val="16"/>
                <w:lang w:val="en-US"/>
              </w:rPr>
              <w:t xml:space="preserve">As tax avoidance are defined, </w:t>
            </w:r>
            <w:r w:rsidRPr="00971EBD">
              <w:rPr>
                <w:i/>
                <w:color w:val="auto"/>
                <w:sz w:val="16"/>
                <w:szCs w:val="16"/>
                <w:lang w:val="en-US"/>
              </w:rPr>
              <w:t>inter alia</w:t>
            </w:r>
            <w:r>
              <w:rPr>
                <w:color w:val="auto"/>
                <w:sz w:val="16"/>
                <w:szCs w:val="16"/>
                <w:lang w:val="en-US"/>
              </w:rPr>
              <w:t xml:space="preserve">: contracts  for the free use of tangible or non-tangible assets; granting or receiving loans interest-free or under interest rates different than the market ones; remittance (write off) of loan; repayment of a loan not related to the </w:t>
            </w:r>
            <w:r w:rsidR="00874C98">
              <w:rPr>
                <w:color w:val="auto"/>
                <w:sz w:val="16"/>
                <w:szCs w:val="16"/>
                <w:lang w:val="en-US"/>
              </w:rPr>
              <w:t>business activities (e.g. repayment of a third party loan).</w:t>
            </w:r>
          </w:p>
          <w:p w14:paraId="79BA85F8" w14:textId="43B4C2DE" w:rsidR="00874C98" w:rsidRPr="00AD6B7D" w:rsidRDefault="00874C98" w:rsidP="005E1BFA">
            <w:pPr>
              <w:numPr>
                <w:ilvl w:val="0"/>
                <w:numId w:val="33"/>
              </w:numPr>
              <w:ind w:left="175" w:hanging="142"/>
              <w:cnfStyle w:val="000000000000" w:firstRow="0" w:lastRow="0" w:firstColumn="0" w:lastColumn="0" w:oddVBand="0" w:evenVBand="0" w:oddHBand="0" w:evenHBand="0" w:firstRowFirstColumn="0" w:firstRowLastColumn="0" w:lastRowFirstColumn="0" w:lastRowLastColumn="0"/>
              <w:rPr>
                <w:color w:val="auto"/>
                <w:sz w:val="16"/>
                <w:szCs w:val="16"/>
                <w:lang w:val="en-US"/>
              </w:rPr>
            </w:pPr>
            <w:r>
              <w:rPr>
                <w:color w:val="auto"/>
                <w:sz w:val="16"/>
                <w:szCs w:val="16"/>
                <w:lang w:val="en-US"/>
              </w:rPr>
              <w:t xml:space="preserve">The definition of “related parties” is broadened so the range of persons to </w:t>
            </w:r>
            <w:r>
              <w:rPr>
                <w:color w:val="auto"/>
                <w:sz w:val="16"/>
                <w:szCs w:val="16"/>
                <w:lang w:val="en-US"/>
              </w:rPr>
              <w:lastRenderedPageBreak/>
              <w:t>which the respective provisions regulating transactions between related persons is broadened. As related parties would be also  considered</w:t>
            </w:r>
            <w:r w:rsidR="00EE6CBE">
              <w:rPr>
                <w:color w:val="auto"/>
                <w:sz w:val="16"/>
                <w:szCs w:val="16"/>
                <w:lang w:val="en-US"/>
              </w:rPr>
              <w:t xml:space="preserve"> a</w:t>
            </w:r>
            <w:r>
              <w:rPr>
                <w:color w:val="auto"/>
                <w:sz w:val="16"/>
                <w:szCs w:val="16"/>
                <w:lang w:val="en-US"/>
              </w:rPr>
              <w:t xml:space="preserve"> </w:t>
            </w:r>
            <w:r w:rsidR="00EE6CBE">
              <w:rPr>
                <w:color w:val="auto"/>
                <w:sz w:val="16"/>
                <w:szCs w:val="16"/>
                <w:lang w:val="en-US"/>
              </w:rPr>
              <w:t xml:space="preserve">foreign tax resident and a Bulgarian tax resident who have entered into contract and: the foreign person is registered in a non-EU state which levies a corporate tax on the proceeds from the contracts 60 % lower than the Bulgarian corporate income tax (the rule does not apply if the foreign taxable persons evidence that his income is not subject to preferential tax regime or that the goods or services have been realized on the local market); and the state of registration of the foreign taxable person does not exchange information about the transactions. </w:t>
            </w:r>
          </w:p>
          <w:p w14:paraId="348BDF59" w14:textId="77777777" w:rsidR="00CE2352" w:rsidRPr="00AD6B7D" w:rsidRDefault="00CE2352" w:rsidP="00CE2352">
            <w:pPr>
              <w:cnfStyle w:val="000000000000" w:firstRow="0" w:lastRow="0" w:firstColumn="0" w:lastColumn="0" w:oddVBand="0" w:evenVBand="0" w:oddHBand="0" w:evenHBand="0" w:firstRowFirstColumn="0" w:firstRowLastColumn="0" w:lastRowFirstColumn="0" w:lastRowLastColumn="0"/>
              <w:rPr>
                <w:color w:val="auto"/>
                <w:sz w:val="16"/>
                <w:szCs w:val="16"/>
                <w:lang w:val="en-US"/>
              </w:rPr>
            </w:pPr>
          </w:p>
          <w:p w14:paraId="584AE58E" w14:textId="18EBF10A" w:rsidR="00D918FD" w:rsidRPr="00AD6B7D" w:rsidRDefault="00D918FD" w:rsidP="00CE2352">
            <w:pPr>
              <w:cnfStyle w:val="000000000000" w:firstRow="0" w:lastRow="0" w:firstColumn="0" w:lastColumn="0" w:oddVBand="0" w:evenVBand="0" w:oddHBand="0" w:evenHBand="0" w:firstRowFirstColumn="0" w:firstRowLastColumn="0" w:lastRowFirstColumn="0" w:lastRowLastColumn="0"/>
              <w:rPr>
                <w:color w:val="auto"/>
                <w:sz w:val="16"/>
                <w:szCs w:val="16"/>
                <w:lang w:val="en-US"/>
              </w:rPr>
            </w:pPr>
          </w:p>
        </w:tc>
      </w:tr>
      <w:tr w:rsidR="00D918FD" w:rsidRPr="00F748CF" w14:paraId="62FFBD7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47F146" w14:textId="77777777" w:rsidR="00D918FD" w:rsidRPr="00F748CF" w:rsidRDefault="00D918FD" w:rsidP="00427661">
            <w:pPr>
              <w:rPr>
                <w:lang w:val="en-GB"/>
              </w:rPr>
            </w:pPr>
            <w:r w:rsidRPr="00F748CF">
              <w:rPr>
                <w:i/>
                <w:sz w:val="16"/>
                <w:szCs w:val="16"/>
                <w:lang w:val="en-GB"/>
              </w:rPr>
              <w:lastRenderedPageBreak/>
              <w:t>Other ATP indicators</w:t>
            </w:r>
          </w:p>
        </w:tc>
      </w:tr>
      <w:tr w:rsidR="00D918FD" w:rsidRPr="00F748CF" w14:paraId="661F371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813FFBC" w14:textId="77777777" w:rsidR="00D918FD" w:rsidRPr="00F748CF" w:rsidRDefault="00D918FD" w:rsidP="005756EF">
            <w:pPr>
              <w:pStyle w:val="ListNumber"/>
              <w:tabs>
                <w:tab w:val="clear" w:pos="284"/>
              </w:tabs>
              <w:ind w:left="340" w:hanging="340"/>
              <w:jc w:val="left"/>
              <w:rPr>
                <w:b w:val="0"/>
                <w:i/>
                <w:sz w:val="16"/>
                <w:szCs w:val="16"/>
                <w:lang w:val="en-GB"/>
              </w:rPr>
            </w:pPr>
            <w:r w:rsidRPr="00F748CF">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02468314" w14:textId="134A7C5F" w:rsidR="00D918FD" w:rsidRPr="00F748CF" w:rsidRDefault="00E60A7A" w:rsidP="00E60A7A">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General anti-avoidance provisions are drafted and worded in a manner allowing their use inn wide range of ATP situations. Exchange of information between authorities in Bulgaria and between EU-states and EU and other member states, as well as access to common data bases shall be enhanced. </w:t>
            </w:r>
          </w:p>
        </w:tc>
      </w:tr>
    </w:tbl>
    <w:p w14:paraId="56910FE6" w14:textId="77777777" w:rsidR="00FA55B1" w:rsidRPr="00F748CF" w:rsidRDefault="00FA55B1" w:rsidP="00BC2E2B"/>
    <w:sectPr w:rsidR="00FA55B1" w:rsidRPr="00F748CF" w:rsidSect="0001240E">
      <w:headerReference w:type="default" r:id="rId15"/>
      <w:footerReference w:type="default" r:id="rId16"/>
      <w:headerReference w:type="first" r:id="rId17"/>
      <w:footerReference w:type="first" r:id="rId18"/>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B75F7" w14:textId="77777777" w:rsidR="006E72E7" w:rsidRPr="006A1DAA" w:rsidRDefault="006E72E7">
      <w:r w:rsidRPr="006A1DAA">
        <w:separator/>
      </w:r>
    </w:p>
  </w:endnote>
  <w:endnote w:type="continuationSeparator" w:id="0">
    <w:p w14:paraId="7F11BBBD" w14:textId="77777777" w:rsidR="006E72E7" w:rsidRPr="006A1DAA" w:rsidRDefault="006E72E7">
      <w:r w:rsidRPr="006A1DAA">
        <w:continuationSeparator/>
      </w:r>
    </w:p>
  </w:endnote>
  <w:endnote w:type="continuationNotice" w:id="1">
    <w:p w14:paraId="7BEA51F1" w14:textId="77777777" w:rsidR="006E72E7" w:rsidRDefault="006E72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BA"/>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BA"/>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D918FD" w:rsidRPr="006A1DAA" w:rsidRDefault="00D918FD"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BE403A">
      <w:rPr>
        <w:rStyle w:val="PageNumber"/>
        <w:noProof/>
      </w:rPr>
      <w:t>2</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77777777" w:rsidR="00D918FD" w:rsidRDefault="006E72E7" w:rsidP="006843AE">
    <w:pPr>
      <w:pStyle w:val="Footer"/>
      <w:jc w:val="center"/>
    </w:pPr>
    <w:r>
      <w:rPr>
        <w:noProof/>
        <w:color w:val="FFFFFF"/>
      </w:rPr>
      <w:pict w14:anchorId="04FBD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0;text-align:left;margin-left:185.4pt;margin-top:.55pt;width:68.55pt;height:22.55pt;z-index:251660288">
          <v:imagedata r:id="rId1" o:title="footerbox-half"/>
        </v:shape>
      </w:pict>
    </w:r>
    <w:proofErr w:type="spellStart"/>
    <w:proofErr w:type="gramStart"/>
    <w:r w:rsidR="00D918FD" w:rsidRPr="00DB5B81">
      <w:rPr>
        <w:color w:val="FFFFFF"/>
      </w:rPr>
      <w:t>mmm</w:t>
    </w:r>
    <w:r w:rsidR="00D918FD">
      <w:t>ll</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40A139" w14:textId="77777777" w:rsidR="006E72E7" w:rsidRPr="006A1DAA" w:rsidRDefault="006E72E7">
      <w:r w:rsidRPr="006A1DAA">
        <w:separator/>
      </w:r>
    </w:p>
  </w:footnote>
  <w:footnote w:type="continuationSeparator" w:id="0">
    <w:p w14:paraId="2DB62E60" w14:textId="77777777" w:rsidR="006E72E7" w:rsidRPr="006A1DAA" w:rsidRDefault="006E72E7">
      <w:r w:rsidRPr="006A1DAA">
        <w:continuationSeparator/>
      </w:r>
    </w:p>
  </w:footnote>
  <w:footnote w:type="continuationNotice" w:id="1">
    <w:p w14:paraId="31ADCDEB" w14:textId="77777777" w:rsidR="006E72E7" w:rsidRDefault="006E72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D918FD" w:rsidRDefault="00D918FD" w:rsidP="00E6337A">
    <w:pPr>
      <w:pStyle w:val="Footer"/>
      <w:tabs>
        <w:tab w:val="clear" w:pos="8306"/>
        <w:tab w:val="right" w:pos="8820"/>
      </w:tabs>
      <w:ind w:right="3027"/>
      <w:jc w:val="right"/>
      <w:rPr>
        <w:rFonts w:cs="Arial"/>
        <w:b/>
        <w:i w:val="0"/>
        <w:noProof/>
        <w:color w:val="auto"/>
        <w:w w:val="80"/>
        <w:szCs w:val="16"/>
      </w:rPr>
    </w:pPr>
  </w:p>
  <w:p w14:paraId="52FE63E3" w14:textId="77777777" w:rsidR="00D918FD" w:rsidRDefault="00D918FD" w:rsidP="00E6337A">
    <w:pPr>
      <w:pStyle w:val="Footer"/>
      <w:tabs>
        <w:tab w:val="clear" w:pos="8306"/>
        <w:tab w:val="right" w:pos="8820"/>
      </w:tabs>
      <w:ind w:right="3027"/>
      <w:jc w:val="right"/>
      <w:rPr>
        <w:rFonts w:cs="Arial"/>
        <w:b/>
        <w:i w:val="0"/>
        <w:noProof/>
        <w:color w:val="auto"/>
        <w:w w:val="80"/>
        <w:szCs w:val="16"/>
      </w:rPr>
    </w:pPr>
  </w:p>
  <w:p w14:paraId="044ACB91" w14:textId="03F381C6" w:rsidR="00D918FD" w:rsidRPr="00BD2FBC" w:rsidRDefault="006E72E7" w:rsidP="00E6337A">
    <w:pPr>
      <w:pStyle w:val="Footer"/>
      <w:tabs>
        <w:tab w:val="clear" w:pos="8306"/>
        <w:tab w:val="left" w:pos="8789"/>
        <w:tab w:val="right" w:pos="8820"/>
      </w:tabs>
      <w:ind w:right="-2"/>
      <w:jc w:val="right"/>
      <w:rPr>
        <w:rFonts w:cs="Arial"/>
        <w:noProof/>
        <w:color w:val="auto"/>
        <w:szCs w:val="16"/>
      </w:rPr>
    </w:pPr>
    <w:r>
      <w:rPr>
        <w:rStyle w:val="HeaderChar"/>
      </w:rPr>
      <w:pict w14:anchorId="3325643B">
        <v:line id="_x0000_s2061" style="position:absolute;left:0;text-align:left;z-index:251656192" from="0,16.65pt" to="441pt,16.65pt" o:allowincell="f"/>
      </w:pict>
    </w:r>
    <w:r w:rsidR="00D918FD" w:rsidRPr="00B04590">
      <w:rPr>
        <w:rStyle w:val="HeaderChar"/>
      </w:rPr>
      <w:t xml:space="preserve"> </w:t>
    </w:r>
    <w:r w:rsidR="00D918FD">
      <w:rPr>
        <w:rStyle w:val="HeaderChar"/>
      </w:rPr>
      <w:t>Questionnaire - Bulgaria</w:t>
    </w:r>
  </w:p>
  <w:p w14:paraId="447033D2" w14:textId="77777777" w:rsidR="00D918FD" w:rsidRDefault="00D918FD"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1F80D755" w14:textId="77777777" w:rsidR="00D918FD" w:rsidRDefault="006E72E7" w:rsidP="00F73F01">
    <w:pPr>
      <w:pStyle w:val="Footer"/>
      <w:pBdr>
        <w:bottom w:val="single" w:sz="4" w:space="1" w:color="7B6F46"/>
      </w:pBdr>
      <w:tabs>
        <w:tab w:val="clear" w:pos="8306"/>
        <w:tab w:val="right" w:pos="8820"/>
      </w:tabs>
      <w:ind w:right="3027"/>
      <w:jc w:val="center"/>
    </w:pPr>
    <w:r>
      <w:rPr>
        <w:rFonts w:cs="Arial"/>
        <w:b/>
        <w:i w:val="0"/>
        <w:noProof/>
        <w:color w:val="auto"/>
        <w:w w:val="80"/>
        <w:szCs w:val="16"/>
      </w:rPr>
      <w:pict w14:anchorId="3C82FA8F">
        <v:line id="_x0000_s2058" style="position:absolute;left:0;text-align:left;z-index:251655168" from="0,25.65pt" to="441pt,25.65pt" o:allowincell="f"/>
      </w:pict>
    </w:r>
    <w:r w:rsidR="00BE403A">
      <w:rPr>
        <w:rFonts w:cs="Arial"/>
        <w:b/>
        <w:i w:val="0"/>
        <w:noProof/>
        <w:color w:val="auto"/>
        <w:w w:val="80"/>
        <w:szCs w:val="16"/>
      </w:rPr>
      <w:pict w14:anchorId="07D31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15pt;height:593.3pt">
          <v:imagedata r:id="rId1" o:title="Corporate_Word_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77777777" w:rsidR="00D918FD" w:rsidRDefault="006E72E7" w:rsidP="006843AE">
    <w:pPr>
      <w:pStyle w:val="Header"/>
      <w:jc w:val="center"/>
    </w:pPr>
    <w:r>
      <w:rPr>
        <w:noProof/>
      </w:rPr>
      <w:pict w14:anchorId="477D3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0;text-align:left;margin-left:152.95pt;margin-top:-2.1pt;width:159.05pt;height:110.75pt;z-index:251659264">
          <v:imagedata r:id="rId1" o:title="LOGO CE_Vertical_EN_quadri_HR"/>
        </v:shape>
      </w:pict>
    </w:r>
    <w:r>
      <w:rPr>
        <w:noProof/>
        <w:lang w:val="en-US" w:eastAsia="en-US"/>
      </w:rPr>
      <w:pict w14:anchorId="29EC38F9">
        <v:shape id="_x0000_s2068" type="#_x0000_t75" style="position:absolute;left:0;text-align:left;margin-left:-87.95pt;margin-top:191.7pt;width:439.55pt;height:551.85pt;z-index:-251658240;mso-position-horizontal-relative:margin;mso-position-vertical-relative:margin">
          <v:imagedata r:id="rId2" o:title="Griffes Bleu"/>
          <w10:wrap anchorx="margin" anchory="margin"/>
        </v:shape>
      </w:pict>
    </w:r>
    <w:r>
      <w:rPr>
        <w:noProof/>
        <w:lang w:val="en-US" w:eastAsia="en-US"/>
      </w:rPr>
      <w:pict w14:anchorId="66527914">
        <v:rect id="_x0000_s2067" style="position:absolute;left:0;text-align:left;margin-left:-85.05pt;margin-top:75.7pt;width:599.45pt;height:737.8pt;z-index:-251659264" fillcolor="#8594c5"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4B96CBA"/>
    <w:multiLevelType w:val="hybridMultilevel"/>
    <w:tmpl w:val="F5A2D6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43D0D64"/>
    <w:multiLevelType w:val="hybridMultilevel"/>
    <w:tmpl w:val="60AACEF8"/>
    <w:lvl w:ilvl="0" w:tplc="9EA0F6A2">
      <w:numFmt w:val="bullet"/>
      <w:lvlText w:val="-"/>
      <w:lvlJc w:val="left"/>
      <w:pPr>
        <w:ind w:left="720" w:hanging="360"/>
      </w:pPr>
      <w:rPr>
        <w:rFonts w:ascii="Verdana" w:eastAsia="Verdana"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5">
    <w:nsid w:val="24A92B1F"/>
    <w:multiLevelType w:val="hybridMultilevel"/>
    <w:tmpl w:val="ED4E877C"/>
    <w:lvl w:ilvl="0" w:tplc="9EA0F6A2">
      <w:numFmt w:val="bullet"/>
      <w:lvlText w:val="-"/>
      <w:lvlJc w:val="left"/>
      <w:pPr>
        <w:ind w:left="720" w:hanging="360"/>
      </w:pPr>
      <w:rPr>
        <w:rFonts w:ascii="Verdana" w:eastAsia="Verdana"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nsid w:val="279250F5"/>
    <w:multiLevelType w:val="hybridMultilevel"/>
    <w:tmpl w:val="20B2CA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9">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21">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22">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23">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5">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6">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8">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9">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30">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3"/>
  </w:num>
  <w:num w:numId="7">
    <w:abstractNumId w:val="10"/>
  </w:num>
  <w:num w:numId="8">
    <w:abstractNumId w:val="23"/>
  </w:num>
  <w:num w:numId="9">
    <w:abstractNumId w:val="24"/>
  </w:num>
  <w:num w:numId="10">
    <w:abstractNumId w:val="16"/>
  </w:num>
  <w:num w:numId="11">
    <w:abstractNumId w:val="8"/>
  </w:num>
  <w:num w:numId="12">
    <w:abstractNumId w:val="32"/>
  </w:num>
  <w:num w:numId="13">
    <w:abstractNumId w:val="6"/>
  </w:num>
  <w:num w:numId="14">
    <w:abstractNumId w:val="21"/>
  </w:num>
  <w:num w:numId="15">
    <w:abstractNumId w:val="28"/>
  </w:num>
  <w:num w:numId="16">
    <w:abstractNumId w:val="27"/>
  </w:num>
  <w:num w:numId="17">
    <w:abstractNumId w:val="22"/>
  </w:num>
  <w:num w:numId="18">
    <w:abstractNumId w:val="20"/>
  </w:num>
  <w:num w:numId="19">
    <w:abstractNumId w:val="4"/>
  </w:num>
  <w:num w:numId="20">
    <w:abstractNumId w:val="30"/>
  </w:num>
  <w:num w:numId="21">
    <w:abstractNumId w:val="9"/>
  </w:num>
  <w:num w:numId="22">
    <w:abstractNumId w:val="12"/>
  </w:num>
  <w:num w:numId="23">
    <w:abstractNumId w:val="25"/>
  </w:num>
  <w:num w:numId="24">
    <w:abstractNumId w:val="19"/>
  </w:num>
  <w:num w:numId="25">
    <w:abstractNumId w:val="29"/>
  </w:num>
  <w:num w:numId="26">
    <w:abstractNumId w:val="18"/>
  </w:num>
  <w:num w:numId="27">
    <w:abstractNumId w:val="14"/>
  </w:num>
  <w:num w:numId="28">
    <w:abstractNumId w:val="31"/>
  </w:num>
  <w:num w:numId="29">
    <w:abstractNumId w:val="26"/>
  </w:num>
  <w:num w:numId="30">
    <w:abstractNumId w:val="4"/>
  </w:num>
  <w:num w:numId="31">
    <w:abstractNumId w:val="11"/>
  </w:num>
  <w:num w:numId="32">
    <w:abstractNumId w:val="15"/>
  </w:num>
  <w:num w:numId="33">
    <w:abstractNumId w:val="7"/>
  </w:num>
  <w:num w:numId="34">
    <w:abstractNumId w:val="17"/>
  </w:num>
  <w:num w:numId="35">
    <w:abstractNumId w:val="4"/>
  </w:num>
  <w:num w:numId="36">
    <w:abstractNumId w:val="4"/>
  </w:num>
  <w:num w:numId="37">
    <w:abstractNumId w:val="4"/>
  </w:num>
  <w:num w:numId="38">
    <w:abstractNumId w:val="4"/>
  </w:num>
  <w:num w:numId="39">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2"/>
  <w:characterSpacingControl w:val="doNotCompress"/>
  <w:hdrShapeDefaults>
    <o:shapedefaults v:ext="edit" spidmax="2077">
      <o:colormru v:ext="edit" colors="#8594c5"/>
    </o:shapedefaults>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2FBC"/>
    <w:rsid w:val="0000014E"/>
    <w:rsid w:val="000003C7"/>
    <w:rsid w:val="000011F8"/>
    <w:rsid w:val="00001C97"/>
    <w:rsid w:val="00002AB0"/>
    <w:rsid w:val="00002FFA"/>
    <w:rsid w:val="00003467"/>
    <w:rsid w:val="000034FF"/>
    <w:rsid w:val="00003AD6"/>
    <w:rsid w:val="000049DA"/>
    <w:rsid w:val="00004F54"/>
    <w:rsid w:val="00005E82"/>
    <w:rsid w:val="000060E8"/>
    <w:rsid w:val="00007392"/>
    <w:rsid w:val="00007AB9"/>
    <w:rsid w:val="0001240E"/>
    <w:rsid w:val="00012675"/>
    <w:rsid w:val="000141A3"/>
    <w:rsid w:val="00015760"/>
    <w:rsid w:val="00015C48"/>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37CE3"/>
    <w:rsid w:val="000405C4"/>
    <w:rsid w:val="00041DD4"/>
    <w:rsid w:val="00042A2B"/>
    <w:rsid w:val="00043C51"/>
    <w:rsid w:val="000445CA"/>
    <w:rsid w:val="00045D7B"/>
    <w:rsid w:val="00046B17"/>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332"/>
    <w:rsid w:val="00066E95"/>
    <w:rsid w:val="000673AF"/>
    <w:rsid w:val="0006761C"/>
    <w:rsid w:val="000679B5"/>
    <w:rsid w:val="000703BE"/>
    <w:rsid w:val="00071214"/>
    <w:rsid w:val="0007167C"/>
    <w:rsid w:val="0007182F"/>
    <w:rsid w:val="00071C09"/>
    <w:rsid w:val="0007390C"/>
    <w:rsid w:val="00074C5F"/>
    <w:rsid w:val="00076EB2"/>
    <w:rsid w:val="00077239"/>
    <w:rsid w:val="00080B11"/>
    <w:rsid w:val="00081939"/>
    <w:rsid w:val="00081B17"/>
    <w:rsid w:val="00081E2B"/>
    <w:rsid w:val="00083322"/>
    <w:rsid w:val="00083D17"/>
    <w:rsid w:val="0008463C"/>
    <w:rsid w:val="00084C7A"/>
    <w:rsid w:val="00084DEF"/>
    <w:rsid w:val="0008560D"/>
    <w:rsid w:val="00091909"/>
    <w:rsid w:val="00091E98"/>
    <w:rsid w:val="00093F44"/>
    <w:rsid w:val="0009419B"/>
    <w:rsid w:val="0009490F"/>
    <w:rsid w:val="00094AB3"/>
    <w:rsid w:val="00095C34"/>
    <w:rsid w:val="00096A5C"/>
    <w:rsid w:val="000A0E44"/>
    <w:rsid w:val="000A17AD"/>
    <w:rsid w:val="000A247A"/>
    <w:rsid w:val="000A360E"/>
    <w:rsid w:val="000A3745"/>
    <w:rsid w:val="000A683C"/>
    <w:rsid w:val="000A6C42"/>
    <w:rsid w:val="000B0E45"/>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28FB"/>
    <w:rsid w:val="000E31AA"/>
    <w:rsid w:val="000E36EE"/>
    <w:rsid w:val="000E3D43"/>
    <w:rsid w:val="000E500B"/>
    <w:rsid w:val="000E530C"/>
    <w:rsid w:val="000E6241"/>
    <w:rsid w:val="000F02C6"/>
    <w:rsid w:val="000F05F9"/>
    <w:rsid w:val="000F06F3"/>
    <w:rsid w:val="000F0714"/>
    <w:rsid w:val="000F0B8C"/>
    <w:rsid w:val="000F1F7F"/>
    <w:rsid w:val="000F21F4"/>
    <w:rsid w:val="000F260B"/>
    <w:rsid w:val="000F4DA4"/>
    <w:rsid w:val="000F5233"/>
    <w:rsid w:val="000F5759"/>
    <w:rsid w:val="000F69CF"/>
    <w:rsid w:val="00100218"/>
    <w:rsid w:val="00102228"/>
    <w:rsid w:val="001037E2"/>
    <w:rsid w:val="0010392E"/>
    <w:rsid w:val="00104B52"/>
    <w:rsid w:val="00105BA9"/>
    <w:rsid w:val="001077CC"/>
    <w:rsid w:val="00107A66"/>
    <w:rsid w:val="00110F8E"/>
    <w:rsid w:val="00111F04"/>
    <w:rsid w:val="00111FC4"/>
    <w:rsid w:val="00112D0D"/>
    <w:rsid w:val="00114806"/>
    <w:rsid w:val="00114C61"/>
    <w:rsid w:val="00115646"/>
    <w:rsid w:val="00115D67"/>
    <w:rsid w:val="0011600E"/>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8A8"/>
    <w:rsid w:val="001274A0"/>
    <w:rsid w:val="00127F9A"/>
    <w:rsid w:val="0013044D"/>
    <w:rsid w:val="001332B5"/>
    <w:rsid w:val="00134DE4"/>
    <w:rsid w:val="00135C38"/>
    <w:rsid w:val="00140314"/>
    <w:rsid w:val="00140693"/>
    <w:rsid w:val="00140D74"/>
    <w:rsid w:val="00141838"/>
    <w:rsid w:val="00141C36"/>
    <w:rsid w:val="00141D40"/>
    <w:rsid w:val="00141F0C"/>
    <w:rsid w:val="00143052"/>
    <w:rsid w:val="0014312F"/>
    <w:rsid w:val="001431C5"/>
    <w:rsid w:val="00143D09"/>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F68"/>
    <w:rsid w:val="00176841"/>
    <w:rsid w:val="00176F0C"/>
    <w:rsid w:val="00177A1E"/>
    <w:rsid w:val="00181628"/>
    <w:rsid w:val="00182526"/>
    <w:rsid w:val="00182722"/>
    <w:rsid w:val="001827EC"/>
    <w:rsid w:val="00184274"/>
    <w:rsid w:val="0018495D"/>
    <w:rsid w:val="00185B82"/>
    <w:rsid w:val="00186145"/>
    <w:rsid w:val="00190155"/>
    <w:rsid w:val="001906EE"/>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13CD"/>
    <w:rsid w:val="001C23C1"/>
    <w:rsid w:val="001C2E2E"/>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3CAB"/>
    <w:rsid w:val="001E4038"/>
    <w:rsid w:val="001E403E"/>
    <w:rsid w:val="001E4F13"/>
    <w:rsid w:val="001E537C"/>
    <w:rsid w:val="001E5D90"/>
    <w:rsid w:val="001E724E"/>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07140"/>
    <w:rsid w:val="00210591"/>
    <w:rsid w:val="002106F0"/>
    <w:rsid w:val="00210797"/>
    <w:rsid w:val="00210D2F"/>
    <w:rsid w:val="00211831"/>
    <w:rsid w:val="00212343"/>
    <w:rsid w:val="00212607"/>
    <w:rsid w:val="002128B5"/>
    <w:rsid w:val="00212BA2"/>
    <w:rsid w:val="00215102"/>
    <w:rsid w:val="002151EB"/>
    <w:rsid w:val="002159B9"/>
    <w:rsid w:val="00215FF2"/>
    <w:rsid w:val="002160CD"/>
    <w:rsid w:val="00217819"/>
    <w:rsid w:val="00220103"/>
    <w:rsid w:val="00220754"/>
    <w:rsid w:val="00222D37"/>
    <w:rsid w:val="002236B6"/>
    <w:rsid w:val="002237B9"/>
    <w:rsid w:val="00223DF4"/>
    <w:rsid w:val="00224443"/>
    <w:rsid w:val="00224C05"/>
    <w:rsid w:val="002262DF"/>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3A2C"/>
    <w:rsid w:val="00263F24"/>
    <w:rsid w:val="00264114"/>
    <w:rsid w:val="002658ED"/>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D5F"/>
    <w:rsid w:val="00284737"/>
    <w:rsid w:val="002864F8"/>
    <w:rsid w:val="0028749C"/>
    <w:rsid w:val="0028796F"/>
    <w:rsid w:val="00290512"/>
    <w:rsid w:val="00290B34"/>
    <w:rsid w:val="002912AE"/>
    <w:rsid w:val="00291BE0"/>
    <w:rsid w:val="00293F87"/>
    <w:rsid w:val="00294FCD"/>
    <w:rsid w:val="002954D2"/>
    <w:rsid w:val="00296A1E"/>
    <w:rsid w:val="00297A60"/>
    <w:rsid w:val="00297C8A"/>
    <w:rsid w:val="002A004A"/>
    <w:rsid w:val="002A0838"/>
    <w:rsid w:val="002A20C0"/>
    <w:rsid w:val="002A2D1F"/>
    <w:rsid w:val="002A335C"/>
    <w:rsid w:val="002A42B8"/>
    <w:rsid w:val="002A4A4C"/>
    <w:rsid w:val="002A4FAC"/>
    <w:rsid w:val="002B0A74"/>
    <w:rsid w:val="002B3B85"/>
    <w:rsid w:val="002B56D7"/>
    <w:rsid w:val="002B778E"/>
    <w:rsid w:val="002B7B68"/>
    <w:rsid w:val="002B7C7B"/>
    <w:rsid w:val="002C08C1"/>
    <w:rsid w:val="002C09F2"/>
    <w:rsid w:val="002C2756"/>
    <w:rsid w:val="002C3989"/>
    <w:rsid w:val="002C5298"/>
    <w:rsid w:val="002C57B3"/>
    <w:rsid w:val="002C5CD3"/>
    <w:rsid w:val="002C65EE"/>
    <w:rsid w:val="002C7F91"/>
    <w:rsid w:val="002D0B38"/>
    <w:rsid w:val="002D0C78"/>
    <w:rsid w:val="002D16E7"/>
    <w:rsid w:val="002D218A"/>
    <w:rsid w:val="002D2E84"/>
    <w:rsid w:val="002D3B24"/>
    <w:rsid w:val="002D56F9"/>
    <w:rsid w:val="002D693A"/>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2D63"/>
    <w:rsid w:val="00303132"/>
    <w:rsid w:val="003031DC"/>
    <w:rsid w:val="00303716"/>
    <w:rsid w:val="003042A8"/>
    <w:rsid w:val="00304A8F"/>
    <w:rsid w:val="00305B39"/>
    <w:rsid w:val="00306107"/>
    <w:rsid w:val="003063F0"/>
    <w:rsid w:val="00306F42"/>
    <w:rsid w:val="003108E4"/>
    <w:rsid w:val="00311B5F"/>
    <w:rsid w:val="00312018"/>
    <w:rsid w:val="00312874"/>
    <w:rsid w:val="00312F90"/>
    <w:rsid w:val="003131BA"/>
    <w:rsid w:val="00313255"/>
    <w:rsid w:val="0031392C"/>
    <w:rsid w:val="00313F06"/>
    <w:rsid w:val="0031458D"/>
    <w:rsid w:val="00315472"/>
    <w:rsid w:val="00315722"/>
    <w:rsid w:val="003160B3"/>
    <w:rsid w:val="0031681C"/>
    <w:rsid w:val="00317B02"/>
    <w:rsid w:val="00320268"/>
    <w:rsid w:val="003215BA"/>
    <w:rsid w:val="00321DCB"/>
    <w:rsid w:val="003222B1"/>
    <w:rsid w:val="00323DA4"/>
    <w:rsid w:val="00324B0E"/>
    <w:rsid w:val="00325BDF"/>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36D"/>
    <w:rsid w:val="00350950"/>
    <w:rsid w:val="00350FCA"/>
    <w:rsid w:val="00353839"/>
    <w:rsid w:val="00354B07"/>
    <w:rsid w:val="003552DA"/>
    <w:rsid w:val="00355427"/>
    <w:rsid w:val="003565A3"/>
    <w:rsid w:val="003605A2"/>
    <w:rsid w:val="00362716"/>
    <w:rsid w:val="00362BA1"/>
    <w:rsid w:val="00362BFF"/>
    <w:rsid w:val="003647CC"/>
    <w:rsid w:val="00364AD0"/>
    <w:rsid w:val="00365085"/>
    <w:rsid w:val="0036508F"/>
    <w:rsid w:val="00365B84"/>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20BC"/>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6A07"/>
    <w:rsid w:val="003A6F57"/>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1F7D"/>
    <w:rsid w:val="003D2EFF"/>
    <w:rsid w:val="003D4323"/>
    <w:rsid w:val="003D4B2E"/>
    <w:rsid w:val="003D4C08"/>
    <w:rsid w:val="003D4D69"/>
    <w:rsid w:val="003D62A6"/>
    <w:rsid w:val="003D7247"/>
    <w:rsid w:val="003D75EA"/>
    <w:rsid w:val="003E0983"/>
    <w:rsid w:val="003E199C"/>
    <w:rsid w:val="003E2961"/>
    <w:rsid w:val="003E4081"/>
    <w:rsid w:val="003E482F"/>
    <w:rsid w:val="003E5245"/>
    <w:rsid w:val="003E52F5"/>
    <w:rsid w:val="003E62E0"/>
    <w:rsid w:val="003E6522"/>
    <w:rsid w:val="003E7CF2"/>
    <w:rsid w:val="003F19F7"/>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205B3"/>
    <w:rsid w:val="00420675"/>
    <w:rsid w:val="00420CA9"/>
    <w:rsid w:val="00422171"/>
    <w:rsid w:val="004225FB"/>
    <w:rsid w:val="00422A00"/>
    <w:rsid w:val="00423ACC"/>
    <w:rsid w:val="00424321"/>
    <w:rsid w:val="00425D24"/>
    <w:rsid w:val="0042620B"/>
    <w:rsid w:val="004268B1"/>
    <w:rsid w:val="00427661"/>
    <w:rsid w:val="00427F0B"/>
    <w:rsid w:val="00430455"/>
    <w:rsid w:val="004312A6"/>
    <w:rsid w:val="00431B06"/>
    <w:rsid w:val="00431FBA"/>
    <w:rsid w:val="00432B9C"/>
    <w:rsid w:val="0043368D"/>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F2F"/>
    <w:rsid w:val="004516EF"/>
    <w:rsid w:val="004537E0"/>
    <w:rsid w:val="00453AE2"/>
    <w:rsid w:val="00455A2B"/>
    <w:rsid w:val="0045606F"/>
    <w:rsid w:val="00457C07"/>
    <w:rsid w:val="00457C0C"/>
    <w:rsid w:val="00460C3C"/>
    <w:rsid w:val="00461B58"/>
    <w:rsid w:val="0046408E"/>
    <w:rsid w:val="004649BE"/>
    <w:rsid w:val="00464B8F"/>
    <w:rsid w:val="00464FC6"/>
    <w:rsid w:val="00466212"/>
    <w:rsid w:val="004711A5"/>
    <w:rsid w:val="00471CEB"/>
    <w:rsid w:val="00472263"/>
    <w:rsid w:val="004737F0"/>
    <w:rsid w:val="00473E06"/>
    <w:rsid w:val="00475724"/>
    <w:rsid w:val="00475ECD"/>
    <w:rsid w:val="0047702C"/>
    <w:rsid w:val="00477A2C"/>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E06FE"/>
    <w:rsid w:val="004E32FE"/>
    <w:rsid w:val="004E3645"/>
    <w:rsid w:val="004E3D7D"/>
    <w:rsid w:val="004E4477"/>
    <w:rsid w:val="004E474C"/>
    <w:rsid w:val="004E5300"/>
    <w:rsid w:val="004E625B"/>
    <w:rsid w:val="004F0446"/>
    <w:rsid w:val="004F180F"/>
    <w:rsid w:val="004F1823"/>
    <w:rsid w:val="004F1F87"/>
    <w:rsid w:val="004F6416"/>
    <w:rsid w:val="004F6DFB"/>
    <w:rsid w:val="0050001B"/>
    <w:rsid w:val="00501532"/>
    <w:rsid w:val="005019CB"/>
    <w:rsid w:val="00503E0A"/>
    <w:rsid w:val="0050441E"/>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73ED"/>
    <w:rsid w:val="00527526"/>
    <w:rsid w:val="005303A5"/>
    <w:rsid w:val="00531342"/>
    <w:rsid w:val="00532CC6"/>
    <w:rsid w:val="00532FDF"/>
    <w:rsid w:val="005332D4"/>
    <w:rsid w:val="00535381"/>
    <w:rsid w:val="00535626"/>
    <w:rsid w:val="00535D82"/>
    <w:rsid w:val="00537638"/>
    <w:rsid w:val="0054030E"/>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6F6E"/>
    <w:rsid w:val="005607C8"/>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F7E"/>
    <w:rsid w:val="00570625"/>
    <w:rsid w:val="005711CC"/>
    <w:rsid w:val="00571317"/>
    <w:rsid w:val="00572368"/>
    <w:rsid w:val="00573363"/>
    <w:rsid w:val="00573BE3"/>
    <w:rsid w:val="0057508B"/>
    <w:rsid w:val="00575241"/>
    <w:rsid w:val="005756EF"/>
    <w:rsid w:val="005772A2"/>
    <w:rsid w:val="00581C1B"/>
    <w:rsid w:val="005825A9"/>
    <w:rsid w:val="0058325D"/>
    <w:rsid w:val="005837C7"/>
    <w:rsid w:val="00583B62"/>
    <w:rsid w:val="00584A54"/>
    <w:rsid w:val="00585353"/>
    <w:rsid w:val="00585AF5"/>
    <w:rsid w:val="005870D5"/>
    <w:rsid w:val="00587673"/>
    <w:rsid w:val="00591817"/>
    <w:rsid w:val="00591840"/>
    <w:rsid w:val="00592B24"/>
    <w:rsid w:val="00593256"/>
    <w:rsid w:val="00594AA6"/>
    <w:rsid w:val="00594C96"/>
    <w:rsid w:val="00595D64"/>
    <w:rsid w:val="0059619D"/>
    <w:rsid w:val="005963FC"/>
    <w:rsid w:val="00597387"/>
    <w:rsid w:val="00597995"/>
    <w:rsid w:val="00597CB4"/>
    <w:rsid w:val="005A0B37"/>
    <w:rsid w:val="005A0BF0"/>
    <w:rsid w:val="005A1150"/>
    <w:rsid w:val="005A1668"/>
    <w:rsid w:val="005A1F4E"/>
    <w:rsid w:val="005A3022"/>
    <w:rsid w:val="005A3F37"/>
    <w:rsid w:val="005A51ED"/>
    <w:rsid w:val="005A6731"/>
    <w:rsid w:val="005A7196"/>
    <w:rsid w:val="005B01C8"/>
    <w:rsid w:val="005B103F"/>
    <w:rsid w:val="005B11FE"/>
    <w:rsid w:val="005B2582"/>
    <w:rsid w:val="005B3B7C"/>
    <w:rsid w:val="005B504C"/>
    <w:rsid w:val="005B5195"/>
    <w:rsid w:val="005B524F"/>
    <w:rsid w:val="005B691A"/>
    <w:rsid w:val="005B6C2B"/>
    <w:rsid w:val="005B7185"/>
    <w:rsid w:val="005B7B6E"/>
    <w:rsid w:val="005C1260"/>
    <w:rsid w:val="005C7110"/>
    <w:rsid w:val="005C77A1"/>
    <w:rsid w:val="005D0B90"/>
    <w:rsid w:val="005D154D"/>
    <w:rsid w:val="005D38C9"/>
    <w:rsid w:val="005D399A"/>
    <w:rsid w:val="005D3F0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5F75"/>
    <w:rsid w:val="005F6287"/>
    <w:rsid w:val="005F6C18"/>
    <w:rsid w:val="005F7A35"/>
    <w:rsid w:val="006006A0"/>
    <w:rsid w:val="0060125E"/>
    <w:rsid w:val="00601928"/>
    <w:rsid w:val="00601C2E"/>
    <w:rsid w:val="006022EC"/>
    <w:rsid w:val="006037E6"/>
    <w:rsid w:val="00603EC9"/>
    <w:rsid w:val="00611217"/>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EE5"/>
    <w:rsid w:val="006312DC"/>
    <w:rsid w:val="0063226C"/>
    <w:rsid w:val="006333A2"/>
    <w:rsid w:val="00633445"/>
    <w:rsid w:val="00636E34"/>
    <w:rsid w:val="00641A1B"/>
    <w:rsid w:val="006422D1"/>
    <w:rsid w:val="006424A7"/>
    <w:rsid w:val="00642756"/>
    <w:rsid w:val="00642CAB"/>
    <w:rsid w:val="006441C4"/>
    <w:rsid w:val="0064439A"/>
    <w:rsid w:val="00645031"/>
    <w:rsid w:val="006451F7"/>
    <w:rsid w:val="00645D45"/>
    <w:rsid w:val="00647C1B"/>
    <w:rsid w:val="006516F3"/>
    <w:rsid w:val="00651C87"/>
    <w:rsid w:val="00651CC6"/>
    <w:rsid w:val="00653E20"/>
    <w:rsid w:val="00654B48"/>
    <w:rsid w:val="0065534D"/>
    <w:rsid w:val="00655DCE"/>
    <w:rsid w:val="00656089"/>
    <w:rsid w:val="00657243"/>
    <w:rsid w:val="00657639"/>
    <w:rsid w:val="0065767F"/>
    <w:rsid w:val="00657D7E"/>
    <w:rsid w:val="0066395D"/>
    <w:rsid w:val="00664E79"/>
    <w:rsid w:val="00665576"/>
    <w:rsid w:val="00665D82"/>
    <w:rsid w:val="0066664B"/>
    <w:rsid w:val="00666BB1"/>
    <w:rsid w:val="00666F60"/>
    <w:rsid w:val="00667111"/>
    <w:rsid w:val="00670D08"/>
    <w:rsid w:val="00671D27"/>
    <w:rsid w:val="00672110"/>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D2A"/>
    <w:rsid w:val="0069335B"/>
    <w:rsid w:val="00693734"/>
    <w:rsid w:val="0069492E"/>
    <w:rsid w:val="00694C99"/>
    <w:rsid w:val="006951F2"/>
    <w:rsid w:val="00695D46"/>
    <w:rsid w:val="0069660A"/>
    <w:rsid w:val="00696701"/>
    <w:rsid w:val="0069695C"/>
    <w:rsid w:val="00697F08"/>
    <w:rsid w:val="006A0294"/>
    <w:rsid w:val="006A02EC"/>
    <w:rsid w:val="006A13F6"/>
    <w:rsid w:val="006A1DAA"/>
    <w:rsid w:val="006A54FE"/>
    <w:rsid w:val="006A5586"/>
    <w:rsid w:val="006A6F96"/>
    <w:rsid w:val="006B0464"/>
    <w:rsid w:val="006B1FDC"/>
    <w:rsid w:val="006B2590"/>
    <w:rsid w:val="006B263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0BE2"/>
    <w:rsid w:val="006E13E6"/>
    <w:rsid w:val="006E1DA2"/>
    <w:rsid w:val="006E1E0C"/>
    <w:rsid w:val="006E2964"/>
    <w:rsid w:val="006E3311"/>
    <w:rsid w:val="006E6E08"/>
    <w:rsid w:val="006E72E7"/>
    <w:rsid w:val="006F18B3"/>
    <w:rsid w:val="006F325C"/>
    <w:rsid w:val="006F408D"/>
    <w:rsid w:val="006F4FE8"/>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3EC8"/>
    <w:rsid w:val="007144FB"/>
    <w:rsid w:val="00714F58"/>
    <w:rsid w:val="00715402"/>
    <w:rsid w:val="007161BE"/>
    <w:rsid w:val="00721132"/>
    <w:rsid w:val="0072161D"/>
    <w:rsid w:val="007216C0"/>
    <w:rsid w:val="00721B29"/>
    <w:rsid w:val="00723180"/>
    <w:rsid w:val="00723820"/>
    <w:rsid w:val="00724E55"/>
    <w:rsid w:val="0072748E"/>
    <w:rsid w:val="00730690"/>
    <w:rsid w:val="00731B21"/>
    <w:rsid w:val="0073227E"/>
    <w:rsid w:val="0073398E"/>
    <w:rsid w:val="00733B69"/>
    <w:rsid w:val="0073448B"/>
    <w:rsid w:val="00735C03"/>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962"/>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6552"/>
    <w:rsid w:val="00780780"/>
    <w:rsid w:val="007819F2"/>
    <w:rsid w:val="00782143"/>
    <w:rsid w:val="007821B1"/>
    <w:rsid w:val="007822B1"/>
    <w:rsid w:val="00782901"/>
    <w:rsid w:val="007829AD"/>
    <w:rsid w:val="007834D2"/>
    <w:rsid w:val="00783E9B"/>
    <w:rsid w:val="00784137"/>
    <w:rsid w:val="0078538D"/>
    <w:rsid w:val="00785D33"/>
    <w:rsid w:val="00785E49"/>
    <w:rsid w:val="00785F9F"/>
    <w:rsid w:val="007866C7"/>
    <w:rsid w:val="007877B9"/>
    <w:rsid w:val="00790608"/>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3058"/>
    <w:rsid w:val="007B3474"/>
    <w:rsid w:val="007B54B8"/>
    <w:rsid w:val="007B5A15"/>
    <w:rsid w:val="007B5E3D"/>
    <w:rsid w:val="007B6610"/>
    <w:rsid w:val="007B7064"/>
    <w:rsid w:val="007B75B4"/>
    <w:rsid w:val="007B7CE2"/>
    <w:rsid w:val="007C3898"/>
    <w:rsid w:val="007C3907"/>
    <w:rsid w:val="007C4332"/>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B2"/>
    <w:rsid w:val="007E6D69"/>
    <w:rsid w:val="007E7FBD"/>
    <w:rsid w:val="007F068B"/>
    <w:rsid w:val="007F199C"/>
    <w:rsid w:val="007F32DE"/>
    <w:rsid w:val="007F3621"/>
    <w:rsid w:val="007F5BE5"/>
    <w:rsid w:val="007F5D96"/>
    <w:rsid w:val="007F7421"/>
    <w:rsid w:val="007F74C2"/>
    <w:rsid w:val="007F78EA"/>
    <w:rsid w:val="007F7F97"/>
    <w:rsid w:val="007F7FC2"/>
    <w:rsid w:val="0080029B"/>
    <w:rsid w:val="00800EB0"/>
    <w:rsid w:val="00800FDE"/>
    <w:rsid w:val="0080162D"/>
    <w:rsid w:val="00802EF4"/>
    <w:rsid w:val="008036DC"/>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EBE"/>
    <w:rsid w:val="0083675E"/>
    <w:rsid w:val="008367C9"/>
    <w:rsid w:val="0084052D"/>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4C98"/>
    <w:rsid w:val="0087623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D8A"/>
    <w:rsid w:val="00891F6C"/>
    <w:rsid w:val="008936C7"/>
    <w:rsid w:val="00894BEC"/>
    <w:rsid w:val="00895C86"/>
    <w:rsid w:val="0089606D"/>
    <w:rsid w:val="00896BF6"/>
    <w:rsid w:val="00897F3C"/>
    <w:rsid w:val="008A20D2"/>
    <w:rsid w:val="008A4441"/>
    <w:rsid w:val="008A46D6"/>
    <w:rsid w:val="008A5DA5"/>
    <w:rsid w:val="008A717D"/>
    <w:rsid w:val="008A7B34"/>
    <w:rsid w:val="008B05E7"/>
    <w:rsid w:val="008B2B74"/>
    <w:rsid w:val="008B5C1C"/>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2DEC"/>
    <w:rsid w:val="008D4D8D"/>
    <w:rsid w:val="008D5314"/>
    <w:rsid w:val="008D7468"/>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1A1"/>
    <w:rsid w:val="0090121A"/>
    <w:rsid w:val="00901531"/>
    <w:rsid w:val="00903D1A"/>
    <w:rsid w:val="0090461D"/>
    <w:rsid w:val="00904B28"/>
    <w:rsid w:val="00905C94"/>
    <w:rsid w:val="009078D8"/>
    <w:rsid w:val="00911455"/>
    <w:rsid w:val="00912B5A"/>
    <w:rsid w:val="00913366"/>
    <w:rsid w:val="009133BA"/>
    <w:rsid w:val="00913B90"/>
    <w:rsid w:val="00915B42"/>
    <w:rsid w:val="00917A24"/>
    <w:rsid w:val="00917DEA"/>
    <w:rsid w:val="00923DCD"/>
    <w:rsid w:val="009252B3"/>
    <w:rsid w:val="00925BF8"/>
    <w:rsid w:val="00927E3D"/>
    <w:rsid w:val="00931A3D"/>
    <w:rsid w:val="0093216F"/>
    <w:rsid w:val="0093284F"/>
    <w:rsid w:val="00933973"/>
    <w:rsid w:val="00934473"/>
    <w:rsid w:val="00935063"/>
    <w:rsid w:val="00935B95"/>
    <w:rsid w:val="00936085"/>
    <w:rsid w:val="0093772D"/>
    <w:rsid w:val="00940A1E"/>
    <w:rsid w:val="00941B1F"/>
    <w:rsid w:val="00942487"/>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2AD7"/>
    <w:rsid w:val="0096398F"/>
    <w:rsid w:val="00965AD5"/>
    <w:rsid w:val="00966089"/>
    <w:rsid w:val="009662D1"/>
    <w:rsid w:val="0096654D"/>
    <w:rsid w:val="00967E9A"/>
    <w:rsid w:val="00967FDC"/>
    <w:rsid w:val="00970638"/>
    <w:rsid w:val="00971EBD"/>
    <w:rsid w:val="009732CA"/>
    <w:rsid w:val="0097352D"/>
    <w:rsid w:val="0097415A"/>
    <w:rsid w:val="00974170"/>
    <w:rsid w:val="0097583A"/>
    <w:rsid w:val="0097651D"/>
    <w:rsid w:val="0098032A"/>
    <w:rsid w:val="0098180F"/>
    <w:rsid w:val="00981BC4"/>
    <w:rsid w:val="00983A13"/>
    <w:rsid w:val="00983DFA"/>
    <w:rsid w:val="009843E7"/>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4768"/>
    <w:rsid w:val="009A612E"/>
    <w:rsid w:val="009A7586"/>
    <w:rsid w:val="009A7776"/>
    <w:rsid w:val="009B289B"/>
    <w:rsid w:val="009B2EA5"/>
    <w:rsid w:val="009B39DC"/>
    <w:rsid w:val="009B516F"/>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C4F8B"/>
    <w:rsid w:val="009D0026"/>
    <w:rsid w:val="009D23BF"/>
    <w:rsid w:val="009D251E"/>
    <w:rsid w:val="009D316D"/>
    <w:rsid w:val="009D46C7"/>
    <w:rsid w:val="009D4A2A"/>
    <w:rsid w:val="009D6A1B"/>
    <w:rsid w:val="009D6FE5"/>
    <w:rsid w:val="009E075C"/>
    <w:rsid w:val="009E1313"/>
    <w:rsid w:val="009E308D"/>
    <w:rsid w:val="009E3EFF"/>
    <w:rsid w:val="009E5033"/>
    <w:rsid w:val="009E60B3"/>
    <w:rsid w:val="009E6881"/>
    <w:rsid w:val="009E71C6"/>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655E"/>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200C"/>
    <w:rsid w:val="00A42AF3"/>
    <w:rsid w:val="00A4457B"/>
    <w:rsid w:val="00A454D6"/>
    <w:rsid w:val="00A46715"/>
    <w:rsid w:val="00A47A44"/>
    <w:rsid w:val="00A53616"/>
    <w:rsid w:val="00A53C29"/>
    <w:rsid w:val="00A540FB"/>
    <w:rsid w:val="00A54D1A"/>
    <w:rsid w:val="00A55C6C"/>
    <w:rsid w:val="00A55E7C"/>
    <w:rsid w:val="00A56B01"/>
    <w:rsid w:val="00A56E85"/>
    <w:rsid w:val="00A579C8"/>
    <w:rsid w:val="00A57AEC"/>
    <w:rsid w:val="00A617F9"/>
    <w:rsid w:val="00A62D45"/>
    <w:rsid w:val="00A63017"/>
    <w:rsid w:val="00A63DD8"/>
    <w:rsid w:val="00A6494F"/>
    <w:rsid w:val="00A64F06"/>
    <w:rsid w:val="00A65583"/>
    <w:rsid w:val="00A65605"/>
    <w:rsid w:val="00A66798"/>
    <w:rsid w:val="00A6751E"/>
    <w:rsid w:val="00A67EA0"/>
    <w:rsid w:val="00A70C5C"/>
    <w:rsid w:val="00A71059"/>
    <w:rsid w:val="00A714D2"/>
    <w:rsid w:val="00A722B8"/>
    <w:rsid w:val="00A72A6F"/>
    <w:rsid w:val="00A732C7"/>
    <w:rsid w:val="00A736FD"/>
    <w:rsid w:val="00A73DDC"/>
    <w:rsid w:val="00A74FA5"/>
    <w:rsid w:val="00A759B7"/>
    <w:rsid w:val="00A76603"/>
    <w:rsid w:val="00A76814"/>
    <w:rsid w:val="00A77CD3"/>
    <w:rsid w:val="00A804AE"/>
    <w:rsid w:val="00A80864"/>
    <w:rsid w:val="00A842B1"/>
    <w:rsid w:val="00A84AD3"/>
    <w:rsid w:val="00A84AF2"/>
    <w:rsid w:val="00A86E86"/>
    <w:rsid w:val="00A86F01"/>
    <w:rsid w:val="00A87205"/>
    <w:rsid w:val="00A87426"/>
    <w:rsid w:val="00A87BE9"/>
    <w:rsid w:val="00A909C3"/>
    <w:rsid w:val="00A91DD8"/>
    <w:rsid w:val="00A92918"/>
    <w:rsid w:val="00A94DAC"/>
    <w:rsid w:val="00A954E6"/>
    <w:rsid w:val="00A95801"/>
    <w:rsid w:val="00A95EF3"/>
    <w:rsid w:val="00A96E92"/>
    <w:rsid w:val="00AA0512"/>
    <w:rsid w:val="00AA0C42"/>
    <w:rsid w:val="00AA0E0E"/>
    <w:rsid w:val="00AA3618"/>
    <w:rsid w:val="00AA41D1"/>
    <w:rsid w:val="00AA4925"/>
    <w:rsid w:val="00AA4E0F"/>
    <w:rsid w:val="00AA7876"/>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7BE5"/>
    <w:rsid w:val="00AD1285"/>
    <w:rsid w:val="00AD38C9"/>
    <w:rsid w:val="00AD38DB"/>
    <w:rsid w:val="00AD408E"/>
    <w:rsid w:val="00AD416F"/>
    <w:rsid w:val="00AD5338"/>
    <w:rsid w:val="00AD6B7D"/>
    <w:rsid w:val="00AD704B"/>
    <w:rsid w:val="00AE0355"/>
    <w:rsid w:val="00AE1CD6"/>
    <w:rsid w:val="00AE1EFC"/>
    <w:rsid w:val="00AE2743"/>
    <w:rsid w:val="00AE2D52"/>
    <w:rsid w:val="00AE30A3"/>
    <w:rsid w:val="00AE371C"/>
    <w:rsid w:val="00AE3ACE"/>
    <w:rsid w:val="00AE5F45"/>
    <w:rsid w:val="00AE699A"/>
    <w:rsid w:val="00AE7020"/>
    <w:rsid w:val="00AE7545"/>
    <w:rsid w:val="00AE7597"/>
    <w:rsid w:val="00AE7DDF"/>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2AE3"/>
    <w:rsid w:val="00B13017"/>
    <w:rsid w:val="00B137C3"/>
    <w:rsid w:val="00B1455D"/>
    <w:rsid w:val="00B14D5D"/>
    <w:rsid w:val="00B15659"/>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3AB3"/>
    <w:rsid w:val="00B44A91"/>
    <w:rsid w:val="00B505F9"/>
    <w:rsid w:val="00B519D3"/>
    <w:rsid w:val="00B5402B"/>
    <w:rsid w:val="00B54623"/>
    <w:rsid w:val="00B54837"/>
    <w:rsid w:val="00B55A60"/>
    <w:rsid w:val="00B57698"/>
    <w:rsid w:val="00B615E6"/>
    <w:rsid w:val="00B62AEB"/>
    <w:rsid w:val="00B635AA"/>
    <w:rsid w:val="00B63CD3"/>
    <w:rsid w:val="00B64194"/>
    <w:rsid w:val="00B6467C"/>
    <w:rsid w:val="00B67EE4"/>
    <w:rsid w:val="00B722C7"/>
    <w:rsid w:val="00B736E4"/>
    <w:rsid w:val="00B7373E"/>
    <w:rsid w:val="00B74084"/>
    <w:rsid w:val="00B740F6"/>
    <w:rsid w:val="00B74CE4"/>
    <w:rsid w:val="00B75363"/>
    <w:rsid w:val="00B755C1"/>
    <w:rsid w:val="00B77AE6"/>
    <w:rsid w:val="00B77B1C"/>
    <w:rsid w:val="00B80992"/>
    <w:rsid w:val="00B81382"/>
    <w:rsid w:val="00B83169"/>
    <w:rsid w:val="00B85437"/>
    <w:rsid w:val="00B85751"/>
    <w:rsid w:val="00B85909"/>
    <w:rsid w:val="00B85F3B"/>
    <w:rsid w:val="00B86D13"/>
    <w:rsid w:val="00B87586"/>
    <w:rsid w:val="00B875FE"/>
    <w:rsid w:val="00B876FF"/>
    <w:rsid w:val="00B90BE5"/>
    <w:rsid w:val="00B90C0C"/>
    <w:rsid w:val="00B90E9F"/>
    <w:rsid w:val="00B921B0"/>
    <w:rsid w:val="00B92DCA"/>
    <w:rsid w:val="00B93114"/>
    <w:rsid w:val="00B93535"/>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E2B"/>
    <w:rsid w:val="00BC335C"/>
    <w:rsid w:val="00BC40D0"/>
    <w:rsid w:val="00BC4D98"/>
    <w:rsid w:val="00BC60B8"/>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F3B"/>
    <w:rsid w:val="00BE161A"/>
    <w:rsid w:val="00BE1855"/>
    <w:rsid w:val="00BE23B2"/>
    <w:rsid w:val="00BE3183"/>
    <w:rsid w:val="00BE38FB"/>
    <w:rsid w:val="00BE403A"/>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978"/>
    <w:rsid w:val="00BF7CF3"/>
    <w:rsid w:val="00C00DD6"/>
    <w:rsid w:val="00C00FA8"/>
    <w:rsid w:val="00C01138"/>
    <w:rsid w:val="00C0369F"/>
    <w:rsid w:val="00C0403B"/>
    <w:rsid w:val="00C07E86"/>
    <w:rsid w:val="00C12261"/>
    <w:rsid w:val="00C13F06"/>
    <w:rsid w:val="00C13FC5"/>
    <w:rsid w:val="00C14F61"/>
    <w:rsid w:val="00C16542"/>
    <w:rsid w:val="00C17944"/>
    <w:rsid w:val="00C17A08"/>
    <w:rsid w:val="00C2077E"/>
    <w:rsid w:val="00C21A00"/>
    <w:rsid w:val="00C222E9"/>
    <w:rsid w:val="00C22EEA"/>
    <w:rsid w:val="00C22FDB"/>
    <w:rsid w:val="00C230F3"/>
    <w:rsid w:val="00C23D1A"/>
    <w:rsid w:val="00C24072"/>
    <w:rsid w:val="00C257E1"/>
    <w:rsid w:val="00C26981"/>
    <w:rsid w:val="00C30049"/>
    <w:rsid w:val="00C3220E"/>
    <w:rsid w:val="00C345AA"/>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47B99"/>
    <w:rsid w:val="00C506BC"/>
    <w:rsid w:val="00C50E2E"/>
    <w:rsid w:val="00C52B55"/>
    <w:rsid w:val="00C55414"/>
    <w:rsid w:val="00C60F73"/>
    <w:rsid w:val="00C617E4"/>
    <w:rsid w:val="00C62116"/>
    <w:rsid w:val="00C62E16"/>
    <w:rsid w:val="00C6371D"/>
    <w:rsid w:val="00C639AD"/>
    <w:rsid w:val="00C64026"/>
    <w:rsid w:val="00C640CC"/>
    <w:rsid w:val="00C64FEC"/>
    <w:rsid w:val="00C65574"/>
    <w:rsid w:val="00C66A9D"/>
    <w:rsid w:val="00C737D2"/>
    <w:rsid w:val="00C73EED"/>
    <w:rsid w:val="00C740EA"/>
    <w:rsid w:val="00C7479E"/>
    <w:rsid w:val="00C74A99"/>
    <w:rsid w:val="00C76664"/>
    <w:rsid w:val="00C773D4"/>
    <w:rsid w:val="00C80CAC"/>
    <w:rsid w:val="00C8237B"/>
    <w:rsid w:val="00C82437"/>
    <w:rsid w:val="00C84ABF"/>
    <w:rsid w:val="00C85E9D"/>
    <w:rsid w:val="00C8794F"/>
    <w:rsid w:val="00C913DE"/>
    <w:rsid w:val="00C92545"/>
    <w:rsid w:val="00C9317E"/>
    <w:rsid w:val="00C9535F"/>
    <w:rsid w:val="00C965C3"/>
    <w:rsid w:val="00CA0D60"/>
    <w:rsid w:val="00CA11A8"/>
    <w:rsid w:val="00CA12A1"/>
    <w:rsid w:val="00CA151A"/>
    <w:rsid w:val="00CA246B"/>
    <w:rsid w:val="00CA260F"/>
    <w:rsid w:val="00CA34C1"/>
    <w:rsid w:val="00CA5EF2"/>
    <w:rsid w:val="00CA5F0D"/>
    <w:rsid w:val="00CA5F13"/>
    <w:rsid w:val="00CB0D08"/>
    <w:rsid w:val="00CB1833"/>
    <w:rsid w:val="00CB1883"/>
    <w:rsid w:val="00CB2619"/>
    <w:rsid w:val="00CB51B9"/>
    <w:rsid w:val="00CB5D03"/>
    <w:rsid w:val="00CB786A"/>
    <w:rsid w:val="00CB7BF3"/>
    <w:rsid w:val="00CB7D93"/>
    <w:rsid w:val="00CC10E4"/>
    <w:rsid w:val="00CC13F4"/>
    <w:rsid w:val="00CC1A41"/>
    <w:rsid w:val="00CC26F3"/>
    <w:rsid w:val="00CC3F16"/>
    <w:rsid w:val="00CC491D"/>
    <w:rsid w:val="00CC4BED"/>
    <w:rsid w:val="00CC557E"/>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352"/>
    <w:rsid w:val="00CE2B75"/>
    <w:rsid w:val="00CE38BA"/>
    <w:rsid w:val="00CE45D3"/>
    <w:rsid w:val="00CE492C"/>
    <w:rsid w:val="00CE4E64"/>
    <w:rsid w:val="00CE581C"/>
    <w:rsid w:val="00CE60A7"/>
    <w:rsid w:val="00CE695F"/>
    <w:rsid w:val="00CE69D5"/>
    <w:rsid w:val="00CF005F"/>
    <w:rsid w:val="00CF059E"/>
    <w:rsid w:val="00CF076A"/>
    <w:rsid w:val="00CF17DE"/>
    <w:rsid w:val="00CF1ED1"/>
    <w:rsid w:val="00CF3F1D"/>
    <w:rsid w:val="00CF3F2E"/>
    <w:rsid w:val="00CF4A6D"/>
    <w:rsid w:val="00CF667D"/>
    <w:rsid w:val="00CF6E95"/>
    <w:rsid w:val="00CF71C8"/>
    <w:rsid w:val="00CF78D6"/>
    <w:rsid w:val="00D004E1"/>
    <w:rsid w:val="00D023EB"/>
    <w:rsid w:val="00D02A8D"/>
    <w:rsid w:val="00D02A97"/>
    <w:rsid w:val="00D02D0C"/>
    <w:rsid w:val="00D0349C"/>
    <w:rsid w:val="00D04040"/>
    <w:rsid w:val="00D047DE"/>
    <w:rsid w:val="00D04973"/>
    <w:rsid w:val="00D05094"/>
    <w:rsid w:val="00D053D8"/>
    <w:rsid w:val="00D0611C"/>
    <w:rsid w:val="00D0661A"/>
    <w:rsid w:val="00D07B0E"/>
    <w:rsid w:val="00D07D8B"/>
    <w:rsid w:val="00D10F62"/>
    <w:rsid w:val="00D12520"/>
    <w:rsid w:val="00D12FE6"/>
    <w:rsid w:val="00D13C59"/>
    <w:rsid w:val="00D15299"/>
    <w:rsid w:val="00D163D3"/>
    <w:rsid w:val="00D16B0D"/>
    <w:rsid w:val="00D175B0"/>
    <w:rsid w:val="00D2031F"/>
    <w:rsid w:val="00D211F7"/>
    <w:rsid w:val="00D2148F"/>
    <w:rsid w:val="00D2200F"/>
    <w:rsid w:val="00D22525"/>
    <w:rsid w:val="00D24684"/>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8D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8FD"/>
    <w:rsid w:val="00D91BC9"/>
    <w:rsid w:val="00D923B5"/>
    <w:rsid w:val="00D93367"/>
    <w:rsid w:val="00D9361D"/>
    <w:rsid w:val="00D93A3A"/>
    <w:rsid w:val="00D9420B"/>
    <w:rsid w:val="00D947B1"/>
    <w:rsid w:val="00D97490"/>
    <w:rsid w:val="00DA0162"/>
    <w:rsid w:val="00DA1205"/>
    <w:rsid w:val="00DA14CD"/>
    <w:rsid w:val="00DA16B6"/>
    <w:rsid w:val="00DA1831"/>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D04D8"/>
    <w:rsid w:val="00DD1BB2"/>
    <w:rsid w:val="00DD1F0C"/>
    <w:rsid w:val="00DD2B91"/>
    <w:rsid w:val="00DD4FBD"/>
    <w:rsid w:val="00DD6046"/>
    <w:rsid w:val="00DE09CB"/>
    <w:rsid w:val="00DE13F1"/>
    <w:rsid w:val="00DE362C"/>
    <w:rsid w:val="00DE3CDE"/>
    <w:rsid w:val="00DE41E3"/>
    <w:rsid w:val="00DE4A60"/>
    <w:rsid w:val="00DE4B51"/>
    <w:rsid w:val="00DE74C8"/>
    <w:rsid w:val="00DE7C41"/>
    <w:rsid w:val="00DF06A2"/>
    <w:rsid w:val="00DF1BD7"/>
    <w:rsid w:val="00DF2DF4"/>
    <w:rsid w:val="00DF4B01"/>
    <w:rsid w:val="00DF633C"/>
    <w:rsid w:val="00DF6971"/>
    <w:rsid w:val="00E01180"/>
    <w:rsid w:val="00E011C5"/>
    <w:rsid w:val="00E02DB6"/>
    <w:rsid w:val="00E03258"/>
    <w:rsid w:val="00E03573"/>
    <w:rsid w:val="00E05B02"/>
    <w:rsid w:val="00E05DF7"/>
    <w:rsid w:val="00E061BD"/>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7EEA"/>
    <w:rsid w:val="00E301A9"/>
    <w:rsid w:val="00E306DA"/>
    <w:rsid w:val="00E321EB"/>
    <w:rsid w:val="00E36070"/>
    <w:rsid w:val="00E37E66"/>
    <w:rsid w:val="00E37EF4"/>
    <w:rsid w:val="00E415FA"/>
    <w:rsid w:val="00E41F49"/>
    <w:rsid w:val="00E42A51"/>
    <w:rsid w:val="00E437CE"/>
    <w:rsid w:val="00E44B46"/>
    <w:rsid w:val="00E44DBC"/>
    <w:rsid w:val="00E450F2"/>
    <w:rsid w:val="00E4527B"/>
    <w:rsid w:val="00E462EF"/>
    <w:rsid w:val="00E4651C"/>
    <w:rsid w:val="00E4689B"/>
    <w:rsid w:val="00E500A9"/>
    <w:rsid w:val="00E501E3"/>
    <w:rsid w:val="00E5283B"/>
    <w:rsid w:val="00E539FA"/>
    <w:rsid w:val="00E53A1B"/>
    <w:rsid w:val="00E54A43"/>
    <w:rsid w:val="00E55159"/>
    <w:rsid w:val="00E55B4C"/>
    <w:rsid w:val="00E56032"/>
    <w:rsid w:val="00E57A40"/>
    <w:rsid w:val="00E60A7A"/>
    <w:rsid w:val="00E618A3"/>
    <w:rsid w:val="00E6337A"/>
    <w:rsid w:val="00E63BB1"/>
    <w:rsid w:val="00E641C3"/>
    <w:rsid w:val="00E65ECF"/>
    <w:rsid w:val="00E66B1E"/>
    <w:rsid w:val="00E67DC9"/>
    <w:rsid w:val="00E7038C"/>
    <w:rsid w:val="00E70658"/>
    <w:rsid w:val="00E7190C"/>
    <w:rsid w:val="00E74412"/>
    <w:rsid w:val="00E7582D"/>
    <w:rsid w:val="00E75D7E"/>
    <w:rsid w:val="00E75DCA"/>
    <w:rsid w:val="00E7633B"/>
    <w:rsid w:val="00E8012A"/>
    <w:rsid w:val="00E80C9D"/>
    <w:rsid w:val="00E82D0F"/>
    <w:rsid w:val="00E8376E"/>
    <w:rsid w:val="00E83B7B"/>
    <w:rsid w:val="00E90D9E"/>
    <w:rsid w:val="00E90FB5"/>
    <w:rsid w:val="00E91F47"/>
    <w:rsid w:val="00E9207E"/>
    <w:rsid w:val="00E94242"/>
    <w:rsid w:val="00E94376"/>
    <w:rsid w:val="00E94452"/>
    <w:rsid w:val="00E94670"/>
    <w:rsid w:val="00E950A8"/>
    <w:rsid w:val="00E96D19"/>
    <w:rsid w:val="00E979BE"/>
    <w:rsid w:val="00EA0E86"/>
    <w:rsid w:val="00EA2C5B"/>
    <w:rsid w:val="00EA327C"/>
    <w:rsid w:val="00EA36EE"/>
    <w:rsid w:val="00EA435C"/>
    <w:rsid w:val="00EA61F6"/>
    <w:rsid w:val="00EB286A"/>
    <w:rsid w:val="00EB2B8F"/>
    <w:rsid w:val="00EB58BA"/>
    <w:rsid w:val="00EB5D50"/>
    <w:rsid w:val="00EB688F"/>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C21"/>
    <w:rsid w:val="00EE1CE6"/>
    <w:rsid w:val="00EE23E4"/>
    <w:rsid w:val="00EE2880"/>
    <w:rsid w:val="00EE37A4"/>
    <w:rsid w:val="00EE4BFB"/>
    <w:rsid w:val="00EE4CEC"/>
    <w:rsid w:val="00EE5007"/>
    <w:rsid w:val="00EE52DE"/>
    <w:rsid w:val="00EE5612"/>
    <w:rsid w:val="00EE647C"/>
    <w:rsid w:val="00EE687B"/>
    <w:rsid w:val="00EE688A"/>
    <w:rsid w:val="00EE6CBE"/>
    <w:rsid w:val="00EF073A"/>
    <w:rsid w:val="00EF2502"/>
    <w:rsid w:val="00EF2BA2"/>
    <w:rsid w:val="00EF5CD4"/>
    <w:rsid w:val="00EF71C7"/>
    <w:rsid w:val="00EF7A34"/>
    <w:rsid w:val="00EF7CD0"/>
    <w:rsid w:val="00F0278E"/>
    <w:rsid w:val="00F0409E"/>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51C8"/>
    <w:rsid w:val="00F25EAF"/>
    <w:rsid w:val="00F2770C"/>
    <w:rsid w:val="00F30F93"/>
    <w:rsid w:val="00F312DA"/>
    <w:rsid w:val="00F32BA5"/>
    <w:rsid w:val="00F32D60"/>
    <w:rsid w:val="00F33128"/>
    <w:rsid w:val="00F339AF"/>
    <w:rsid w:val="00F34855"/>
    <w:rsid w:val="00F348FB"/>
    <w:rsid w:val="00F34BC0"/>
    <w:rsid w:val="00F35249"/>
    <w:rsid w:val="00F3532B"/>
    <w:rsid w:val="00F35B47"/>
    <w:rsid w:val="00F3673E"/>
    <w:rsid w:val="00F36F8F"/>
    <w:rsid w:val="00F371C9"/>
    <w:rsid w:val="00F4019E"/>
    <w:rsid w:val="00F40703"/>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519"/>
    <w:rsid w:val="00F64ACC"/>
    <w:rsid w:val="00F64EB7"/>
    <w:rsid w:val="00F65307"/>
    <w:rsid w:val="00F7090C"/>
    <w:rsid w:val="00F7182E"/>
    <w:rsid w:val="00F71BEF"/>
    <w:rsid w:val="00F726E4"/>
    <w:rsid w:val="00F73868"/>
    <w:rsid w:val="00F73F01"/>
    <w:rsid w:val="00F741E3"/>
    <w:rsid w:val="00F748CF"/>
    <w:rsid w:val="00F74F48"/>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BE6"/>
    <w:rsid w:val="00F87C19"/>
    <w:rsid w:val="00F90687"/>
    <w:rsid w:val="00F9143B"/>
    <w:rsid w:val="00F9176E"/>
    <w:rsid w:val="00F91D88"/>
    <w:rsid w:val="00F91DF2"/>
    <w:rsid w:val="00F93121"/>
    <w:rsid w:val="00F93EBC"/>
    <w:rsid w:val="00F93ECA"/>
    <w:rsid w:val="00F94411"/>
    <w:rsid w:val="00F95507"/>
    <w:rsid w:val="00F95A04"/>
    <w:rsid w:val="00F9640A"/>
    <w:rsid w:val="00F968E0"/>
    <w:rsid w:val="00FA0AAE"/>
    <w:rsid w:val="00FA0C0C"/>
    <w:rsid w:val="00FA0D32"/>
    <w:rsid w:val="00FA166A"/>
    <w:rsid w:val="00FA19D0"/>
    <w:rsid w:val="00FA2361"/>
    <w:rsid w:val="00FA2C0C"/>
    <w:rsid w:val="00FA2C99"/>
    <w:rsid w:val="00FA4701"/>
    <w:rsid w:val="00FA5034"/>
    <w:rsid w:val="00FA55B1"/>
    <w:rsid w:val="00FA565D"/>
    <w:rsid w:val="00FA75C3"/>
    <w:rsid w:val="00FB0622"/>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5CDD"/>
    <w:rsid w:val="00FC73CB"/>
    <w:rsid w:val="00FC78CB"/>
    <w:rsid w:val="00FC7CED"/>
    <w:rsid w:val="00FD1546"/>
    <w:rsid w:val="00FD286B"/>
    <w:rsid w:val="00FD34F0"/>
    <w:rsid w:val="00FE0E21"/>
    <w:rsid w:val="00FE2644"/>
    <w:rsid w:val="00FE2C1B"/>
    <w:rsid w:val="00FE322B"/>
    <w:rsid w:val="00FE3B37"/>
    <w:rsid w:val="00FE3F13"/>
    <w:rsid w:val="00FE4514"/>
    <w:rsid w:val="00FE4761"/>
    <w:rsid w:val="00FE6270"/>
    <w:rsid w:val="00FE68A0"/>
    <w:rsid w:val="00FE7D7C"/>
    <w:rsid w:val="00FF0109"/>
    <w:rsid w:val="00FF0886"/>
    <w:rsid w:val="00FF0B92"/>
    <w:rsid w:val="00FF159E"/>
    <w:rsid w:val="00FF2751"/>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7">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BC4"/>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BC4"/>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3.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A088A4-0EB1-469E-B54D-9BE478E87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1</TotalTime>
  <Pages>8</Pages>
  <Words>3409</Words>
  <Characters>19435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4</cp:revision>
  <cp:lastPrinted>2015-05-29T09:24:00Z</cp:lastPrinted>
  <dcterms:created xsi:type="dcterms:W3CDTF">2015-10-26T17:21:00Z</dcterms:created>
  <dcterms:modified xsi:type="dcterms:W3CDTF">2015-11-02T11:19:00Z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