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3D7C2ACB"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7C87FF0C"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981E44">
        <w:rPr>
          <w:rFonts w:ascii="Calibri" w:hAnsi="Calibri" w:cs="Arial"/>
          <w:sz w:val="24"/>
          <w:lang w:eastAsia="en-GB"/>
        </w:rPr>
        <w:t>B3</w:t>
      </w:r>
    </w:p>
    <w:p w14:paraId="44A5096B" w14:textId="0EE3386C"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201B81">
        <w:rPr>
          <w:rFonts w:ascii="Calibri" w:hAnsi="Calibri"/>
          <w:sz w:val="44"/>
          <w:szCs w:val="44"/>
        </w:rPr>
        <w:t>Authorised Consignee for Community Transit Application - End Users Documentation</w:t>
      </w:r>
      <w:r w:rsidRPr="003302F3">
        <w:rPr>
          <w:rFonts w:ascii="Calibri" w:hAnsi="Calibri"/>
          <w:sz w:val="44"/>
          <w:szCs w:val="44"/>
        </w:rPr>
        <w:fldChar w:fldCharType="end"/>
      </w:r>
    </w:p>
    <w:p w14:paraId="44A5096C" w14:textId="48BEE908" w:rsidR="00ED4B00" w:rsidRPr="00BB5C31" w:rsidRDefault="00604363"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CD6938" w:rsidRPr="00CD6938">
            <w:rPr>
              <w:rFonts w:eastAsia="PMingLiU" w:cstheme="minorHAnsi"/>
              <w:b/>
              <w:sz w:val="40"/>
              <w:szCs w:val="40"/>
              <w:lang w:val="fr-BE"/>
            </w:rPr>
            <w:t>Trader Portal</w:t>
          </w:r>
        </w:sdtContent>
      </w:sdt>
    </w:p>
    <w:p w14:paraId="44A5096D" w14:textId="36EE9462"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A86751">
        <w:rPr>
          <w:rFonts w:ascii="Calibri" w:hAnsi="Calibri"/>
          <w:lang w:val="fr-BE"/>
        </w:rPr>
        <w:t>20</w:t>
      </w:r>
      <w:r w:rsidR="00EA7165">
        <w:rPr>
          <w:rFonts w:ascii="Calibri" w:hAnsi="Calibri"/>
          <w:lang w:val="fr-BE"/>
        </w:rPr>
        <w:t>/</w:t>
      </w:r>
      <w:r w:rsidR="00860D49">
        <w:rPr>
          <w:rFonts w:ascii="Calibri" w:hAnsi="Calibri"/>
          <w:lang w:val="fr-BE"/>
        </w:rPr>
        <w:t>12</w:t>
      </w:r>
      <w:r w:rsidRPr="00296005">
        <w:rPr>
          <w:rFonts w:ascii="Calibri" w:hAnsi="Calibri"/>
          <w:lang w:val="fr-BE"/>
        </w:rPr>
        <w:t>/201</w:t>
      </w:r>
      <w:r w:rsidR="005D536E">
        <w:rPr>
          <w:rFonts w:ascii="Calibri" w:hAnsi="Calibri"/>
          <w:lang w:val="fr-BE"/>
        </w:rPr>
        <w:t>8</w:t>
      </w:r>
    </w:p>
    <w:p w14:paraId="44A5096E" w14:textId="79BF40A0"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A86751">
            <w:rPr>
              <w:rFonts w:eastAsia="PMingLiU" w:cstheme="minorHAnsi"/>
              <w:lang w:val="fr-BE"/>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2ED1CE7F"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824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5201D5" w:rsidRDefault="005201D5"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5201D5" w:rsidRDefault="005201D5"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rPr>
            </w:pPr>
            <w:r w:rsidRPr="00495CF6">
              <w:rPr>
                <w:rFonts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rPr>
            </w:pPr>
            <w:r w:rsidRPr="00495CF6">
              <w:rPr>
                <w:rFonts w:cstheme="minorHAnsi"/>
                <w:b/>
                <w:szCs w:val="22"/>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rPr>
            </w:pPr>
            <w:r w:rsidRPr="002C5BF5">
              <w:rPr>
                <w:rFonts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5CCD1131" w:rsidR="0021624F" w:rsidRPr="009A3E4A" w:rsidRDefault="0021624F" w:rsidP="00D150BC">
            <w:pPr>
              <w:spacing w:after="0" w:line="276" w:lineRule="auto"/>
              <w:jc w:val="left"/>
              <w:rPr>
                <w:rFonts w:eastAsia="PMingLiU" w:cstheme="minorHAnsi"/>
              </w:rPr>
            </w:pPr>
            <w:r w:rsidRPr="003858F7">
              <w:rPr>
                <w:rFonts w:cstheme="minorHAnsi"/>
              </w:rPr>
              <w:fldChar w:fldCharType="begin"/>
            </w:r>
            <w:r w:rsidRPr="009A3E4A">
              <w:rPr>
                <w:rFonts w:cstheme="minorHAnsi"/>
              </w:rPr>
              <w:instrText xml:space="preserve">  DOCPROPERTY DocumentName </w:instrText>
            </w:r>
            <w:r w:rsidRPr="003858F7">
              <w:rPr>
                <w:rFonts w:cstheme="minorHAnsi"/>
              </w:rPr>
              <w:fldChar w:fldCharType="separate"/>
            </w:r>
            <w:proofErr w:type="spellStart"/>
            <w:r w:rsidR="00201B81">
              <w:rPr>
                <w:rFonts w:cstheme="minorHAnsi"/>
              </w:rPr>
              <w:t>Authorised</w:t>
            </w:r>
            <w:proofErr w:type="spellEnd"/>
            <w:r w:rsidR="00201B81">
              <w:rPr>
                <w:rFonts w:cstheme="minorHAnsi"/>
              </w:rPr>
              <w:t xml:space="preserve"> Consignee for Community Transit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426843E4" w:rsidR="0021624F" w:rsidRPr="003858F7" w:rsidRDefault="00CD6938" w:rsidP="00D150BC">
                <w:pPr>
                  <w:spacing w:after="0" w:line="276" w:lineRule="auto"/>
                  <w:jc w:val="left"/>
                  <w:rPr>
                    <w:rFonts w:cstheme="minorHAnsi"/>
                  </w:rPr>
                </w:pPr>
                <w:r>
                  <w:rPr>
                    <w:rFonts w:cstheme="minorHAnsi"/>
                    <w:lang w:val="en-GB"/>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57E95DF1" w:rsidR="0021624F" w:rsidRPr="003858F7" w:rsidRDefault="0021624F" w:rsidP="00D150BC">
            <w:pPr>
              <w:spacing w:after="0" w:line="276" w:lineRule="auto"/>
              <w:jc w:val="left"/>
              <w:rPr>
                <w:rFonts w:eastAsia="PMingLiU" w:cstheme="minorHAnsi"/>
              </w:rPr>
            </w:pPr>
            <w:r w:rsidRPr="003858F7">
              <w:rPr>
                <w:rFonts w:eastAsia="PMingLiU" w:cstheme="minorHAnsi"/>
              </w:rPr>
              <w:t>DG TAXUD/</w:t>
            </w:r>
            <w:r w:rsidR="00981E44">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2EC5C317" w:rsidR="0021624F" w:rsidRPr="003858F7" w:rsidRDefault="0021624F" w:rsidP="00D150BC">
            <w:pPr>
              <w:spacing w:after="0" w:line="276" w:lineRule="auto"/>
              <w:jc w:val="left"/>
              <w:rPr>
                <w:rFonts w:eastAsia="PMingLiU" w:cstheme="minorHAnsi"/>
              </w:rPr>
            </w:pPr>
            <w:r w:rsidRPr="003858F7">
              <w:rPr>
                <w:rFonts w:eastAsia="PMingLiU" w:cstheme="minorHAnsi"/>
              </w:rPr>
              <w:t>DG TAXUD/</w:t>
            </w:r>
            <w:r w:rsidR="00981E44">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rPr>
            </w:pPr>
            <w:proofErr w:type="spellStart"/>
            <w:r w:rsidRPr="002C5BF5">
              <w:rPr>
                <w:rFonts w:eastAsia="PMingLiU" w:cstheme="minorHAnsi"/>
              </w:rPr>
              <w:t>Zdenek</w:t>
            </w:r>
            <w:proofErr w:type="spellEnd"/>
            <w:r w:rsidRPr="002C5BF5">
              <w:rPr>
                <w:rFonts w:eastAsia="PMingLiU" w:cstheme="minorHAnsi"/>
              </w:rPr>
              <w:t xml:space="preserve"> </w:t>
            </w:r>
            <w:proofErr w:type="spellStart"/>
            <w:r w:rsidRPr="002C5BF5">
              <w:rPr>
                <w:rFonts w:eastAsia="PMingLiU" w:cstheme="minorHAnsi"/>
              </w:rPr>
              <w:t>Riha</w:t>
            </w:r>
            <w:proofErr w:type="spellEnd"/>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rPr>
            </w:pPr>
            <w:proofErr w:type="spellStart"/>
            <w:r w:rsidRPr="002C5BF5">
              <w:rPr>
                <w:rFonts w:eastAsia="PMingLiU" w:cstheme="minorHAnsi"/>
              </w:rPr>
              <w:t>Zdenek</w:t>
            </w:r>
            <w:proofErr w:type="spellEnd"/>
            <w:r w:rsidRPr="002C5BF5">
              <w:rPr>
                <w:rFonts w:eastAsia="PMingLiU" w:cstheme="minorHAnsi"/>
              </w:rPr>
              <w:t xml:space="preserve"> </w:t>
            </w:r>
            <w:proofErr w:type="spellStart"/>
            <w:r w:rsidRPr="002C5BF5">
              <w:rPr>
                <w:rFonts w:eastAsia="PMingLiU" w:cstheme="minorHAnsi"/>
              </w:rPr>
              <w:t>Riha</w:t>
            </w:r>
            <w:proofErr w:type="spellEnd"/>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391F2FD7" w:rsidR="0021624F" w:rsidRPr="003858F7" w:rsidRDefault="00A86751" w:rsidP="00D150BC">
                <w:pPr>
                  <w:spacing w:after="0" w:line="276" w:lineRule="auto"/>
                  <w:jc w:val="left"/>
                  <w:rPr>
                    <w:rFonts w:eastAsia="PMingLiU" w:cstheme="minorHAnsi"/>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3751C905" w:rsidR="0021624F" w:rsidRPr="003858F7" w:rsidRDefault="00604363" w:rsidP="00D150BC">
            <w:pPr>
              <w:spacing w:after="0" w:line="276" w:lineRule="auto"/>
              <w:jc w:val="left"/>
              <w:rPr>
                <w:rFonts w:eastAsia="PMingLiU" w:cstheme="minorHAnsi"/>
                <w:bCs/>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CD6938">
                  <w:rPr>
                    <w:rFonts w:cstheme="minorHAnsi"/>
                    <w:bCs/>
                    <w:lang w:val="en-GB"/>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7C7B0C5D" w:rsidR="0021624F" w:rsidRPr="003858F7" w:rsidRDefault="00604363" w:rsidP="005D536E">
            <w:pPr>
              <w:spacing w:after="0" w:line="276" w:lineRule="auto"/>
              <w:jc w:val="left"/>
              <w:rPr>
                <w:rFonts w:eastAsia="PMingLiU" w:cstheme="minorHAnsi"/>
                <w:bCs/>
              </w:rPr>
            </w:pPr>
            <w:sdt>
              <w:sdtPr>
                <w:rPr>
                  <w:rFonts w:eastAsia="PMingLiU" w:cstheme="minorHAnsi"/>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A86751">
                  <w:rPr>
                    <w:rFonts w:eastAsia="PMingLiU" w:cstheme="minorHAnsi"/>
                    <w:lang w:val="en-GB"/>
                  </w:rPr>
                  <w:t>20/12/2018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5201D5" w:rsidRDefault="005201D5"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5201D5" w:rsidRDefault="005201D5"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rPr>
            </w:pPr>
            <w:r w:rsidRPr="00495CF6">
              <w:rPr>
                <w:rFonts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rPr>
            </w:pPr>
            <w:r w:rsidRPr="00495CF6">
              <w:rPr>
                <w:rFonts w:cstheme="minorHAnsi"/>
                <w:b/>
                <w:szCs w:val="22"/>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rPr>
            </w:pPr>
            <w:r w:rsidRPr="002C5BF5">
              <w:rPr>
                <w:rFonts w:cstheme="minorHAnsi"/>
                <w:b/>
                <w:bCs/>
                <w:szCs w:val="22"/>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rPr>
            </w:pPr>
            <w:r w:rsidRPr="002C5BF5">
              <w:rPr>
                <w:rFonts w:cstheme="minorHAnsi"/>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rPr>
            </w:pPr>
            <w:r w:rsidRPr="002C5BF5">
              <w:rPr>
                <w:rFonts w:eastAsia="PMingLiU" w:cstheme="minorHAnsi"/>
                <w:b/>
                <w:szCs w:val="22"/>
              </w:rPr>
              <w:t xml:space="preserve">Contractor </w:t>
            </w:r>
            <w:proofErr w:type="spellStart"/>
            <w:r w:rsidRPr="002C5BF5">
              <w:rPr>
                <w:rFonts w:eastAsia="PMingLiU" w:cstheme="minorHAnsi"/>
                <w:b/>
                <w:szCs w:val="22"/>
              </w:rPr>
              <w:t>Programme</w:t>
            </w:r>
            <w:proofErr w:type="spellEnd"/>
            <w:r w:rsidRPr="002C5BF5">
              <w:rPr>
                <w:rFonts w:eastAsia="PMingLiU" w:cstheme="minorHAnsi"/>
                <w:b/>
                <w:szCs w:val="22"/>
              </w:rPr>
              <w:t xml:space="preserv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rPr>
            </w:pPr>
            <w:r w:rsidRPr="002C5BF5">
              <w:rPr>
                <w:rFonts w:cstheme="minorHAnsi"/>
              </w:rPr>
              <w:t xml:space="preserve">Dimitris </w:t>
            </w:r>
            <w:proofErr w:type="spellStart"/>
            <w:r w:rsidRPr="002C5BF5">
              <w:rPr>
                <w:rFonts w:cstheme="minorHAnsi"/>
              </w:rPr>
              <w:t>Exouzidis</w:t>
            </w:r>
            <w:proofErr w:type="spellEnd"/>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rPr>
            </w:pPr>
            <w:proofErr w:type="spellStart"/>
            <w:r w:rsidRPr="002C5BF5">
              <w:rPr>
                <w:rFonts w:cstheme="minorHAnsi"/>
              </w:rPr>
              <w:t>Michaël</w:t>
            </w:r>
            <w:proofErr w:type="spellEnd"/>
            <w:r w:rsidRPr="002C5BF5">
              <w:rPr>
                <w:rFonts w:cstheme="minorHAnsi"/>
              </w:rPr>
              <w:t xml:space="preserve">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3E68E1D8" w:rsidR="00957EB9" w:rsidRPr="00495CF6" w:rsidRDefault="00F56F65" w:rsidP="00F56F65">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w:t>
            </w:r>
            <w:r w:rsidR="003302F3" w:rsidRPr="00495CF6">
              <w:rPr>
                <w:rFonts w:ascii="Calibri" w:eastAsia="Calibri" w:hAnsi="Calibri" w:cs="Calibri"/>
                <w:color w:val="000000"/>
                <w:szCs w:val="22"/>
              </w:rPr>
              <w:t>/</w:t>
            </w:r>
            <w:r w:rsidRPr="00495CF6">
              <w:rPr>
                <w:rFonts w:ascii="Calibri" w:eastAsia="Calibri" w:hAnsi="Calibri" w:cs="Calibri"/>
                <w:color w:val="000000"/>
                <w:szCs w:val="22"/>
              </w:rPr>
              <w:t>1</w:t>
            </w:r>
            <w:r>
              <w:rPr>
                <w:rFonts w:ascii="Calibri" w:eastAsia="Calibri" w:hAnsi="Calibri" w:cs="Calibri"/>
                <w:color w:val="000000"/>
                <w:szCs w:val="22"/>
              </w:rPr>
              <w:t>1</w:t>
            </w:r>
            <w:r w:rsidR="003302F3" w:rsidRPr="00495CF6">
              <w:rPr>
                <w:rFonts w:ascii="Calibri" w:eastAsia="Calibri" w:hAnsi="Calibri" w:cs="Calibri"/>
                <w:color w:val="000000"/>
                <w:szCs w:val="22"/>
              </w:rPr>
              <w:t>/2017</w:t>
            </w:r>
          </w:p>
        </w:tc>
      </w:tr>
      <w:tr w:rsidR="00D8799F" w:rsidRPr="00495CF6" w14:paraId="30E8B189"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5B742940" w14:textId="4330D780" w:rsidR="00D8799F" w:rsidRPr="00495CF6" w:rsidRDefault="00D8799F" w:rsidP="00D8799F">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125F5BC9" w14:textId="43C827E9" w:rsidR="00D8799F" w:rsidRPr="00495CF6" w:rsidRDefault="00D8799F" w:rsidP="00D8799F">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6F50F832" w14:textId="70AFEA63" w:rsidR="00D8799F" w:rsidRPr="00D4319D" w:rsidRDefault="00D8799F" w:rsidP="00D8799F">
            <w:pPr>
              <w:spacing w:after="0" w:line="276" w:lineRule="auto"/>
              <w:jc w:val="left"/>
              <w:rPr>
                <w:rFonts w:ascii="Calibri" w:eastAsia="Calibri" w:hAnsi="Calibri" w:cs="Calibri"/>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04E8FA0" w14:textId="27BFC284" w:rsidR="00D8799F" w:rsidRDefault="00D8799F" w:rsidP="00D8799F">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w:t>
            </w:r>
            <w:r w:rsidRPr="00495CF6">
              <w:rPr>
                <w:rFonts w:ascii="Calibri" w:eastAsia="Calibri" w:hAnsi="Calibri" w:cs="Calibri"/>
                <w:color w:val="000000"/>
                <w:szCs w:val="22"/>
              </w:rPr>
              <w:t>/1</w:t>
            </w:r>
            <w:r>
              <w:rPr>
                <w:rFonts w:ascii="Calibri" w:eastAsia="Calibri" w:hAnsi="Calibri" w:cs="Calibri"/>
                <w:color w:val="000000"/>
                <w:szCs w:val="22"/>
              </w:rPr>
              <w:t>1</w:t>
            </w:r>
            <w:r w:rsidRPr="00495CF6">
              <w:rPr>
                <w:rFonts w:ascii="Calibri" w:eastAsia="Calibri" w:hAnsi="Calibri" w:cs="Calibri"/>
                <w:color w:val="000000"/>
                <w:szCs w:val="22"/>
              </w:rPr>
              <w:t>/2017</w:t>
            </w:r>
          </w:p>
        </w:tc>
      </w:tr>
      <w:tr w:rsidR="00905E05" w:rsidRPr="00495CF6" w14:paraId="1E6EB9AF" w14:textId="77777777" w:rsidTr="00905E05">
        <w:tc>
          <w:tcPr>
            <w:tcW w:w="1220" w:type="pct"/>
            <w:tcBorders>
              <w:top w:val="single" w:sz="4" w:space="0" w:color="7F7F7F"/>
              <w:left w:val="single" w:sz="4" w:space="0" w:color="7F7F7F"/>
              <w:bottom w:val="single" w:sz="4" w:space="0" w:color="7F7F7F"/>
              <w:right w:val="single" w:sz="4" w:space="0" w:color="7F7F7F"/>
            </w:tcBorders>
          </w:tcPr>
          <w:p w14:paraId="54A998CC" w14:textId="77777777" w:rsidR="00905E05" w:rsidRDefault="00905E05" w:rsidP="000E4BE6">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0957B308" w14:textId="77777777" w:rsidR="00905E05" w:rsidRDefault="00905E05" w:rsidP="000E4BE6">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047BF0E8" w14:textId="77777777" w:rsidR="00905E05" w:rsidRDefault="00905E05" w:rsidP="000E4BE6">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1D5B432" w14:textId="777F64ED" w:rsidR="00905E05" w:rsidRDefault="00981E44" w:rsidP="000E4BE6">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01/06/2018</w:t>
            </w:r>
          </w:p>
        </w:tc>
      </w:tr>
      <w:tr w:rsidR="00860D49" w:rsidRPr="00495CF6" w14:paraId="28F554F0" w14:textId="77777777" w:rsidTr="00FD2C10">
        <w:tc>
          <w:tcPr>
            <w:tcW w:w="1220" w:type="pct"/>
            <w:tcBorders>
              <w:top w:val="single" w:sz="4" w:space="0" w:color="7F7F7F"/>
              <w:left w:val="single" w:sz="4" w:space="0" w:color="7F7F7F"/>
              <w:bottom w:val="single" w:sz="4" w:space="0" w:color="7F7F7F"/>
              <w:right w:val="single" w:sz="4" w:space="0" w:color="7F7F7F"/>
            </w:tcBorders>
          </w:tcPr>
          <w:p w14:paraId="65941568" w14:textId="77777777" w:rsidR="00860D49" w:rsidRDefault="00860D49" w:rsidP="00FD2C10">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7D063375" w14:textId="77777777" w:rsidR="00860D49" w:rsidRDefault="00860D49" w:rsidP="00FD2C10">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71F1194B" w14:textId="77777777" w:rsidR="00860D49" w:rsidRDefault="00860D49" w:rsidP="00FD2C10">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96453F2" w14:textId="5CBA3D6A" w:rsidR="00860D49" w:rsidRPr="00324BB1" w:rsidRDefault="00FD2C10" w:rsidP="00FD2C10">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860D49">
              <w:rPr>
                <w:rFonts w:ascii="Calibri" w:eastAsia="Calibri" w:hAnsi="Calibri" w:cs="Calibri"/>
                <w:color w:val="000000"/>
                <w:szCs w:val="22"/>
              </w:rPr>
              <w:t>/12/2018</w:t>
            </w:r>
          </w:p>
        </w:tc>
      </w:tr>
      <w:tr w:rsidR="00A86751" w:rsidRPr="00495CF6" w14:paraId="36ED4CB4" w14:textId="77777777" w:rsidTr="005201D5">
        <w:tc>
          <w:tcPr>
            <w:tcW w:w="1220" w:type="pct"/>
            <w:tcBorders>
              <w:top w:val="single" w:sz="4" w:space="0" w:color="7F7F7F"/>
              <w:left w:val="single" w:sz="4" w:space="0" w:color="7F7F7F"/>
              <w:bottom w:val="single" w:sz="4" w:space="0" w:color="7F7F7F"/>
              <w:right w:val="single" w:sz="4" w:space="0" w:color="7F7F7F"/>
            </w:tcBorders>
          </w:tcPr>
          <w:p w14:paraId="0333080F" w14:textId="77777777" w:rsidR="00A86751" w:rsidRDefault="00A86751" w:rsidP="005201D5">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57C8EA82" w14:textId="77777777" w:rsidR="00A86751" w:rsidRDefault="00A86751" w:rsidP="005201D5">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51D96CDF" w14:textId="77777777" w:rsidR="00A86751" w:rsidRDefault="00A86751" w:rsidP="005201D5">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D328A38" w14:textId="77777777" w:rsidR="00A86751" w:rsidRDefault="00A86751" w:rsidP="005201D5">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7D218CE4"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6B6BDC">
        <w:rPr>
          <w:rFonts w:ascii="Calibri" w:eastAsia="Calibri" w:hAnsi="Calibri" w:cs="Calibri"/>
          <w:szCs w:val="22"/>
        </w:rPr>
        <w:t>sed</w:t>
      </w:r>
      <w:r w:rsidRPr="00495CF6">
        <w:rPr>
          <w:rFonts w:ascii="Calibri" w:eastAsia="Calibri" w:hAnsi="Calibri" w:cs="Calibri"/>
          <w:szCs w:val="22"/>
        </w:rPr>
        <w:t xml:space="preserve">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760C6CF3"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 xml:space="preserve">Changes </w:t>
      </w:r>
      <w:r w:rsidR="005105C1">
        <w:rPr>
          <w:rFonts w:ascii="Calibri" w:eastAsia="Calibri" w:hAnsi="Calibri" w:cs="Calibri"/>
          <w:color w:val="000000"/>
          <w:szCs w:val="22"/>
        </w:rPr>
        <w:t>to this document are summaris</w:t>
      </w:r>
      <w:bookmarkStart w:id="3" w:name="_GoBack"/>
      <w:bookmarkEnd w:id="3"/>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40" w:type="dxa"/>
          <w:right w:w="40" w:type="dxa"/>
        </w:tblCellMar>
        <w:tblLook w:val="04A0" w:firstRow="1" w:lastRow="0" w:firstColumn="1" w:lastColumn="0" w:noHBand="0" w:noVBand="1"/>
      </w:tblPr>
      <w:tblGrid>
        <w:gridCol w:w="1046"/>
        <w:gridCol w:w="1688"/>
        <w:gridCol w:w="2410"/>
        <w:gridCol w:w="3963"/>
      </w:tblGrid>
      <w:tr w:rsidR="00957EB9" w:rsidRPr="00495CF6" w14:paraId="44A509B8" w14:textId="77777777" w:rsidTr="00635905">
        <w:tc>
          <w:tcPr>
            <w:tcW w:w="5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927"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323"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1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A86751" w:rsidRPr="000C58E5" w14:paraId="1481C3A1" w14:textId="77777777" w:rsidTr="00635905">
        <w:tc>
          <w:tcPr>
            <w:tcW w:w="574" w:type="pct"/>
            <w:tcBorders>
              <w:top w:val="single" w:sz="4" w:space="0" w:color="7F7F7F"/>
              <w:left w:val="single" w:sz="4" w:space="0" w:color="7F7F7F"/>
              <w:bottom w:val="single" w:sz="4" w:space="0" w:color="7F7F7F"/>
              <w:right w:val="single" w:sz="4" w:space="0" w:color="7F7F7F"/>
            </w:tcBorders>
            <w:shd w:val="clear" w:color="auto" w:fill="auto"/>
          </w:tcPr>
          <w:p w14:paraId="48CC5F63" w14:textId="77777777" w:rsidR="00A86751" w:rsidRDefault="00A86751" w:rsidP="005201D5">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927" w:type="pct"/>
            <w:tcBorders>
              <w:top w:val="single" w:sz="4" w:space="0" w:color="7F7F7F"/>
              <w:left w:val="single" w:sz="4" w:space="0" w:color="7F7F7F"/>
              <w:bottom w:val="single" w:sz="4" w:space="0" w:color="7F7F7F"/>
              <w:right w:val="single" w:sz="4" w:space="0" w:color="7F7F7F"/>
            </w:tcBorders>
            <w:shd w:val="clear" w:color="auto" w:fill="auto"/>
          </w:tcPr>
          <w:p w14:paraId="6374386C" w14:textId="77777777" w:rsidR="00A86751" w:rsidRDefault="00A86751" w:rsidP="005201D5">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322" w:type="pct"/>
            <w:tcBorders>
              <w:top w:val="single" w:sz="4" w:space="0" w:color="7F7F7F"/>
              <w:left w:val="single" w:sz="4" w:space="0" w:color="7F7F7F"/>
              <w:bottom w:val="single" w:sz="4" w:space="0" w:color="7F7F7F"/>
              <w:right w:val="single" w:sz="4" w:space="0" w:color="7F7F7F"/>
            </w:tcBorders>
            <w:shd w:val="clear" w:color="auto" w:fill="auto"/>
          </w:tcPr>
          <w:p w14:paraId="7CA570CE" w14:textId="77777777" w:rsidR="00A86751" w:rsidRDefault="00A86751" w:rsidP="005201D5">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176" w:type="pct"/>
            <w:tcBorders>
              <w:top w:val="single" w:sz="4" w:space="0" w:color="7F7F7F"/>
              <w:left w:val="single" w:sz="4" w:space="0" w:color="7F7F7F"/>
              <w:bottom w:val="single" w:sz="4" w:space="0" w:color="7F7F7F"/>
              <w:right w:val="single" w:sz="4" w:space="0" w:color="7F7F7F"/>
            </w:tcBorders>
            <w:shd w:val="clear" w:color="auto" w:fill="auto"/>
          </w:tcPr>
          <w:p w14:paraId="71E58C6A" w14:textId="77777777" w:rsidR="00A86751" w:rsidRPr="0062555E" w:rsidRDefault="00A86751" w:rsidP="005201D5">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0E48A8D6" w14:textId="77777777" w:rsidR="00A86751" w:rsidRPr="0062555E" w:rsidRDefault="00A86751" w:rsidP="005201D5">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860D49" w:rsidRPr="000C58E5" w14:paraId="225511F9" w14:textId="77777777" w:rsidTr="00635905">
        <w:tc>
          <w:tcPr>
            <w:tcW w:w="574" w:type="pct"/>
            <w:tcBorders>
              <w:top w:val="single" w:sz="4" w:space="0" w:color="7F7F7F"/>
              <w:left w:val="single" w:sz="4" w:space="0" w:color="7F7F7F"/>
              <w:bottom w:val="single" w:sz="4" w:space="0" w:color="7F7F7F"/>
              <w:right w:val="single" w:sz="4" w:space="0" w:color="7F7F7F"/>
            </w:tcBorders>
            <w:shd w:val="clear" w:color="auto" w:fill="auto"/>
          </w:tcPr>
          <w:p w14:paraId="59E66284" w14:textId="77777777" w:rsidR="00860D49" w:rsidRDefault="00860D49" w:rsidP="00FD2C1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927" w:type="pct"/>
            <w:tcBorders>
              <w:top w:val="single" w:sz="4" w:space="0" w:color="7F7F7F"/>
              <w:left w:val="single" w:sz="4" w:space="0" w:color="7F7F7F"/>
              <w:bottom w:val="single" w:sz="4" w:space="0" w:color="7F7F7F"/>
              <w:right w:val="single" w:sz="4" w:space="0" w:color="7F7F7F"/>
            </w:tcBorders>
            <w:shd w:val="clear" w:color="auto" w:fill="auto"/>
          </w:tcPr>
          <w:p w14:paraId="765E44A1" w14:textId="32E0FE49" w:rsidR="00860D49" w:rsidRPr="00324BB1" w:rsidRDefault="00FD2C10" w:rsidP="00FD2C1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860D49">
              <w:rPr>
                <w:rFonts w:ascii="Calibri" w:eastAsia="Calibri" w:hAnsi="Calibri" w:cs="Calibri"/>
                <w:bCs/>
                <w:color w:val="000000"/>
                <w:szCs w:val="22"/>
              </w:rPr>
              <w:t>/12/2018</w:t>
            </w:r>
          </w:p>
        </w:tc>
        <w:tc>
          <w:tcPr>
            <w:tcW w:w="1323" w:type="pct"/>
            <w:tcBorders>
              <w:top w:val="single" w:sz="4" w:space="0" w:color="7F7F7F"/>
              <w:left w:val="single" w:sz="4" w:space="0" w:color="7F7F7F"/>
              <w:bottom w:val="single" w:sz="4" w:space="0" w:color="7F7F7F"/>
              <w:right w:val="single" w:sz="4" w:space="0" w:color="7F7F7F"/>
            </w:tcBorders>
            <w:shd w:val="clear" w:color="auto" w:fill="auto"/>
          </w:tcPr>
          <w:p w14:paraId="197BDD29" w14:textId="77777777" w:rsidR="00860D49" w:rsidRDefault="00860D49" w:rsidP="00FD2C1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175" w:type="pct"/>
            <w:tcBorders>
              <w:top w:val="single" w:sz="4" w:space="0" w:color="7F7F7F"/>
              <w:left w:val="single" w:sz="4" w:space="0" w:color="7F7F7F"/>
              <w:bottom w:val="single" w:sz="4" w:space="0" w:color="7F7F7F"/>
              <w:right w:val="single" w:sz="4" w:space="0" w:color="7F7F7F"/>
            </w:tcBorders>
            <w:shd w:val="clear" w:color="auto" w:fill="auto"/>
          </w:tcPr>
          <w:p w14:paraId="026E91A8" w14:textId="784F05ED" w:rsidR="00D74EDB" w:rsidRDefault="00860D49" w:rsidP="00FD2C10">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r w:rsidR="004C34CA">
              <w:rPr>
                <w:rFonts w:ascii="Calibri" w:eastAsia="Calibri" w:hAnsi="Calibri" w:cs="Calibri"/>
                <w:bCs/>
                <w:color w:val="000000"/>
                <w:szCs w:val="22"/>
              </w:rPr>
              <w:t xml:space="preserve"> </w:t>
            </w:r>
            <w:r w:rsidR="00D74EDB" w:rsidRPr="00D74EDB">
              <w:rPr>
                <w:rFonts w:ascii="Calibri" w:eastAsia="Calibri" w:hAnsi="Calibri" w:cs="Calibri"/>
                <w:bCs/>
                <w:color w:val="000000"/>
                <w:szCs w:val="22"/>
              </w:rPr>
              <w:t>Alignment with version 1.9.1 of TP.</w:t>
            </w:r>
          </w:p>
          <w:p w14:paraId="1638F67F" w14:textId="6FCC0F29" w:rsidR="00860D49" w:rsidRDefault="00860D49" w:rsidP="00FD2C1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905E05" w:rsidRPr="00495CF6" w14:paraId="1EA8C5EC" w14:textId="77777777" w:rsidTr="00635905">
        <w:tc>
          <w:tcPr>
            <w:tcW w:w="574" w:type="pct"/>
            <w:tcBorders>
              <w:top w:val="single" w:sz="4" w:space="0" w:color="7F7F7F"/>
              <w:left w:val="single" w:sz="4" w:space="0" w:color="7F7F7F"/>
              <w:bottom w:val="single" w:sz="4" w:space="0" w:color="7F7F7F"/>
              <w:right w:val="single" w:sz="4" w:space="0" w:color="7F7F7F"/>
            </w:tcBorders>
            <w:shd w:val="clear" w:color="auto" w:fill="auto"/>
          </w:tcPr>
          <w:p w14:paraId="3B4AFCA9" w14:textId="7EDF5C70" w:rsidR="00905E05" w:rsidRPr="0067324A" w:rsidRDefault="00905E05">
            <w:pPr>
              <w:spacing w:after="0" w:line="276" w:lineRule="auto"/>
              <w:jc w:val="left"/>
              <w:rPr>
                <w:rFonts w:ascii="Calibri" w:eastAsia="Calibri" w:hAnsi="Calibri" w:cs="Calibri"/>
                <w:bCs/>
                <w:color w:val="000000"/>
                <w:szCs w:val="22"/>
              </w:rPr>
            </w:pPr>
            <w:r w:rsidRPr="00B41F6E">
              <w:lastRenderedPageBreak/>
              <w:t>1.10</w:t>
            </w:r>
          </w:p>
        </w:tc>
        <w:tc>
          <w:tcPr>
            <w:tcW w:w="927" w:type="pct"/>
            <w:tcBorders>
              <w:top w:val="single" w:sz="4" w:space="0" w:color="7F7F7F"/>
              <w:left w:val="single" w:sz="4" w:space="0" w:color="7F7F7F"/>
              <w:bottom w:val="single" w:sz="4" w:space="0" w:color="7F7F7F"/>
              <w:right w:val="single" w:sz="4" w:space="0" w:color="7F7F7F"/>
            </w:tcBorders>
            <w:shd w:val="clear" w:color="auto" w:fill="auto"/>
          </w:tcPr>
          <w:p w14:paraId="46CBB7CF" w14:textId="015FDA16" w:rsidR="00905E05" w:rsidRPr="0067324A" w:rsidRDefault="00981E44" w:rsidP="0067324A">
            <w:pPr>
              <w:spacing w:after="0" w:line="276" w:lineRule="auto"/>
              <w:jc w:val="left"/>
              <w:rPr>
                <w:rFonts w:ascii="Calibri" w:eastAsia="Calibri" w:hAnsi="Calibri" w:cs="Calibri"/>
                <w:bCs/>
                <w:color w:val="000000"/>
                <w:szCs w:val="22"/>
              </w:rPr>
            </w:pPr>
            <w:r>
              <w:t>01/06/2018</w:t>
            </w:r>
          </w:p>
        </w:tc>
        <w:tc>
          <w:tcPr>
            <w:tcW w:w="1323" w:type="pct"/>
            <w:tcBorders>
              <w:top w:val="single" w:sz="4" w:space="0" w:color="7F7F7F"/>
              <w:left w:val="single" w:sz="4" w:space="0" w:color="7F7F7F"/>
              <w:bottom w:val="single" w:sz="4" w:space="0" w:color="7F7F7F"/>
              <w:right w:val="single" w:sz="4" w:space="0" w:color="7F7F7F"/>
            </w:tcBorders>
            <w:shd w:val="clear" w:color="auto" w:fill="auto"/>
          </w:tcPr>
          <w:p w14:paraId="105766EE" w14:textId="5FB026C2" w:rsidR="00905E05" w:rsidRPr="00A35AE4" w:rsidRDefault="00905E05" w:rsidP="0067324A">
            <w:pPr>
              <w:spacing w:after="0" w:line="276" w:lineRule="auto"/>
              <w:jc w:val="left"/>
              <w:rPr>
                <w:rFonts w:ascii="Calibri" w:hAnsi="Calibri" w:cs="Calibri"/>
                <w:color w:val="000000"/>
                <w:szCs w:val="22"/>
              </w:rPr>
            </w:pPr>
            <w:r w:rsidRPr="00B41F6E">
              <w:t>CUSTDEV3</w:t>
            </w:r>
          </w:p>
        </w:tc>
        <w:tc>
          <w:tcPr>
            <w:tcW w:w="2175" w:type="pct"/>
            <w:tcBorders>
              <w:top w:val="single" w:sz="4" w:space="0" w:color="7F7F7F"/>
              <w:left w:val="single" w:sz="4" w:space="0" w:color="7F7F7F"/>
              <w:bottom w:val="single" w:sz="4" w:space="0" w:color="7F7F7F"/>
              <w:right w:val="single" w:sz="4" w:space="0" w:color="7F7F7F"/>
            </w:tcBorders>
            <w:shd w:val="clear" w:color="auto" w:fill="auto"/>
          </w:tcPr>
          <w:p w14:paraId="04146D11" w14:textId="43B12B85" w:rsidR="00905E05" w:rsidRPr="0067324A" w:rsidRDefault="00905E05" w:rsidP="0067324A">
            <w:pPr>
              <w:spacing w:after="0" w:line="276" w:lineRule="auto"/>
              <w:jc w:val="left"/>
              <w:rPr>
                <w:rFonts w:ascii="Calibri" w:eastAsia="Calibri" w:hAnsi="Calibri" w:cs="Calibri"/>
                <w:bCs/>
                <w:color w:val="000000"/>
                <w:szCs w:val="22"/>
              </w:rPr>
            </w:pPr>
            <w:r w:rsidRPr="00B41F6E">
              <w:t>Submission for Review</w:t>
            </w:r>
          </w:p>
        </w:tc>
      </w:tr>
      <w:tr w:rsidR="00112259" w:rsidRPr="00495CF6" w14:paraId="63EA33EA" w14:textId="77777777" w:rsidTr="00635905">
        <w:tc>
          <w:tcPr>
            <w:tcW w:w="574" w:type="pct"/>
            <w:tcBorders>
              <w:top w:val="single" w:sz="4" w:space="0" w:color="7F7F7F"/>
              <w:left w:val="single" w:sz="4" w:space="0" w:color="7F7F7F"/>
              <w:bottom w:val="single" w:sz="4" w:space="0" w:color="7F7F7F"/>
              <w:right w:val="single" w:sz="4" w:space="0" w:color="7F7F7F"/>
            </w:tcBorders>
            <w:shd w:val="clear" w:color="auto" w:fill="auto"/>
          </w:tcPr>
          <w:p w14:paraId="2DF0D01C" w14:textId="0B903804" w:rsidR="00112259" w:rsidRPr="0067324A" w:rsidRDefault="00112259">
            <w:pPr>
              <w:spacing w:after="0" w:line="276" w:lineRule="auto"/>
              <w:jc w:val="left"/>
              <w:rPr>
                <w:rFonts w:ascii="Calibri" w:eastAsia="Calibri" w:hAnsi="Calibri" w:cs="Calibri"/>
                <w:bCs/>
                <w:color w:val="000000"/>
                <w:szCs w:val="22"/>
              </w:rPr>
            </w:pPr>
            <w:r w:rsidRPr="0067324A">
              <w:rPr>
                <w:rFonts w:ascii="Calibri" w:eastAsia="Calibri" w:hAnsi="Calibri" w:cs="Calibri"/>
                <w:bCs/>
                <w:color w:val="000000"/>
                <w:szCs w:val="22"/>
              </w:rPr>
              <w:t>1.00</w:t>
            </w:r>
          </w:p>
        </w:tc>
        <w:tc>
          <w:tcPr>
            <w:tcW w:w="927" w:type="pct"/>
            <w:tcBorders>
              <w:top w:val="single" w:sz="4" w:space="0" w:color="7F7F7F"/>
              <w:left w:val="single" w:sz="4" w:space="0" w:color="7F7F7F"/>
              <w:bottom w:val="single" w:sz="4" w:space="0" w:color="7F7F7F"/>
              <w:right w:val="single" w:sz="4" w:space="0" w:color="7F7F7F"/>
            </w:tcBorders>
            <w:shd w:val="clear" w:color="auto" w:fill="auto"/>
          </w:tcPr>
          <w:p w14:paraId="0A6C9D97" w14:textId="4ABBF06A" w:rsidR="00112259" w:rsidRPr="0067324A" w:rsidRDefault="00112259" w:rsidP="0067324A">
            <w:pPr>
              <w:spacing w:after="0" w:line="276" w:lineRule="auto"/>
              <w:jc w:val="left"/>
              <w:rPr>
                <w:rFonts w:ascii="Calibri" w:eastAsia="Calibri" w:hAnsi="Calibri" w:cs="Calibri"/>
                <w:bCs/>
                <w:color w:val="000000"/>
                <w:szCs w:val="22"/>
              </w:rPr>
            </w:pPr>
            <w:r w:rsidRPr="0067324A">
              <w:rPr>
                <w:rFonts w:ascii="Calibri" w:eastAsia="Calibri" w:hAnsi="Calibri" w:cs="Calibri"/>
                <w:bCs/>
                <w:color w:val="000000"/>
                <w:szCs w:val="22"/>
              </w:rPr>
              <w:t>28/11/2017</w:t>
            </w:r>
          </w:p>
        </w:tc>
        <w:tc>
          <w:tcPr>
            <w:tcW w:w="1323" w:type="pct"/>
            <w:tcBorders>
              <w:top w:val="single" w:sz="4" w:space="0" w:color="7F7F7F"/>
              <w:left w:val="single" w:sz="4" w:space="0" w:color="7F7F7F"/>
              <w:bottom w:val="single" w:sz="4" w:space="0" w:color="7F7F7F"/>
              <w:right w:val="single" w:sz="4" w:space="0" w:color="7F7F7F"/>
            </w:tcBorders>
            <w:shd w:val="clear" w:color="auto" w:fill="auto"/>
          </w:tcPr>
          <w:p w14:paraId="03E64E0D" w14:textId="5E74AB29" w:rsidR="00112259" w:rsidRPr="0067324A" w:rsidRDefault="00112259" w:rsidP="0067324A">
            <w:pPr>
              <w:spacing w:after="0" w:line="276" w:lineRule="auto"/>
              <w:jc w:val="left"/>
              <w:rPr>
                <w:rFonts w:ascii="Calibri" w:eastAsia="Calibri" w:hAnsi="Calibri" w:cs="Calibri"/>
                <w:bCs/>
                <w:color w:val="000000"/>
                <w:szCs w:val="22"/>
              </w:rPr>
            </w:pPr>
            <w:r w:rsidRPr="00A35AE4">
              <w:rPr>
                <w:rFonts w:ascii="Calibri" w:hAnsi="Calibri" w:cs="Calibri"/>
                <w:color w:val="000000"/>
                <w:szCs w:val="22"/>
              </w:rPr>
              <w:t>CUSTDEV3</w:t>
            </w:r>
          </w:p>
        </w:tc>
        <w:tc>
          <w:tcPr>
            <w:tcW w:w="2175" w:type="pct"/>
            <w:tcBorders>
              <w:top w:val="single" w:sz="4" w:space="0" w:color="7F7F7F"/>
              <w:left w:val="single" w:sz="4" w:space="0" w:color="7F7F7F"/>
              <w:bottom w:val="single" w:sz="4" w:space="0" w:color="7F7F7F"/>
              <w:right w:val="single" w:sz="4" w:space="0" w:color="7F7F7F"/>
            </w:tcBorders>
            <w:shd w:val="clear" w:color="auto" w:fill="auto"/>
          </w:tcPr>
          <w:p w14:paraId="5EF813EF" w14:textId="77777777" w:rsidR="00112259" w:rsidRPr="0067324A" w:rsidRDefault="00112259" w:rsidP="0067324A">
            <w:pPr>
              <w:spacing w:after="0" w:line="276" w:lineRule="auto"/>
              <w:jc w:val="left"/>
              <w:rPr>
                <w:rFonts w:ascii="Calibri" w:eastAsia="Calibri" w:hAnsi="Calibri" w:cs="Calibri"/>
                <w:bCs/>
                <w:color w:val="000000"/>
                <w:szCs w:val="22"/>
              </w:rPr>
            </w:pPr>
            <w:r w:rsidRPr="0067324A">
              <w:rPr>
                <w:rFonts w:ascii="Calibri" w:eastAsia="Calibri" w:hAnsi="Calibri" w:cs="Calibri"/>
                <w:bCs/>
                <w:color w:val="000000"/>
                <w:szCs w:val="22"/>
              </w:rPr>
              <w:t>Implementation of review’s comments.</w:t>
            </w:r>
          </w:p>
          <w:p w14:paraId="354CF1EF" w14:textId="6F7DB726" w:rsidR="00112259" w:rsidRPr="0067324A" w:rsidRDefault="00112259">
            <w:pPr>
              <w:spacing w:after="0" w:line="276" w:lineRule="auto"/>
              <w:jc w:val="left"/>
              <w:rPr>
                <w:rFonts w:ascii="Calibri" w:eastAsia="Calibri" w:hAnsi="Calibri" w:cs="Calibri"/>
                <w:bCs/>
                <w:color w:val="000000"/>
                <w:szCs w:val="22"/>
              </w:rPr>
            </w:pPr>
            <w:r w:rsidRPr="0067324A">
              <w:rPr>
                <w:rFonts w:ascii="Calibri" w:eastAsia="Calibri" w:hAnsi="Calibri" w:cs="Calibri"/>
                <w:bCs/>
                <w:color w:val="000000"/>
                <w:szCs w:val="22"/>
              </w:rPr>
              <w:t>Submission for Acceptance</w:t>
            </w:r>
          </w:p>
        </w:tc>
      </w:tr>
      <w:tr w:rsidR="00957EB9" w:rsidRPr="00495CF6" w14:paraId="44A509BD" w14:textId="77777777" w:rsidTr="00635905">
        <w:tc>
          <w:tcPr>
            <w:tcW w:w="574" w:type="pct"/>
            <w:tcBorders>
              <w:top w:val="single" w:sz="4" w:space="0" w:color="7F7F7F"/>
              <w:left w:val="single" w:sz="4" w:space="0" w:color="7F7F7F"/>
              <w:bottom w:val="single" w:sz="4" w:space="0" w:color="7F7F7F"/>
              <w:right w:val="single" w:sz="4" w:space="0" w:color="7F7F7F"/>
            </w:tcBorders>
            <w:hideMark/>
          </w:tcPr>
          <w:p w14:paraId="44A509B9" w14:textId="08850EA1" w:rsidR="00957EB9" w:rsidRPr="00495CF6" w:rsidRDefault="000B42F9">
            <w:pPr>
              <w:spacing w:after="0"/>
              <w:jc w:val="left"/>
              <w:rPr>
                <w:lang w:eastAsia="en-GB"/>
              </w:rPr>
            </w:pPr>
            <w:r w:rsidRPr="00495CF6">
              <w:rPr>
                <w:lang w:eastAsia="en-GB"/>
              </w:rPr>
              <w:t>0.</w:t>
            </w:r>
            <w:r w:rsidR="00112259">
              <w:rPr>
                <w:lang w:eastAsia="en-GB"/>
              </w:rPr>
              <w:t>10</w:t>
            </w:r>
          </w:p>
        </w:tc>
        <w:tc>
          <w:tcPr>
            <w:tcW w:w="927" w:type="pct"/>
            <w:tcBorders>
              <w:top w:val="single" w:sz="4" w:space="0" w:color="7F7F7F"/>
              <w:left w:val="single" w:sz="4" w:space="0" w:color="7F7F7F"/>
              <w:bottom w:val="single" w:sz="4" w:space="0" w:color="7F7F7F"/>
              <w:right w:val="single" w:sz="4" w:space="0" w:color="7F7F7F"/>
            </w:tcBorders>
          </w:tcPr>
          <w:p w14:paraId="44A509BA" w14:textId="37AD7AE7" w:rsidR="00957EB9" w:rsidRPr="00495CF6" w:rsidRDefault="00F56F65" w:rsidP="00F56F65">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15</w:t>
            </w:r>
            <w:r w:rsidR="000B42F9" w:rsidRPr="00495CF6">
              <w:rPr>
                <w:rFonts w:ascii="Calibri" w:eastAsia="PMingLiU" w:hAnsi="Calibri" w:cs="Calibri"/>
                <w:color w:val="000000"/>
                <w:szCs w:val="22"/>
              </w:rPr>
              <w:t>/</w:t>
            </w:r>
            <w:r w:rsidRPr="00495CF6">
              <w:rPr>
                <w:rFonts w:ascii="Calibri" w:eastAsia="PMingLiU" w:hAnsi="Calibri" w:cs="Calibri"/>
                <w:color w:val="000000"/>
                <w:szCs w:val="22"/>
              </w:rPr>
              <w:t>1</w:t>
            </w:r>
            <w:r>
              <w:rPr>
                <w:rFonts w:ascii="Calibri" w:eastAsia="PMingLiU" w:hAnsi="Calibri" w:cs="Calibri"/>
                <w:color w:val="000000"/>
                <w:szCs w:val="22"/>
              </w:rPr>
              <w:t>1</w:t>
            </w:r>
            <w:r w:rsidR="000B42F9" w:rsidRPr="00495CF6">
              <w:rPr>
                <w:rFonts w:ascii="Calibri" w:eastAsia="PMingLiU" w:hAnsi="Calibri" w:cs="Calibri"/>
                <w:color w:val="000000"/>
                <w:szCs w:val="22"/>
              </w:rPr>
              <w:t>/2017</w:t>
            </w:r>
          </w:p>
        </w:tc>
        <w:tc>
          <w:tcPr>
            <w:tcW w:w="1323"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175" w:type="pct"/>
            <w:tcBorders>
              <w:top w:val="single" w:sz="4" w:space="0" w:color="7F7F7F"/>
              <w:left w:val="single" w:sz="4" w:space="0" w:color="7F7F7F"/>
              <w:bottom w:val="single" w:sz="4" w:space="0" w:color="7F7F7F"/>
              <w:right w:val="single" w:sz="4" w:space="0" w:color="7F7F7F"/>
            </w:tcBorders>
            <w:hideMark/>
          </w:tcPr>
          <w:p w14:paraId="1D5CAA21" w14:textId="77777777" w:rsidR="00F76220" w:rsidRDefault="00F76220" w:rsidP="00F76220">
            <w:pPr>
              <w:spacing w:after="0"/>
              <w:jc w:val="left"/>
              <w:rPr>
                <w:lang w:eastAsia="en-GB"/>
              </w:rPr>
            </w:pPr>
            <w:r>
              <w:rPr>
                <w:lang w:eastAsia="en-GB"/>
              </w:rPr>
              <w:t>First version.</w:t>
            </w:r>
          </w:p>
          <w:p w14:paraId="44A509BC" w14:textId="1550BE39" w:rsidR="00957EB9" w:rsidRPr="00495CF6" w:rsidRDefault="00F76220" w:rsidP="00F76220">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4A509CA" w14:textId="24AFCEA9"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3286AF71" w14:textId="4DA733D4" w:rsidR="00495CF6" w:rsidRDefault="00495CF6">
      <w:pPr>
        <w:spacing w:after="0"/>
        <w:jc w:val="left"/>
        <w:rPr>
          <w:rFonts w:ascii="Calibri" w:hAnsi="Calibri" w:cs="Calibri"/>
          <w:b/>
        </w:rPr>
      </w:pP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57E7C612" w14:textId="77777777" w:rsidR="00201B81"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201B81">
        <w:t>1.</w:t>
      </w:r>
      <w:r w:rsidR="00201B81">
        <w:rPr>
          <w:rFonts w:asciiTheme="minorHAnsi" w:eastAsiaTheme="minorEastAsia" w:hAnsiTheme="minorHAnsi" w:cstheme="minorBidi"/>
          <w:b w:val="0"/>
          <w:caps w:val="0"/>
          <w:sz w:val="22"/>
          <w:szCs w:val="22"/>
          <w:lang w:eastAsia="en-GB"/>
        </w:rPr>
        <w:tab/>
      </w:r>
      <w:r w:rsidR="00201B81">
        <w:t>Introduction</w:t>
      </w:r>
      <w:r w:rsidR="00201B81">
        <w:tab/>
      </w:r>
      <w:r w:rsidR="00201B81">
        <w:fldChar w:fldCharType="begin"/>
      </w:r>
      <w:r w:rsidR="00201B81">
        <w:instrText xml:space="preserve"> PAGEREF _Toc533068263 \h </w:instrText>
      </w:r>
      <w:r w:rsidR="00201B81">
        <w:fldChar w:fldCharType="separate"/>
      </w:r>
      <w:r w:rsidR="00201B81">
        <w:t>5</w:t>
      </w:r>
      <w:r w:rsidR="00201B81">
        <w:fldChar w:fldCharType="end"/>
      </w:r>
    </w:p>
    <w:p w14:paraId="71A68012" w14:textId="77777777" w:rsidR="00201B81" w:rsidRDefault="00201B81">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_Toc533068264 \h </w:instrText>
      </w:r>
      <w:r>
        <w:fldChar w:fldCharType="separate"/>
      </w:r>
      <w:r>
        <w:t>5</w:t>
      </w:r>
      <w:r>
        <w:fldChar w:fldCharType="end"/>
      </w:r>
    </w:p>
    <w:p w14:paraId="1B8C2315" w14:textId="77777777" w:rsidR="00201B81" w:rsidRDefault="00201B81">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_Toc533068265 \h </w:instrText>
      </w:r>
      <w:r>
        <w:fldChar w:fldCharType="separate"/>
      </w:r>
      <w:r>
        <w:t>5</w:t>
      </w:r>
      <w:r>
        <w:fldChar w:fldCharType="end"/>
      </w:r>
    </w:p>
    <w:p w14:paraId="6A2AAFDF" w14:textId="77777777" w:rsidR="00201B81" w:rsidRDefault="00201B81">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_Toc533068266 \h </w:instrText>
      </w:r>
      <w:r>
        <w:fldChar w:fldCharType="separate"/>
      </w:r>
      <w:r>
        <w:t>5</w:t>
      </w:r>
      <w:r>
        <w:fldChar w:fldCharType="end"/>
      </w:r>
    </w:p>
    <w:p w14:paraId="02A9F6A6" w14:textId="77777777" w:rsidR="00201B81" w:rsidRDefault="00201B81">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_Toc533068267 \h </w:instrText>
      </w:r>
      <w:r>
        <w:fldChar w:fldCharType="separate"/>
      </w:r>
      <w:r>
        <w:t>5</w:t>
      </w:r>
      <w:r>
        <w:fldChar w:fldCharType="end"/>
      </w:r>
    </w:p>
    <w:p w14:paraId="4D6802B7" w14:textId="77777777" w:rsidR="00201B81" w:rsidRDefault="00201B81">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_Toc533068268 \h </w:instrText>
      </w:r>
      <w:r>
        <w:fldChar w:fldCharType="separate"/>
      </w:r>
      <w:r>
        <w:t>5</w:t>
      </w:r>
      <w:r>
        <w:fldChar w:fldCharType="end"/>
      </w:r>
    </w:p>
    <w:p w14:paraId="2A3CFA1B" w14:textId="77777777" w:rsidR="00201B81" w:rsidRDefault="00201B81">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_Toc533068269 \h </w:instrText>
      </w:r>
      <w:r>
        <w:rPr>
          <w:noProof/>
        </w:rPr>
      </w:r>
      <w:r>
        <w:rPr>
          <w:noProof/>
        </w:rPr>
        <w:fldChar w:fldCharType="separate"/>
      </w:r>
      <w:r>
        <w:rPr>
          <w:noProof/>
        </w:rPr>
        <w:t>5</w:t>
      </w:r>
      <w:r>
        <w:rPr>
          <w:noProof/>
        </w:rPr>
        <w:fldChar w:fldCharType="end"/>
      </w:r>
    </w:p>
    <w:p w14:paraId="00539D34" w14:textId="77777777" w:rsidR="00201B81" w:rsidRDefault="00201B81">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_Toc533068270 \h </w:instrText>
      </w:r>
      <w:r>
        <w:rPr>
          <w:noProof/>
        </w:rPr>
      </w:r>
      <w:r>
        <w:rPr>
          <w:noProof/>
        </w:rPr>
        <w:fldChar w:fldCharType="separate"/>
      </w:r>
      <w:r>
        <w:rPr>
          <w:noProof/>
        </w:rPr>
        <w:t>5</w:t>
      </w:r>
      <w:r>
        <w:rPr>
          <w:noProof/>
        </w:rPr>
        <w:fldChar w:fldCharType="end"/>
      </w:r>
    </w:p>
    <w:p w14:paraId="22C27AA1" w14:textId="77777777" w:rsidR="00201B81" w:rsidRDefault="00201B81">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_Toc533068271 \h </w:instrText>
      </w:r>
      <w:r>
        <w:fldChar w:fldCharType="separate"/>
      </w:r>
      <w:r>
        <w:t>6</w:t>
      </w:r>
      <w:r>
        <w:fldChar w:fldCharType="end"/>
      </w:r>
    </w:p>
    <w:p w14:paraId="19E748CF" w14:textId="77777777" w:rsidR="00201B81" w:rsidRDefault="00201B81">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_Toc533068272 \h </w:instrText>
      </w:r>
      <w:r>
        <w:fldChar w:fldCharType="separate"/>
      </w:r>
      <w:r>
        <w:t>6</w:t>
      </w:r>
      <w:r>
        <w:fldChar w:fldCharType="end"/>
      </w:r>
    </w:p>
    <w:p w14:paraId="58E0F8A7" w14:textId="77777777" w:rsidR="00201B81" w:rsidRDefault="00201B81">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_Toc533068273 \h </w:instrText>
      </w:r>
      <w:r>
        <w:fldChar w:fldCharType="separate"/>
      </w:r>
      <w:r>
        <w:t>6</w:t>
      </w:r>
      <w:r>
        <w:fldChar w:fldCharType="end"/>
      </w:r>
    </w:p>
    <w:p w14:paraId="49AFF523" w14:textId="77777777" w:rsidR="00201B81" w:rsidRDefault="00201B81">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_Toc533068274 \h </w:instrText>
      </w:r>
      <w:r>
        <w:fldChar w:fldCharType="separate"/>
      </w:r>
      <w:r>
        <w:t>7</w:t>
      </w:r>
      <w:r>
        <w:fldChar w:fldCharType="end"/>
      </w:r>
    </w:p>
    <w:p w14:paraId="7E5C0AB7" w14:textId="77777777" w:rsidR="00201B81" w:rsidRDefault="00201B81">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A7778A">
        <w:rPr>
          <w:color w:val="FF0000"/>
        </w:rPr>
        <w:t>M</w:t>
      </w:r>
      <w:r>
        <w:t>)</w:t>
      </w:r>
      <w:r>
        <w:tab/>
      </w:r>
      <w:r>
        <w:fldChar w:fldCharType="begin"/>
      </w:r>
      <w:r>
        <w:instrText xml:space="preserve"> PAGEREF _Toc533068275 \h </w:instrText>
      </w:r>
      <w:r>
        <w:fldChar w:fldCharType="separate"/>
      </w:r>
      <w:r>
        <w:t>7</w:t>
      </w:r>
      <w:r>
        <w:fldChar w:fldCharType="end"/>
      </w:r>
    </w:p>
    <w:p w14:paraId="2C1407DE" w14:textId="77777777" w:rsidR="00201B81" w:rsidRDefault="00201B81">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A7778A">
        <w:rPr>
          <w:color w:val="FF0000"/>
        </w:rPr>
        <w:t>M</w:t>
      </w:r>
      <w:r>
        <w:t>)</w:t>
      </w:r>
      <w:r>
        <w:tab/>
      </w:r>
      <w:r>
        <w:fldChar w:fldCharType="begin"/>
      </w:r>
      <w:r>
        <w:instrText xml:space="preserve"> PAGEREF _Toc533068276 \h </w:instrText>
      </w:r>
      <w:r>
        <w:fldChar w:fldCharType="separate"/>
      </w:r>
      <w:r>
        <w:t>7</w:t>
      </w:r>
      <w:r>
        <w:fldChar w:fldCharType="end"/>
      </w:r>
    </w:p>
    <w:p w14:paraId="177E8D04" w14:textId="77777777" w:rsidR="00201B81" w:rsidRDefault="00201B81">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A7778A">
        <w:rPr>
          <w:color w:val="FF0000"/>
        </w:rPr>
        <w:t>M</w:t>
      </w:r>
      <w:r>
        <w:t>)</w:t>
      </w:r>
      <w:r>
        <w:tab/>
      </w:r>
      <w:r>
        <w:fldChar w:fldCharType="begin"/>
      </w:r>
      <w:r>
        <w:instrText xml:space="preserve"> PAGEREF _Toc533068277 \h </w:instrText>
      </w:r>
      <w:r>
        <w:fldChar w:fldCharType="separate"/>
      </w:r>
      <w:r>
        <w:t>7</w:t>
      </w:r>
      <w:r>
        <w:fldChar w:fldCharType="end"/>
      </w:r>
    </w:p>
    <w:p w14:paraId="6CF4A339" w14:textId="77777777" w:rsidR="00201B81" w:rsidRPr="00201B81" w:rsidRDefault="00201B81">
      <w:pPr>
        <w:pStyle w:val="TOC1"/>
        <w:rPr>
          <w:rFonts w:asciiTheme="minorHAnsi" w:eastAsiaTheme="minorEastAsia" w:hAnsiTheme="minorHAnsi" w:cstheme="minorBidi"/>
          <w:b w:val="0"/>
          <w:caps w:val="0"/>
          <w:sz w:val="22"/>
          <w:szCs w:val="22"/>
          <w:lang w:val="fr-BE" w:eastAsia="en-GB"/>
        </w:rPr>
      </w:pPr>
      <w:r w:rsidRPr="00201B81">
        <w:rPr>
          <w:lang w:val="fr-BE"/>
        </w:rPr>
        <w:t>4.</w:t>
      </w:r>
      <w:r w:rsidRPr="00201B81">
        <w:rPr>
          <w:rFonts w:asciiTheme="minorHAnsi" w:eastAsiaTheme="minorEastAsia" w:hAnsiTheme="minorHAnsi" w:cstheme="minorBidi"/>
          <w:b w:val="0"/>
          <w:caps w:val="0"/>
          <w:sz w:val="22"/>
          <w:szCs w:val="22"/>
          <w:lang w:val="fr-BE" w:eastAsia="en-GB"/>
        </w:rPr>
        <w:tab/>
      </w:r>
      <w:r w:rsidRPr="00201B81">
        <w:rPr>
          <w:lang w:val="fr-BE"/>
        </w:rPr>
        <w:t>Applicant Information Page</w:t>
      </w:r>
      <w:r w:rsidRPr="00201B81">
        <w:rPr>
          <w:lang w:val="fr-BE"/>
        </w:rPr>
        <w:tab/>
      </w:r>
      <w:r>
        <w:fldChar w:fldCharType="begin"/>
      </w:r>
      <w:r w:rsidRPr="00201B81">
        <w:rPr>
          <w:lang w:val="fr-BE"/>
        </w:rPr>
        <w:instrText xml:space="preserve"> PAGEREF _Toc533068278 \h </w:instrText>
      </w:r>
      <w:r>
        <w:fldChar w:fldCharType="separate"/>
      </w:r>
      <w:r w:rsidRPr="00201B81">
        <w:rPr>
          <w:lang w:val="fr-BE"/>
        </w:rPr>
        <w:t>7</w:t>
      </w:r>
      <w:r>
        <w:fldChar w:fldCharType="end"/>
      </w:r>
    </w:p>
    <w:p w14:paraId="0026BA92" w14:textId="77777777" w:rsidR="00201B81" w:rsidRPr="00201B81" w:rsidRDefault="00201B81">
      <w:pPr>
        <w:pStyle w:val="TOC2"/>
        <w:rPr>
          <w:rFonts w:asciiTheme="minorHAnsi" w:eastAsiaTheme="minorEastAsia" w:hAnsiTheme="minorHAnsi" w:cstheme="minorBidi"/>
          <w:sz w:val="22"/>
          <w:szCs w:val="22"/>
          <w:lang w:val="fr-BE" w:eastAsia="en-GB"/>
        </w:rPr>
      </w:pPr>
      <w:r w:rsidRPr="00201B81">
        <w:rPr>
          <w:lang w:val="fr-BE"/>
        </w:rPr>
        <w:t>4.1</w:t>
      </w:r>
      <w:r w:rsidRPr="00201B81">
        <w:rPr>
          <w:rFonts w:asciiTheme="minorHAnsi" w:eastAsiaTheme="minorEastAsia" w:hAnsiTheme="minorHAnsi" w:cstheme="minorBidi"/>
          <w:sz w:val="22"/>
          <w:szCs w:val="22"/>
          <w:lang w:val="fr-BE" w:eastAsia="en-GB"/>
        </w:rPr>
        <w:tab/>
      </w:r>
      <w:r w:rsidRPr="00201B81">
        <w:rPr>
          <w:lang w:val="fr-BE"/>
        </w:rPr>
        <w:t>Applicant Information (</w:t>
      </w:r>
      <w:r w:rsidRPr="00201B81">
        <w:rPr>
          <w:color w:val="FF0000"/>
          <w:lang w:val="fr-BE"/>
        </w:rPr>
        <w:t>M</w:t>
      </w:r>
      <w:r w:rsidRPr="00201B81">
        <w:rPr>
          <w:lang w:val="fr-BE"/>
        </w:rPr>
        <w:t>)</w:t>
      </w:r>
      <w:r w:rsidRPr="00201B81">
        <w:rPr>
          <w:lang w:val="fr-BE"/>
        </w:rPr>
        <w:tab/>
      </w:r>
      <w:r>
        <w:fldChar w:fldCharType="begin"/>
      </w:r>
      <w:r w:rsidRPr="00201B81">
        <w:rPr>
          <w:lang w:val="fr-BE"/>
        </w:rPr>
        <w:instrText xml:space="preserve"> PAGEREF _Toc533068279 \h </w:instrText>
      </w:r>
      <w:r>
        <w:fldChar w:fldCharType="separate"/>
      </w:r>
      <w:r w:rsidRPr="00201B81">
        <w:rPr>
          <w:lang w:val="fr-BE"/>
        </w:rPr>
        <w:t>7</w:t>
      </w:r>
      <w:r>
        <w:fldChar w:fldCharType="end"/>
      </w:r>
    </w:p>
    <w:p w14:paraId="68D02610" w14:textId="77777777" w:rsidR="00201B81" w:rsidRDefault="00201B81">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A7778A">
        <w:rPr>
          <w:noProof/>
          <w:color w:val="FF0000"/>
        </w:rPr>
        <w:t>M</w:t>
      </w:r>
      <w:r>
        <w:rPr>
          <w:noProof/>
        </w:rPr>
        <w:t>)</w:t>
      </w:r>
      <w:r>
        <w:rPr>
          <w:noProof/>
        </w:rPr>
        <w:tab/>
      </w:r>
      <w:r>
        <w:rPr>
          <w:noProof/>
        </w:rPr>
        <w:fldChar w:fldCharType="begin"/>
      </w:r>
      <w:r>
        <w:rPr>
          <w:noProof/>
        </w:rPr>
        <w:instrText xml:space="preserve"> PAGEREF _Toc533068280 \h </w:instrText>
      </w:r>
      <w:r>
        <w:rPr>
          <w:noProof/>
        </w:rPr>
      </w:r>
      <w:r>
        <w:rPr>
          <w:noProof/>
        </w:rPr>
        <w:fldChar w:fldCharType="separate"/>
      </w:r>
      <w:r>
        <w:rPr>
          <w:noProof/>
        </w:rPr>
        <w:t>7</w:t>
      </w:r>
      <w:r>
        <w:rPr>
          <w:noProof/>
        </w:rPr>
        <w:fldChar w:fldCharType="end"/>
      </w:r>
    </w:p>
    <w:p w14:paraId="14512868" w14:textId="77777777" w:rsidR="00201B81" w:rsidRDefault="00201B81">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A7778A">
        <w:rPr>
          <w:noProof/>
          <w:color w:val="FF0000"/>
        </w:rPr>
        <w:t>M</w:t>
      </w:r>
      <w:r>
        <w:rPr>
          <w:noProof/>
        </w:rPr>
        <w:t>)</w:t>
      </w:r>
      <w:r>
        <w:rPr>
          <w:noProof/>
        </w:rPr>
        <w:tab/>
      </w:r>
      <w:r>
        <w:rPr>
          <w:noProof/>
        </w:rPr>
        <w:fldChar w:fldCharType="begin"/>
      </w:r>
      <w:r>
        <w:rPr>
          <w:noProof/>
        </w:rPr>
        <w:instrText xml:space="preserve"> PAGEREF _Toc533068281 \h </w:instrText>
      </w:r>
      <w:r>
        <w:rPr>
          <w:noProof/>
        </w:rPr>
      </w:r>
      <w:r>
        <w:rPr>
          <w:noProof/>
        </w:rPr>
        <w:fldChar w:fldCharType="separate"/>
      </w:r>
      <w:r>
        <w:rPr>
          <w:noProof/>
        </w:rPr>
        <w:t>8</w:t>
      </w:r>
      <w:r>
        <w:rPr>
          <w:noProof/>
        </w:rPr>
        <w:fldChar w:fldCharType="end"/>
      </w:r>
    </w:p>
    <w:p w14:paraId="0887D18F" w14:textId="77777777" w:rsidR="00201B81" w:rsidRDefault="00201B81">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A7778A">
        <w:rPr>
          <w:noProof/>
          <w:color w:val="E36C0A" w:themeColor="accent6" w:themeShade="BF"/>
        </w:rPr>
        <w:t>D</w:t>
      </w:r>
      <w:r>
        <w:rPr>
          <w:noProof/>
        </w:rPr>
        <w:t>)</w:t>
      </w:r>
      <w:r>
        <w:rPr>
          <w:noProof/>
        </w:rPr>
        <w:tab/>
      </w:r>
      <w:r>
        <w:rPr>
          <w:noProof/>
        </w:rPr>
        <w:fldChar w:fldCharType="begin"/>
      </w:r>
      <w:r>
        <w:rPr>
          <w:noProof/>
        </w:rPr>
        <w:instrText xml:space="preserve"> PAGEREF _Toc533068282 \h </w:instrText>
      </w:r>
      <w:r>
        <w:rPr>
          <w:noProof/>
        </w:rPr>
      </w:r>
      <w:r>
        <w:rPr>
          <w:noProof/>
        </w:rPr>
        <w:fldChar w:fldCharType="separate"/>
      </w:r>
      <w:r>
        <w:rPr>
          <w:noProof/>
        </w:rPr>
        <w:t>8</w:t>
      </w:r>
      <w:r>
        <w:rPr>
          <w:noProof/>
        </w:rPr>
        <w:fldChar w:fldCharType="end"/>
      </w:r>
    </w:p>
    <w:p w14:paraId="5D7F2221" w14:textId="77777777" w:rsidR="00201B81" w:rsidRDefault="00201B81">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A7778A">
        <w:rPr>
          <w:noProof/>
          <w:color w:val="E36C0A" w:themeColor="accent6" w:themeShade="BF"/>
        </w:rPr>
        <w:t>D</w:t>
      </w:r>
      <w:r>
        <w:rPr>
          <w:noProof/>
        </w:rPr>
        <w:t>)</w:t>
      </w:r>
      <w:r>
        <w:rPr>
          <w:noProof/>
        </w:rPr>
        <w:tab/>
      </w:r>
      <w:r>
        <w:rPr>
          <w:noProof/>
        </w:rPr>
        <w:fldChar w:fldCharType="begin"/>
      </w:r>
      <w:r>
        <w:rPr>
          <w:noProof/>
        </w:rPr>
        <w:instrText xml:space="preserve"> PAGEREF _Toc533068283 \h </w:instrText>
      </w:r>
      <w:r>
        <w:rPr>
          <w:noProof/>
        </w:rPr>
      </w:r>
      <w:r>
        <w:rPr>
          <w:noProof/>
        </w:rPr>
        <w:fldChar w:fldCharType="separate"/>
      </w:r>
      <w:r>
        <w:rPr>
          <w:noProof/>
        </w:rPr>
        <w:t>8</w:t>
      </w:r>
      <w:r>
        <w:rPr>
          <w:noProof/>
        </w:rPr>
        <w:fldChar w:fldCharType="end"/>
      </w:r>
    </w:p>
    <w:p w14:paraId="714D3B41" w14:textId="77777777" w:rsidR="00201B81" w:rsidRDefault="00201B81">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A7778A">
        <w:rPr>
          <w:noProof/>
          <w:color w:val="E36C0A" w:themeColor="accent6" w:themeShade="BF"/>
        </w:rPr>
        <w:t>D</w:t>
      </w:r>
      <w:r>
        <w:rPr>
          <w:noProof/>
        </w:rPr>
        <w:t>,</w:t>
      </w:r>
      <w:r w:rsidRPr="00A7778A">
        <w:rPr>
          <w:noProof/>
          <w:color w:val="00B050"/>
        </w:rPr>
        <w:t xml:space="preserve"> </w:t>
      </w:r>
      <w:r w:rsidRPr="00A7778A">
        <w:rPr>
          <w:noProof/>
          <w:color w:val="1F497D" w:themeColor="text2"/>
        </w:rPr>
        <w:t>R</w:t>
      </w:r>
      <w:r>
        <w:rPr>
          <w:noProof/>
        </w:rPr>
        <w:t>)</w:t>
      </w:r>
      <w:r>
        <w:rPr>
          <w:noProof/>
        </w:rPr>
        <w:tab/>
      </w:r>
      <w:r>
        <w:rPr>
          <w:noProof/>
        </w:rPr>
        <w:fldChar w:fldCharType="begin"/>
      </w:r>
      <w:r>
        <w:rPr>
          <w:noProof/>
        </w:rPr>
        <w:instrText xml:space="preserve"> PAGEREF _Toc533068284 \h </w:instrText>
      </w:r>
      <w:r>
        <w:rPr>
          <w:noProof/>
        </w:rPr>
      </w:r>
      <w:r>
        <w:rPr>
          <w:noProof/>
        </w:rPr>
        <w:fldChar w:fldCharType="separate"/>
      </w:r>
      <w:r>
        <w:rPr>
          <w:noProof/>
        </w:rPr>
        <w:t>9</w:t>
      </w:r>
      <w:r>
        <w:rPr>
          <w:noProof/>
        </w:rPr>
        <w:fldChar w:fldCharType="end"/>
      </w:r>
    </w:p>
    <w:p w14:paraId="3AE722B3" w14:textId="77777777" w:rsidR="00201B81" w:rsidRDefault="00201B81">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_Toc533068285 \h </w:instrText>
      </w:r>
      <w:r>
        <w:fldChar w:fldCharType="separate"/>
      </w:r>
      <w:r>
        <w:t>9</w:t>
      </w:r>
      <w:r>
        <w:fldChar w:fldCharType="end"/>
      </w:r>
    </w:p>
    <w:p w14:paraId="502B110E" w14:textId="77777777" w:rsidR="00201B81" w:rsidRDefault="00201B81">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A7778A">
        <w:rPr>
          <w:color w:val="FF0000"/>
        </w:rPr>
        <w:t>M</w:t>
      </w:r>
      <w:r>
        <w:t>)</w:t>
      </w:r>
      <w:r>
        <w:tab/>
      </w:r>
      <w:r>
        <w:fldChar w:fldCharType="begin"/>
      </w:r>
      <w:r>
        <w:instrText xml:space="preserve"> PAGEREF _Toc533068286 \h </w:instrText>
      </w:r>
      <w:r>
        <w:fldChar w:fldCharType="separate"/>
      </w:r>
      <w:r>
        <w:t>9</w:t>
      </w:r>
      <w:r>
        <w:fldChar w:fldCharType="end"/>
      </w:r>
    </w:p>
    <w:p w14:paraId="1F3A32BC" w14:textId="77777777" w:rsidR="00201B81" w:rsidRDefault="00201B81">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A7778A">
        <w:rPr>
          <w:noProof/>
          <w:color w:val="FF0000"/>
        </w:rPr>
        <w:t>M</w:t>
      </w:r>
      <w:r>
        <w:rPr>
          <w:noProof/>
        </w:rPr>
        <w:t>)</w:t>
      </w:r>
      <w:r>
        <w:rPr>
          <w:noProof/>
        </w:rPr>
        <w:tab/>
      </w:r>
      <w:r>
        <w:rPr>
          <w:noProof/>
        </w:rPr>
        <w:fldChar w:fldCharType="begin"/>
      </w:r>
      <w:r>
        <w:rPr>
          <w:noProof/>
        </w:rPr>
        <w:instrText xml:space="preserve"> PAGEREF _Toc533068287 \h </w:instrText>
      </w:r>
      <w:r>
        <w:rPr>
          <w:noProof/>
        </w:rPr>
      </w:r>
      <w:r>
        <w:rPr>
          <w:noProof/>
        </w:rPr>
        <w:fldChar w:fldCharType="separate"/>
      </w:r>
      <w:r>
        <w:rPr>
          <w:noProof/>
        </w:rPr>
        <w:t>9</w:t>
      </w:r>
      <w:r>
        <w:rPr>
          <w:noProof/>
        </w:rPr>
        <w:fldChar w:fldCharType="end"/>
      </w:r>
    </w:p>
    <w:p w14:paraId="16B91850" w14:textId="77777777" w:rsidR="00201B81" w:rsidRDefault="00201B81">
      <w:pPr>
        <w:pStyle w:val="TOC3"/>
        <w:rPr>
          <w:rFonts w:asciiTheme="minorHAnsi" w:eastAsiaTheme="minorEastAsia" w:hAnsiTheme="minorHAnsi" w:cstheme="minorBidi"/>
          <w:noProof/>
          <w:sz w:val="22"/>
          <w:szCs w:val="22"/>
          <w:lang w:eastAsia="en-GB"/>
        </w:rPr>
      </w:pPr>
      <w:r>
        <w:rPr>
          <w:noProof/>
        </w:rPr>
        <w:t>5.1.2</w:t>
      </w:r>
      <w:r>
        <w:rPr>
          <w:rFonts w:asciiTheme="minorHAnsi" w:eastAsiaTheme="minorEastAsia" w:hAnsiTheme="minorHAnsi" w:cstheme="minorBidi"/>
          <w:noProof/>
          <w:sz w:val="22"/>
          <w:szCs w:val="22"/>
          <w:lang w:eastAsia="en-GB"/>
        </w:rPr>
        <w:tab/>
      </w:r>
      <w:r>
        <w:rPr>
          <w:noProof/>
        </w:rPr>
        <w:t>Decision Taking Customs Authority Name and Address (</w:t>
      </w:r>
      <w:r w:rsidRPr="00A7778A">
        <w:rPr>
          <w:noProof/>
          <w:color w:val="00B050"/>
        </w:rPr>
        <w:t>O</w:t>
      </w:r>
      <w:r>
        <w:rPr>
          <w:noProof/>
        </w:rPr>
        <w:t>)</w:t>
      </w:r>
      <w:r>
        <w:rPr>
          <w:noProof/>
        </w:rPr>
        <w:tab/>
      </w:r>
      <w:r>
        <w:rPr>
          <w:noProof/>
        </w:rPr>
        <w:fldChar w:fldCharType="begin"/>
      </w:r>
      <w:r>
        <w:rPr>
          <w:noProof/>
        </w:rPr>
        <w:instrText xml:space="preserve"> PAGEREF _Toc533068288 \h </w:instrText>
      </w:r>
      <w:r>
        <w:rPr>
          <w:noProof/>
        </w:rPr>
      </w:r>
      <w:r>
        <w:rPr>
          <w:noProof/>
        </w:rPr>
        <w:fldChar w:fldCharType="separate"/>
      </w:r>
      <w:r>
        <w:rPr>
          <w:noProof/>
        </w:rPr>
        <w:t>9</w:t>
      </w:r>
      <w:r>
        <w:rPr>
          <w:noProof/>
        </w:rPr>
        <w:fldChar w:fldCharType="end"/>
      </w:r>
    </w:p>
    <w:p w14:paraId="55E66983" w14:textId="77777777" w:rsidR="00201B81" w:rsidRDefault="00201B81">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A7778A">
        <w:rPr>
          <w:color w:val="FF0000"/>
        </w:rPr>
        <w:t>M</w:t>
      </w:r>
      <w:r>
        <w:t>)</w:t>
      </w:r>
      <w:r>
        <w:tab/>
      </w:r>
      <w:r>
        <w:fldChar w:fldCharType="begin"/>
      </w:r>
      <w:r>
        <w:instrText xml:space="preserve"> PAGEREF _Toc533068289 \h </w:instrText>
      </w:r>
      <w:r>
        <w:fldChar w:fldCharType="separate"/>
      </w:r>
      <w:r>
        <w:t>9</w:t>
      </w:r>
      <w:r>
        <w:fldChar w:fldCharType="end"/>
      </w:r>
    </w:p>
    <w:p w14:paraId="036AA621" w14:textId="77777777" w:rsidR="00201B81" w:rsidRDefault="00201B81">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A7778A">
        <w:rPr>
          <w:noProof/>
          <w:color w:val="FF0000"/>
        </w:rPr>
        <w:t>M</w:t>
      </w:r>
      <w:r>
        <w:rPr>
          <w:noProof/>
        </w:rPr>
        <w:t>)</w:t>
      </w:r>
      <w:r>
        <w:rPr>
          <w:noProof/>
        </w:rPr>
        <w:tab/>
      </w:r>
      <w:r>
        <w:rPr>
          <w:noProof/>
        </w:rPr>
        <w:fldChar w:fldCharType="begin"/>
      </w:r>
      <w:r>
        <w:rPr>
          <w:noProof/>
        </w:rPr>
        <w:instrText xml:space="preserve"> PAGEREF _Toc533068290 \h </w:instrText>
      </w:r>
      <w:r>
        <w:rPr>
          <w:noProof/>
        </w:rPr>
      </w:r>
      <w:r>
        <w:rPr>
          <w:noProof/>
        </w:rPr>
        <w:fldChar w:fldCharType="separate"/>
      </w:r>
      <w:r>
        <w:rPr>
          <w:noProof/>
        </w:rPr>
        <w:t>9</w:t>
      </w:r>
      <w:r>
        <w:rPr>
          <w:noProof/>
        </w:rPr>
        <w:fldChar w:fldCharType="end"/>
      </w:r>
    </w:p>
    <w:p w14:paraId="2D73E3CE" w14:textId="77777777" w:rsidR="00201B81" w:rsidRDefault="00201B81">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A7778A">
        <w:rPr>
          <w:noProof/>
          <w:color w:val="FF0000"/>
        </w:rPr>
        <w:t>M</w:t>
      </w:r>
      <w:r>
        <w:rPr>
          <w:noProof/>
        </w:rPr>
        <w:t>)</w:t>
      </w:r>
      <w:r>
        <w:rPr>
          <w:noProof/>
        </w:rPr>
        <w:tab/>
      </w:r>
      <w:r>
        <w:rPr>
          <w:noProof/>
        </w:rPr>
        <w:fldChar w:fldCharType="begin"/>
      </w:r>
      <w:r>
        <w:rPr>
          <w:noProof/>
        </w:rPr>
        <w:instrText xml:space="preserve"> PAGEREF _Toc533068291 \h </w:instrText>
      </w:r>
      <w:r>
        <w:rPr>
          <w:noProof/>
        </w:rPr>
      </w:r>
      <w:r>
        <w:rPr>
          <w:noProof/>
        </w:rPr>
        <w:fldChar w:fldCharType="separate"/>
      </w:r>
      <w:r>
        <w:rPr>
          <w:noProof/>
        </w:rPr>
        <w:t>10</w:t>
      </w:r>
      <w:r>
        <w:rPr>
          <w:noProof/>
        </w:rPr>
        <w:fldChar w:fldCharType="end"/>
      </w:r>
    </w:p>
    <w:p w14:paraId="51F728EE" w14:textId="77777777" w:rsidR="00201B81" w:rsidRDefault="00201B81">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A7778A">
        <w:rPr>
          <w:noProof/>
          <w:color w:val="FF0000"/>
        </w:rPr>
        <w:t>M</w:t>
      </w:r>
      <w:r>
        <w:rPr>
          <w:noProof/>
        </w:rPr>
        <w:t>)</w:t>
      </w:r>
      <w:r>
        <w:rPr>
          <w:noProof/>
        </w:rPr>
        <w:tab/>
      </w:r>
      <w:r>
        <w:rPr>
          <w:noProof/>
        </w:rPr>
        <w:fldChar w:fldCharType="begin"/>
      </w:r>
      <w:r>
        <w:rPr>
          <w:noProof/>
        </w:rPr>
        <w:instrText xml:space="preserve"> PAGEREF _Toc533068292 \h </w:instrText>
      </w:r>
      <w:r>
        <w:rPr>
          <w:noProof/>
        </w:rPr>
      </w:r>
      <w:r>
        <w:rPr>
          <w:noProof/>
        </w:rPr>
        <w:fldChar w:fldCharType="separate"/>
      </w:r>
      <w:r>
        <w:rPr>
          <w:noProof/>
        </w:rPr>
        <w:t>10</w:t>
      </w:r>
      <w:r>
        <w:rPr>
          <w:noProof/>
        </w:rPr>
        <w:fldChar w:fldCharType="end"/>
      </w:r>
    </w:p>
    <w:p w14:paraId="11EA1D29" w14:textId="77777777" w:rsidR="00201B81" w:rsidRDefault="00201B81">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A7778A">
        <w:rPr>
          <w:noProof/>
          <w:color w:val="FF0000"/>
        </w:rPr>
        <w:t>M</w:t>
      </w:r>
      <w:r>
        <w:rPr>
          <w:noProof/>
        </w:rPr>
        <w:t>)</w:t>
      </w:r>
      <w:r>
        <w:rPr>
          <w:noProof/>
        </w:rPr>
        <w:tab/>
      </w:r>
      <w:r>
        <w:rPr>
          <w:noProof/>
        </w:rPr>
        <w:fldChar w:fldCharType="begin"/>
      </w:r>
      <w:r>
        <w:rPr>
          <w:noProof/>
        </w:rPr>
        <w:instrText xml:space="preserve"> PAGEREF _Toc533068293 \h </w:instrText>
      </w:r>
      <w:r>
        <w:rPr>
          <w:noProof/>
        </w:rPr>
      </w:r>
      <w:r>
        <w:rPr>
          <w:noProof/>
        </w:rPr>
        <w:fldChar w:fldCharType="separate"/>
      </w:r>
      <w:r>
        <w:rPr>
          <w:noProof/>
        </w:rPr>
        <w:t>10</w:t>
      </w:r>
      <w:r>
        <w:rPr>
          <w:noProof/>
        </w:rPr>
        <w:fldChar w:fldCharType="end"/>
      </w:r>
    </w:p>
    <w:p w14:paraId="5D6D7A8B" w14:textId="77777777" w:rsidR="00201B81" w:rsidRDefault="00201B81">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A7778A">
        <w:rPr>
          <w:noProof/>
          <w:color w:val="00B050"/>
        </w:rPr>
        <w:t>O</w:t>
      </w:r>
      <w:r>
        <w:rPr>
          <w:noProof/>
        </w:rPr>
        <w:t>,</w:t>
      </w:r>
      <w:r w:rsidRPr="00A7778A">
        <w:rPr>
          <w:noProof/>
          <w:color w:val="00B050"/>
        </w:rPr>
        <w:t xml:space="preserve"> </w:t>
      </w:r>
      <w:r w:rsidRPr="00A7778A">
        <w:rPr>
          <w:noProof/>
          <w:color w:val="0070C0"/>
        </w:rPr>
        <w:t>R</w:t>
      </w:r>
      <w:r>
        <w:rPr>
          <w:noProof/>
        </w:rPr>
        <w:t>)</w:t>
      </w:r>
      <w:r>
        <w:rPr>
          <w:noProof/>
        </w:rPr>
        <w:tab/>
      </w:r>
      <w:r>
        <w:rPr>
          <w:noProof/>
        </w:rPr>
        <w:fldChar w:fldCharType="begin"/>
      </w:r>
      <w:r>
        <w:rPr>
          <w:noProof/>
        </w:rPr>
        <w:instrText xml:space="preserve"> PAGEREF _Toc533068294 \h </w:instrText>
      </w:r>
      <w:r>
        <w:rPr>
          <w:noProof/>
        </w:rPr>
      </w:r>
      <w:r>
        <w:rPr>
          <w:noProof/>
        </w:rPr>
        <w:fldChar w:fldCharType="separate"/>
      </w:r>
      <w:r>
        <w:rPr>
          <w:noProof/>
        </w:rPr>
        <w:t>10</w:t>
      </w:r>
      <w:r>
        <w:rPr>
          <w:noProof/>
        </w:rPr>
        <w:fldChar w:fldCharType="end"/>
      </w:r>
    </w:p>
    <w:p w14:paraId="4C031FBB" w14:textId="77777777" w:rsidR="00201B81" w:rsidRDefault="00201B81">
      <w:pPr>
        <w:pStyle w:val="TOC3"/>
        <w:rPr>
          <w:rFonts w:asciiTheme="minorHAnsi" w:eastAsiaTheme="minorEastAsia" w:hAnsiTheme="minorHAnsi" w:cstheme="minorBidi"/>
          <w:noProof/>
          <w:sz w:val="22"/>
          <w:szCs w:val="22"/>
          <w:lang w:eastAsia="en-GB"/>
        </w:rPr>
      </w:pPr>
      <w:r>
        <w:rPr>
          <w:noProof/>
        </w:rPr>
        <w:t>5.2.6 Geographical Validity (</w:t>
      </w:r>
      <w:r w:rsidRPr="00A7778A">
        <w:rPr>
          <w:noProof/>
          <w:color w:val="FF0000"/>
        </w:rPr>
        <w:t>M</w:t>
      </w:r>
      <w:r>
        <w:rPr>
          <w:noProof/>
        </w:rPr>
        <w:t>)</w:t>
      </w:r>
      <w:r>
        <w:rPr>
          <w:noProof/>
        </w:rPr>
        <w:tab/>
      </w:r>
      <w:r>
        <w:rPr>
          <w:noProof/>
        </w:rPr>
        <w:fldChar w:fldCharType="begin"/>
      </w:r>
      <w:r>
        <w:rPr>
          <w:noProof/>
        </w:rPr>
        <w:instrText xml:space="preserve"> PAGEREF _Toc533068295 \h </w:instrText>
      </w:r>
      <w:r>
        <w:rPr>
          <w:noProof/>
        </w:rPr>
      </w:r>
      <w:r>
        <w:rPr>
          <w:noProof/>
        </w:rPr>
        <w:fldChar w:fldCharType="separate"/>
      </w:r>
      <w:r>
        <w:rPr>
          <w:noProof/>
        </w:rPr>
        <w:t>11</w:t>
      </w:r>
      <w:r>
        <w:rPr>
          <w:noProof/>
        </w:rPr>
        <w:fldChar w:fldCharType="end"/>
      </w:r>
    </w:p>
    <w:p w14:paraId="2EE51EBA" w14:textId="77777777" w:rsidR="00201B81" w:rsidRDefault="00201B81">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Authorised Consignee for Community Transit Application Specific Information Page</w:t>
      </w:r>
      <w:r>
        <w:tab/>
      </w:r>
      <w:r>
        <w:fldChar w:fldCharType="begin"/>
      </w:r>
      <w:r>
        <w:instrText xml:space="preserve"> PAGEREF _Toc533068296 \h </w:instrText>
      </w:r>
      <w:r>
        <w:fldChar w:fldCharType="separate"/>
      </w:r>
      <w:r>
        <w:t>11</w:t>
      </w:r>
      <w:r>
        <w:fldChar w:fldCharType="end"/>
      </w:r>
    </w:p>
    <w:p w14:paraId="26D89E96" w14:textId="77777777" w:rsidR="00201B81" w:rsidRDefault="00201B81">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Transit Application Information (</w:t>
      </w:r>
      <w:r w:rsidRPr="00A7778A">
        <w:rPr>
          <w:color w:val="FF0000"/>
        </w:rPr>
        <w:t>M</w:t>
      </w:r>
      <w:r>
        <w:t>)</w:t>
      </w:r>
      <w:r>
        <w:tab/>
      </w:r>
      <w:r>
        <w:fldChar w:fldCharType="begin"/>
      </w:r>
      <w:r>
        <w:instrText xml:space="preserve"> PAGEREF _Toc533068297 \h </w:instrText>
      </w:r>
      <w:r>
        <w:fldChar w:fldCharType="separate"/>
      </w:r>
      <w:r>
        <w:t>11</w:t>
      </w:r>
      <w:r>
        <w:fldChar w:fldCharType="end"/>
      </w:r>
    </w:p>
    <w:p w14:paraId="5F48B23D" w14:textId="77777777" w:rsidR="00201B81" w:rsidRDefault="00201B81">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Transit (</w:t>
      </w:r>
      <w:r w:rsidRPr="00A7778A">
        <w:rPr>
          <w:noProof/>
          <w:color w:val="FF0000"/>
        </w:rPr>
        <w:t>M</w:t>
      </w:r>
      <w:r>
        <w:rPr>
          <w:noProof/>
        </w:rPr>
        <w:t>)</w:t>
      </w:r>
      <w:r>
        <w:rPr>
          <w:noProof/>
        </w:rPr>
        <w:tab/>
      </w:r>
      <w:r>
        <w:rPr>
          <w:noProof/>
        </w:rPr>
        <w:fldChar w:fldCharType="begin"/>
      </w:r>
      <w:r>
        <w:rPr>
          <w:noProof/>
        </w:rPr>
        <w:instrText xml:space="preserve"> PAGEREF _Toc533068298 \h </w:instrText>
      </w:r>
      <w:r>
        <w:rPr>
          <w:noProof/>
        </w:rPr>
      </w:r>
      <w:r>
        <w:rPr>
          <w:noProof/>
        </w:rPr>
        <w:fldChar w:fldCharType="separate"/>
      </w:r>
      <w:r>
        <w:rPr>
          <w:noProof/>
        </w:rPr>
        <w:t>11</w:t>
      </w:r>
      <w:r>
        <w:rPr>
          <w:noProof/>
        </w:rPr>
        <w:fldChar w:fldCharType="end"/>
      </w:r>
    </w:p>
    <w:p w14:paraId="02EAAE86" w14:textId="77777777" w:rsidR="00201B81" w:rsidRDefault="00201B81">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Authorised Consignee for Union Transit Application Information (</w:t>
      </w:r>
      <w:r w:rsidRPr="00A7778A">
        <w:rPr>
          <w:color w:val="FF0000"/>
        </w:rPr>
        <w:t>M</w:t>
      </w:r>
      <w:r>
        <w:t>)</w:t>
      </w:r>
      <w:r>
        <w:tab/>
      </w:r>
      <w:r>
        <w:fldChar w:fldCharType="begin"/>
      </w:r>
      <w:r>
        <w:instrText xml:space="preserve"> PAGEREF _Toc533068299 \h </w:instrText>
      </w:r>
      <w:r>
        <w:fldChar w:fldCharType="separate"/>
      </w:r>
      <w:r>
        <w:t>12</w:t>
      </w:r>
      <w:r>
        <w:fldChar w:fldCharType="end"/>
      </w:r>
    </w:p>
    <w:p w14:paraId="0035EE6D" w14:textId="77777777" w:rsidR="00201B81" w:rsidRDefault="00201B81">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Location Where Goods Will Be Received Under Union Transit (</w:t>
      </w:r>
      <w:r w:rsidRPr="00A7778A">
        <w:rPr>
          <w:noProof/>
          <w:color w:val="FF0000"/>
        </w:rPr>
        <w:t>M</w:t>
      </w:r>
      <w:r>
        <w:rPr>
          <w:noProof/>
        </w:rPr>
        <w:t xml:space="preserve">, </w:t>
      </w:r>
      <w:r w:rsidRPr="00A7778A">
        <w:rPr>
          <w:noProof/>
          <w:color w:val="0070C0"/>
        </w:rPr>
        <w:t>R</w:t>
      </w:r>
      <w:r>
        <w:rPr>
          <w:noProof/>
        </w:rPr>
        <w:t>)</w:t>
      </w:r>
      <w:r>
        <w:rPr>
          <w:noProof/>
        </w:rPr>
        <w:tab/>
      </w:r>
      <w:r>
        <w:rPr>
          <w:noProof/>
        </w:rPr>
        <w:fldChar w:fldCharType="begin"/>
      </w:r>
      <w:r>
        <w:rPr>
          <w:noProof/>
        </w:rPr>
        <w:instrText xml:space="preserve"> PAGEREF _Toc533068300 \h </w:instrText>
      </w:r>
      <w:r>
        <w:rPr>
          <w:noProof/>
        </w:rPr>
      </w:r>
      <w:r>
        <w:rPr>
          <w:noProof/>
        </w:rPr>
        <w:fldChar w:fldCharType="separate"/>
      </w:r>
      <w:r>
        <w:rPr>
          <w:noProof/>
        </w:rPr>
        <w:t>12</w:t>
      </w:r>
      <w:r>
        <w:rPr>
          <w:noProof/>
        </w:rPr>
        <w:fldChar w:fldCharType="end"/>
      </w:r>
    </w:p>
    <w:p w14:paraId="3008715D" w14:textId="77777777" w:rsidR="00201B81" w:rsidRDefault="00201B81">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Number of Operations (</w:t>
      </w:r>
      <w:r w:rsidRPr="00A7778A">
        <w:rPr>
          <w:noProof/>
          <w:color w:val="FF0000"/>
        </w:rPr>
        <w:t>M</w:t>
      </w:r>
      <w:r>
        <w:rPr>
          <w:noProof/>
        </w:rPr>
        <w:t>)</w:t>
      </w:r>
      <w:r>
        <w:rPr>
          <w:noProof/>
        </w:rPr>
        <w:tab/>
      </w:r>
      <w:r>
        <w:rPr>
          <w:noProof/>
        </w:rPr>
        <w:fldChar w:fldCharType="begin"/>
      </w:r>
      <w:r>
        <w:rPr>
          <w:noProof/>
        </w:rPr>
        <w:instrText xml:space="preserve"> PAGEREF _Toc533068301 \h </w:instrText>
      </w:r>
      <w:r>
        <w:rPr>
          <w:noProof/>
        </w:rPr>
      </w:r>
      <w:r>
        <w:rPr>
          <w:noProof/>
        </w:rPr>
        <w:fldChar w:fldCharType="separate"/>
      </w:r>
      <w:r>
        <w:rPr>
          <w:noProof/>
        </w:rPr>
        <w:t>12</w:t>
      </w:r>
      <w:r>
        <w:rPr>
          <w:noProof/>
        </w:rPr>
        <w:fldChar w:fldCharType="end"/>
      </w:r>
    </w:p>
    <w:p w14:paraId="4EF1DC3D" w14:textId="77777777" w:rsidR="00201B81" w:rsidRDefault="00201B81">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Customs Office of Destination (</w:t>
      </w:r>
      <w:r w:rsidRPr="00A7778A">
        <w:rPr>
          <w:noProof/>
          <w:color w:val="00B050"/>
        </w:rPr>
        <w:t>O</w:t>
      </w:r>
      <w:r>
        <w:rPr>
          <w:noProof/>
        </w:rPr>
        <w:t xml:space="preserve">, </w:t>
      </w:r>
      <w:r w:rsidRPr="00A7778A">
        <w:rPr>
          <w:noProof/>
          <w:color w:val="1F497D" w:themeColor="text2"/>
        </w:rPr>
        <w:t>R</w:t>
      </w:r>
      <w:r>
        <w:rPr>
          <w:noProof/>
        </w:rPr>
        <w:t>)</w:t>
      </w:r>
      <w:r>
        <w:rPr>
          <w:noProof/>
        </w:rPr>
        <w:tab/>
      </w:r>
      <w:r>
        <w:rPr>
          <w:noProof/>
        </w:rPr>
        <w:fldChar w:fldCharType="begin"/>
      </w:r>
      <w:r>
        <w:rPr>
          <w:noProof/>
        </w:rPr>
        <w:instrText xml:space="preserve"> PAGEREF _Toc533068302 \h </w:instrText>
      </w:r>
      <w:r>
        <w:rPr>
          <w:noProof/>
        </w:rPr>
      </w:r>
      <w:r>
        <w:rPr>
          <w:noProof/>
        </w:rPr>
        <w:fldChar w:fldCharType="separate"/>
      </w:r>
      <w:r>
        <w:rPr>
          <w:noProof/>
        </w:rPr>
        <w:t>12</w:t>
      </w:r>
      <w:r>
        <w:rPr>
          <w:noProof/>
        </w:rPr>
        <w:fldChar w:fldCharType="end"/>
      </w:r>
    </w:p>
    <w:p w14:paraId="2F9AE97A" w14:textId="77777777" w:rsidR="00201B81" w:rsidRDefault="00201B81">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_Toc533068303 \h </w:instrText>
      </w:r>
      <w:r>
        <w:fldChar w:fldCharType="separate"/>
      </w:r>
      <w:r>
        <w:t>12</w:t>
      </w:r>
      <w:r>
        <w:fldChar w:fldCharType="end"/>
      </w:r>
    </w:p>
    <w:p w14:paraId="64FBB493" w14:textId="77777777" w:rsidR="00201B81" w:rsidRDefault="00201B81">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_Toc533068304 \h </w:instrText>
      </w:r>
      <w:r>
        <w:fldChar w:fldCharType="separate"/>
      </w:r>
      <w:r>
        <w:t>12</w:t>
      </w:r>
      <w:r>
        <w:fldChar w:fldCharType="end"/>
      </w:r>
    </w:p>
    <w:p w14:paraId="274B61A4" w14:textId="77777777" w:rsidR="00201B81" w:rsidRDefault="00201B81">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_Toc533068305 \h </w:instrText>
      </w:r>
      <w:r>
        <w:fldChar w:fldCharType="separate"/>
      </w:r>
      <w:r>
        <w:t>13</w:t>
      </w:r>
      <w:r>
        <w:fldChar w:fldCharType="end"/>
      </w:r>
    </w:p>
    <w:p w14:paraId="3FF7EB2B" w14:textId="5D5C2D3B" w:rsidR="006B6479" w:rsidRPr="00495CF6" w:rsidRDefault="00A94709" w:rsidP="00275619">
      <w:pPr>
        <w:pStyle w:val="TOCHeading"/>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7AAFFF59" w14:textId="77777777" w:rsidR="00201B81"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68306" w:history="1">
        <w:r w:rsidR="00201B81" w:rsidRPr="00D26481">
          <w:rPr>
            <w:rStyle w:val="Hyperlink"/>
            <w:noProof/>
          </w:rPr>
          <w:t>Table 1: Applicable documents</w:t>
        </w:r>
        <w:r w:rsidR="00201B81">
          <w:rPr>
            <w:noProof/>
            <w:webHidden/>
          </w:rPr>
          <w:tab/>
        </w:r>
        <w:r w:rsidR="00201B81">
          <w:rPr>
            <w:noProof/>
            <w:webHidden/>
          </w:rPr>
          <w:fldChar w:fldCharType="begin"/>
        </w:r>
        <w:r w:rsidR="00201B81">
          <w:rPr>
            <w:noProof/>
            <w:webHidden/>
          </w:rPr>
          <w:instrText xml:space="preserve"> PAGEREF _Toc533068306 \h </w:instrText>
        </w:r>
        <w:r w:rsidR="00201B81">
          <w:rPr>
            <w:noProof/>
            <w:webHidden/>
          </w:rPr>
        </w:r>
        <w:r w:rsidR="00201B81">
          <w:rPr>
            <w:noProof/>
            <w:webHidden/>
          </w:rPr>
          <w:fldChar w:fldCharType="separate"/>
        </w:r>
        <w:r w:rsidR="00201B81">
          <w:rPr>
            <w:noProof/>
            <w:webHidden/>
          </w:rPr>
          <w:t>6</w:t>
        </w:r>
        <w:r w:rsidR="00201B81">
          <w:rPr>
            <w:noProof/>
            <w:webHidden/>
          </w:rPr>
          <w:fldChar w:fldCharType="end"/>
        </w:r>
      </w:hyperlink>
    </w:p>
    <w:p w14:paraId="4CE3ECCC" w14:textId="77777777" w:rsidR="00201B81" w:rsidRDefault="00604363">
      <w:pPr>
        <w:pStyle w:val="TableofFigures"/>
        <w:tabs>
          <w:tab w:val="right" w:leader="dot" w:pos="9017"/>
        </w:tabs>
        <w:rPr>
          <w:rFonts w:eastAsiaTheme="minorEastAsia" w:cstheme="minorBidi"/>
          <w:noProof/>
          <w:sz w:val="22"/>
          <w:szCs w:val="22"/>
          <w:lang w:eastAsia="en-GB"/>
        </w:rPr>
      </w:pPr>
      <w:hyperlink w:anchor="_Toc533068307" w:history="1">
        <w:r w:rsidR="00201B81" w:rsidRPr="00D26481">
          <w:rPr>
            <w:rStyle w:val="Hyperlink"/>
            <w:noProof/>
          </w:rPr>
          <w:t>Table 2: Abbreviations and acronyms</w:t>
        </w:r>
        <w:r w:rsidR="00201B81">
          <w:rPr>
            <w:noProof/>
            <w:webHidden/>
          </w:rPr>
          <w:tab/>
        </w:r>
        <w:r w:rsidR="00201B81">
          <w:rPr>
            <w:noProof/>
            <w:webHidden/>
          </w:rPr>
          <w:fldChar w:fldCharType="begin"/>
        </w:r>
        <w:r w:rsidR="00201B81">
          <w:rPr>
            <w:noProof/>
            <w:webHidden/>
          </w:rPr>
          <w:instrText xml:space="preserve"> PAGEREF _Toc533068307 \h </w:instrText>
        </w:r>
        <w:r w:rsidR="00201B81">
          <w:rPr>
            <w:noProof/>
            <w:webHidden/>
          </w:rPr>
        </w:r>
        <w:r w:rsidR="00201B81">
          <w:rPr>
            <w:noProof/>
            <w:webHidden/>
          </w:rPr>
          <w:fldChar w:fldCharType="separate"/>
        </w:r>
        <w:r w:rsidR="00201B81">
          <w:rPr>
            <w:noProof/>
            <w:webHidden/>
          </w:rPr>
          <w:t>6</w:t>
        </w:r>
        <w:r w:rsidR="00201B81">
          <w:rPr>
            <w:noProof/>
            <w:webHidden/>
          </w:rPr>
          <w:fldChar w:fldCharType="end"/>
        </w:r>
      </w:hyperlink>
    </w:p>
    <w:p w14:paraId="28ED4335" w14:textId="1E0DE6DC" w:rsidR="00275619" w:rsidRPr="00495CF6" w:rsidRDefault="00275619" w:rsidP="00275619">
      <w:r w:rsidRPr="00495CF6">
        <w:fldChar w:fldCharType="end"/>
      </w:r>
    </w:p>
    <w:p w14:paraId="44A509E4" w14:textId="31381BCD" w:rsidR="00E836FE" w:rsidRPr="00495CF6" w:rsidRDefault="00275619" w:rsidP="00275619">
      <w:r w:rsidRPr="00495CF6">
        <w:br w:type="page"/>
      </w:r>
    </w:p>
    <w:p w14:paraId="44A509E5" w14:textId="77777777" w:rsidR="00070E01" w:rsidRPr="00495CF6" w:rsidRDefault="00070E01" w:rsidP="0081666D">
      <w:pPr>
        <w:pStyle w:val="Heading1"/>
      </w:pPr>
      <w:bookmarkStart w:id="4" w:name="_Ref418090212"/>
      <w:bookmarkStart w:id="5" w:name="_Toc533068263"/>
      <w:r w:rsidRPr="00495CF6">
        <w:t>Introduction</w:t>
      </w:r>
      <w:bookmarkEnd w:id="4"/>
      <w:bookmarkEnd w:id="5"/>
    </w:p>
    <w:p w14:paraId="44A509E6" w14:textId="7FBC57C5" w:rsidR="00070E01" w:rsidRPr="00495CF6" w:rsidRDefault="00070E01" w:rsidP="00EA7165">
      <w:pPr>
        <w:pStyle w:val="Heading2"/>
        <w:numPr>
          <w:ilvl w:val="1"/>
          <w:numId w:val="24"/>
        </w:numPr>
      </w:pPr>
      <w:bookmarkStart w:id="6" w:name="_Toc533068264"/>
      <w:r w:rsidRPr="00495CF6">
        <w:t>Purpose</w:t>
      </w:r>
      <w:bookmarkEnd w:id="6"/>
    </w:p>
    <w:p w14:paraId="458284EA" w14:textId="33476D71" w:rsidR="00EA7165" w:rsidRPr="00495CF6" w:rsidRDefault="00EA7165" w:rsidP="00EA7165">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an Authorised Consignee</w:t>
      </w:r>
      <w:r w:rsidRPr="005522F5">
        <w:rPr>
          <w:rFonts w:ascii="Calibri" w:hAnsi="Calibri" w:cs="Calibri"/>
          <w:i w:val="0"/>
          <w:color w:val="auto"/>
          <w:sz w:val="20"/>
          <w:lang w:val="en-GB"/>
        </w:rPr>
        <w:t xml:space="preserve"> for Union Transit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EA7165">
      <w:pPr>
        <w:pStyle w:val="Heading2"/>
        <w:numPr>
          <w:ilvl w:val="1"/>
          <w:numId w:val="24"/>
        </w:numPr>
      </w:pPr>
      <w:bookmarkStart w:id="7" w:name="_Toc533068265"/>
      <w:r w:rsidRPr="00495CF6">
        <w:t>Scope</w:t>
      </w:r>
      <w:bookmarkEnd w:id="7"/>
    </w:p>
    <w:p w14:paraId="68AFCB45" w14:textId="0D388552" w:rsidR="00EA7165" w:rsidRPr="00495CF6" w:rsidDel="0032750C" w:rsidRDefault="00EA7165" w:rsidP="00EA7165">
      <w:r w:rsidRPr="00495CF6">
        <w:t>The scope of this document is</w:t>
      </w:r>
      <w:r w:rsidR="00A16C87">
        <w:t xml:space="preserve"> to describe</w:t>
      </w:r>
      <w:r>
        <w:t xml:space="preserve"> the Application Creation pages</w:t>
      </w:r>
      <w:r w:rsidRPr="00495CF6">
        <w:t xml:space="preserve"> of the EU Trader Portal user interface</w:t>
      </w:r>
      <w:r>
        <w:t xml:space="preserve"> </w:t>
      </w:r>
      <w:r w:rsidR="00A16C87">
        <w:t>when</w:t>
      </w:r>
      <w:r>
        <w:t xml:space="preserve"> the application</w:t>
      </w:r>
      <w:r w:rsidR="00A16C87">
        <w:t xml:space="preserve"> concerned</w:t>
      </w:r>
      <w:r>
        <w:t xml:space="preserve"> is an </w:t>
      </w:r>
      <w:r>
        <w:rPr>
          <w:rFonts w:ascii="Calibri" w:hAnsi="Calibri" w:cs="Calibri"/>
        </w:rPr>
        <w:t>Authorised Consignee for Union Transit</w:t>
      </w:r>
      <w:r w:rsidRPr="00810911">
        <w:rPr>
          <w:rFonts w:ascii="Calibri" w:hAnsi="Calibri" w:cs="Calibri"/>
        </w:rPr>
        <w:t xml:space="preserve"> </w:t>
      </w:r>
      <w:r>
        <w:t>Application</w:t>
      </w:r>
      <w:r w:rsidR="00B22FB3">
        <w:t xml:space="preserve"> </w:t>
      </w:r>
      <w:r>
        <w:t xml:space="preserve">(i.e. Applicant Information Page, Application General Information Page and Application Specific Information Page in case of an </w:t>
      </w:r>
      <w:r w:rsidR="00246C34">
        <w:rPr>
          <w:rFonts w:ascii="Calibri" w:hAnsi="Calibri" w:cs="Calibri"/>
        </w:rPr>
        <w:t>Authorised Consignee</w:t>
      </w:r>
      <w:r>
        <w:rPr>
          <w:rFonts w:ascii="Calibri" w:hAnsi="Calibri" w:cs="Calibri"/>
        </w:rPr>
        <w:t xml:space="preserve"> for Union Transit Application</w:t>
      </w:r>
      <w:r>
        <w:t xml:space="preserve">). </w:t>
      </w:r>
    </w:p>
    <w:p w14:paraId="44A509EB" w14:textId="6B88C61D" w:rsidR="00070E01" w:rsidRPr="00495CF6" w:rsidRDefault="00EA7165" w:rsidP="00385DCE">
      <w:pPr>
        <w:pStyle w:val="Heading2"/>
        <w:numPr>
          <w:ilvl w:val="1"/>
          <w:numId w:val="46"/>
        </w:numPr>
      </w:pPr>
      <w:r w:rsidRPr="00495CF6">
        <w:t xml:space="preserve"> </w:t>
      </w:r>
      <w:bookmarkStart w:id="8" w:name="_Toc533068266"/>
      <w:r w:rsidR="00070E01" w:rsidRPr="00495CF6">
        <w:t>Target Audience</w:t>
      </w:r>
      <w:bookmarkEnd w:id="8"/>
    </w:p>
    <w:p w14:paraId="44A509EC" w14:textId="4C5F5AA1" w:rsidR="00070E01" w:rsidRPr="00495CF6" w:rsidRDefault="00B91C98" w:rsidP="00B91C98">
      <w:pPr>
        <w:pStyle w:val="Text2"/>
      </w:pPr>
      <w:r w:rsidRPr="00495CF6">
        <w:t xml:space="preserve">The intended audience for this document </w:t>
      </w:r>
      <w:r w:rsidR="00B22FB3">
        <w:t>are</w:t>
      </w:r>
      <w:r w:rsidRPr="00495CF6">
        <w:t xml:space="preserve"> the end-users of the </w:t>
      </w:r>
      <w:r w:rsidR="00D00BC2" w:rsidRPr="00495CF6">
        <w:t xml:space="preserve">EU </w:t>
      </w:r>
      <w:r w:rsidRPr="00495CF6">
        <w:t>Trader Portal.</w:t>
      </w:r>
    </w:p>
    <w:p w14:paraId="44A509ED" w14:textId="3A31259A" w:rsidR="00070E01" w:rsidRPr="00495CF6" w:rsidRDefault="00070E01" w:rsidP="00385DCE">
      <w:pPr>
        <w:pStyle w:val="Heading2"/>
        <w:numPr>
          <w:ilvl w:val="1"/>
          <w:numId w:val="46"/>
        </w:numPr>
      </w:pPr>
      <w:bookmarkStart w:id="9" w:name="_Toc533068267"/>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6BC1EBA1" w14:textId="36FBF31B" w:rsidR="00EA7165" w:rsidRDefault="00EA7165" w:rsidP="00EA7165">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201B81">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201B81" w:rsidRPr="00201B81">
        <w:rPr>
          <w:b/>
        </w:rPr>
        <w:t>Introduction</w:t>
      </w:r>
      <w:r w:rsidRPr="00495CF6">
        <w:rPr>
          <w:b/>
        </w:rPr>
        <w:fldChar w:fldCharType="end"/>
      </w:r>
      <w:r w:rsidRPr="00495CF6">
        <w:t>: describes the scope and the objectives of the document;</w:t>
      </w:r>
    </w:p>
    <w:p w14:paraId="09797C53" w14:textId="7AAA291F" w:rsidR="00EA7165" w:rsidRPr="00FD2C10" w:rsidRDefault="00EA7165" w:rsidP="00EA7165">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201B81">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201B81" w:rsidRPr="00201B81">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710E711A" w14:textId="1754B86D" w:rsidR="006B7432" w:rsidRPr="00F97F45" w:rsidRDefault="006B7432" w:rsidP="00EA7165">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201B81">
        <w:rPr>
          <w:rFonts w:cs="Arial"/>
          <w:b/>
        </w:rPr>
        <w:t>3</w:t>
      </w:r>
      <w:r>
        <w:rPr>
          <w:rFonts w:cs="Arial"/>
          <w:b/>
        </w:rPr>
        <w:fldChar w:fldCharType="end"/>
      </w:r>
      <w:r>
        <w:rPr>
          <w:rFonts w:cs="Arial"/>
          <w:b/>
        </w:rPr>
        <w:t xml:space="preserve"> </w:t>
      </w:r>
      <w:r w:rsidRPr="00423C0D">
        <w:rPr>
          <w:b/>
        </w:rPr>
        <w:t>–</w:t>
      </w:r>
      <w:r>
        <w:rPr>
          <w:b/>
        </w:rPr>
        <w:t xml:space="preserve"> </w:t>
      </w:r>
      <w:r w:rsidRPr="005E509F">
        <w:rPr>
          <w:b/>
        </w:rPr>
        <w:fldChar w:fldCharType="begin"/>
      </w:r>
      <w:r w:rsidRPr="006B7432">
        <w:rPr>
          <w:b/>
        </w:rPr>
        <w:instrText xml:space="preserve"> REF _Ref508110680 \h </w:instrText>
      </w:r>
      <w:r w:rsidRPr="00FD2C10">
        <w:rPr>
          <w:b/>
        </w:rPr>
        <w:instrText xml:space="preserve"> \* MERGEFORMAT </w:instrText>
      </w:r>
      <w:r w:rsidRPr="005E509F">
        <w:rPr>
          <w:b/>
        </w:rPr>
      </w:r>
      <w:r w:rsidRPr="005E509F">
        <w:rPr>
          <w:b/>
        </w:rPr>
        <w:fldChar w:fldCharType="separate"/>
      </w:r>
      <w:r w:rsidR="00201B81" w:rsidRPr="00201B81">
        <w:rPr>
          <w:b/>
        </w:rPr>
        <w:t>Customs Decision Type Selection Page</w:t>
      </w:r>
      <w:r w:rsidRPr="005E509F">
        <w:rPr>
          <w:b/>
        </w:rPr>
        <w:fldChar w:fldCharType="end"/>
      </w:r>
      <w:r>
        <w:rPr>
          <w:b/>
        </w:rPr>
        <w:t xml:space="preserve">: </w:t>
      </w:r>
      <w:r>
        <w:t xml:space="preserve">describes the Customs Decision Type Selection Page </w:t>
      </w:r>
      <w:r w:rsidRPr="00495CF6">
        <w:t>of the EU Trader Portal user interface</w:t>
      </w:r>
      <w:r w:rsidR="00722310">
        <w:t>;</w:t>
      </w:r>
    </w:p>
    <w:p w14:paraId="14A320F2" w14:textId="2833F142" w:rsidR="00EA7165" w:rsidRDefault="00EA7165" w:rsidP="00EA7165">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201B81">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201B81" w:rsidRPr="00201B81">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an Authorised Consignee</w:t>
      </w:r>
      <w:r w:rsidRPr="00EA7165">
        <w:t xml:space="preserve"> for Union Transit</w:t>
      </w:r>
      <w:r>
        <w:t xml:space="preserve"> Application;</w:t>
      </w:r>
    </w:p>
    <w:p w14:paraId="51339E82" w14:textId="6BBB4BA3" w:rsidR="00EA7165" w:rsidRPr="00423C0D" w:rsidRDefault="00EA7165" w:rsidP="00EA7165">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201B81">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201B81" w:rsidRPr="00201B81">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an Authorised Consignee</w:t>
      </w:r>
      <w:r w:rsidRPr="00EA7165">
        <w:t xml:space="preserve"> for Union Transit </w:t>
      </w:r>
      <w:r>
        <w:t>Application;</w:t>
      </w:r>
    </w:p>
    <w:p w14:paraId="4454BCB7" w14:textId="0B51A42E" w:rsidR="00EA7165" w:rsidRPr="00E93BA9" w:rsidRDefault="00EA7165" w:rsidP="00EA7165">
      <w:pPr>
        <w:numPr>
          <w:ilvl w:val="0"/>
          <w:numId w:val="22"/>
        </w:numPr>
        <w:rPr>
          <w:rFonts w:cs="Arial"/>
        </w:rPr>
      </w:pPr>
      <w:r>
        <w:rPr>
          <w:rFonts w:cs="Arial"/>
          <w:b/>
        </w:rPr>
        <w:t>Chapter</w:t>
      </w:r>
      <w:r w:rsidR="002C1D8B">
        <w:rPr>
          <w:rFonts w:cs="Arial"/>
          <w:b/>
        </w:rPr>
        <w:t xml:space="preserve"> </w:t>
      </w:r>
      <w:r w:rsidR="002C1D8B">
        <w:rPr>
          <w:rFonts w:cs="Arial"/>
          <w:b/>
        </w:rPr>
        <w:fldChar w:fldCharType="begin"/>
      </w:r>
      <w:r w:rsidR="002C1D8B">
        <w:rPr>
          <w:rFonts w:cs="Arial"/>
          <w:b/>
        </w:rPr>
        <w:instrText xml:space="preserve"> REF _Ref507511436 \r \h </w:instrText>
      </w:r>
      <w:r w:rsidR="002C1D8B">
        <w:rPr>
          <w:rFonts w:cs="Arial"/>
          <w:b/>
        </w:rPr>
      </w:r>
      <w:r w:rsidR="002C1D8B">
        <w:rPr>
          <w:rFonts w:cs="Arial"/>
          <w:b/>
        </w:rPr>
        <w:fldChar w:fldCharType="separate"/>
      </w:r>
      <w:r w:rsidR="00201B81">
        <w:rPr>
          <w:rFonts w:cs="Arial"/>
          <w:b/>
        </w:rPr>
        <w:t>6</w:t>
      </w:r>
      <w:r w:rsidR="002C1D8B">
        <w:rPr>
          <w:rFonts w:cs="Arial"/>
          <w:b/>
        </w:rPr>
        <w:fldChar w:fldCharType="end"/>
      </w:r>
      <w:r w:rsidR="002C1D8B">
        <w:rPr>
          <w:rFonts w:cs="Arial"/>
          <w:b/>
        </w:rPr>
        <w:t xml:space="preserve"> </w:t>
      </w:r>
      <w:r w:rsidR="002C1D8B" w:rsidRPr="00423C0D">
        <w:rPr>
          <w:b/>
        </w:rPr>
        <w:t>–</w:t>
      </w:r>
      <w:r w:rsidR="002C1D8B">
        <w:rPr>
          <w:b/>
        </w:rPr>
        <w:t xml:space="preserve"> </w:t>
      </w:r>
      <w:r w:rsidR="002C1D8B" w:rsidRPr="002C1D8B">
        <w:rPr>
          <w:rFonts w:cs="Arial"/>
          <w:b/>
        </w:rPr>
        <w:fldChar w:fldCharType="begin"/>
      </w:r>
      <w:r w:rsidR="002C1D8B" w:rsidRPr="002C1D8B">
        <w:rPr>
          <w:rFonts w:cs="Arial"/>
          <w:b/>
        </w:rPr>
        <w:instrText xml:space="preserve"> REF _Ref507511436 \h  \* MERGEFORMAT </w:instrText>
      </w:r>
      <w:r w:rsidR="002C1D8B" w:rsidRPr="002C1D8B">
        <w:rPr>
          <w:rFonts w:cs="Arial"/>
          <w:b/>
        </w:rPr>
      </w:r>
      <w:r w:rsidR="002C1D8B" w:rsidRPr="002C1D8B">
        <w:rPr>
          <w:rFonts w:cs="Arial"/>
          <w:b/>
        </w:rPr>
        <w:fldChar w:fldCharType="separate"/>
      </w:r>
      <w:r w:rsidR="00201B81" w:rsidRPr="00201B81">
        <w:rPr>
          <w:b/>
        </w:rPr>
        <w:t>Authorised Consignee for Community Transit Application Specific Information Page</w:t>
      </w:r>
      <w:r w:rsidR="002C1D8B" w:rsidRPr="002C1D8B">
        <w:rPr>
          <w:rFonts w:cs="Arial"/>
          <w:b/>
        </w:rPr>
        <w:fldChar w:fldCharType="end"/>
      </w:r>
      <w:r w:rsidR="00B22FB3">
        <w:rPr>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an Authorised Consignee</w:t>
      </w:r>
      <w:r w:rsidRPr="00EA7165">
        <w:t xml:space="preserve"> for Union Transit </w:t>
      </w:r>
      <w:r>
        <w:t>Application;</w:t>
      </w:r>
    </w:p>
    <w:p w14:paraId="01D88A02" w14:textId="561424D8" w:rsidR="00EA7165" w:rsidRPr="00E93BA9" w:rsidRDefault="00EA7165" w:rsidP="00EA7165">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201B81">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201B81" w:rsidRPr="00201B81">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29B0985B" w14:textId="43809A7B" w:rsidR="00F23892" w:rsidRDefault="00F23892" w:rsidP="00664981">
      <w:pPr>
        <w:pStyle w:val="Heading2"/>
        <w:numPr>
          <w:ilvl w:val="1"/>
          <w:numId w:val="55"/>
        </w:numPr>
      </w:pPr>
      <w:bookmarkStart w:id="10" w:name="_Toc498426731"/>
      <w:bookmarkStart w:id="11" w:name="_Toc533068268"/>
      <w:r w:rsidRPr="00495CF6">
        <w:t>Reference and applicable documents</w:t>
      </w:r>
      <w:bookmarkEnd w:id="10"/>
      <w:bookmarkEnd w:id="11"/>
    </w:p>
    <w:p w14:paraId="76D19679" w14:textId="77777777" w:rsidR="00F23892" w:rsidRDefault="00F23892" w:rsidP="008B2C4D">
      <w:pPr>
        <w:pStyle w:val="Heading3"/>
        <w:numPr>
          <w:ilvl w:val="2"/>
          <w:numId w:val="55"/>
        </w:numPr>
      </w:pPr>
      <w:bookmarkStart w:id="12" w:name="_Toc498426732"/>
      <w:bookmarkStart w:id="13" w:name="_Toc533068269"/>
      <w:r w:rsidRPr="00495CF6">
        <w:t>Reference Documents</w:t>
      </w:r>
      <w:bookmarkEnd w:id="12"/>
      <w:bookmarkEnd w:id="13"/>
    </w:p>
    <w:p w14:paraId="41EC4ADF" w14:textId="3BB4527E" w:rsidR="00B22FB3" w:rsidRPr="0062005C" w:rsidRDefault="00B22FB3" w:rsidP="0067324A">
      <w:pPr>
        <w:pStyle w:val="Text3"/>
      </w:pPr>
      <w:r>
        <w:t>There are no reference documents.</w:t>
      </w:r>
    </w:p>
    <w:p w14:paraId="6A997776" w14:textId="77777777" w:rsidR="00F23892" w:rsidRPr="00495CF6" w:rsidRDefault="00F23892" w:rsidP="008B2C4D">
      <w:pPr>
        <w:pStyle w:val="Heading3"/>
        <w:numPr>
          <w:ilvl w:val="2"/>
          <w:numId w:val="55"/>
        </w:numPr>
      </w:pPr>
      <w:bookmarkStart w:id="14" w:name="_Toc499188304"/>
      <w:bookmarkStart w:id="15" w:name="_Toc499188367"/>
      <w:bookmarkStart w:id="16" w:name="_Toc498426733"/>
      <w:bookmarkStart w:id="17" w:name="_Toc533068270"/>
      <w:bookmarkEnd w:id="14"/>
      <w:bookmarkEnd w:id="15"/>
      <w:r w:rsidRPr="00495CF6">
        <w:t>Applicable Documents</w:t>
      </w:r>
      <w:bookmarkEnd w:id="16"/>
      <w:bookmarkEnd w:id="17"/>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F23892" w:rsidRPr="00495CF6" w14:paraId="79F1F489" w14:textId="77777777" w:rsidTr="006F0E10">
        <w:trPr>
          <w:trHeight w:val="317"/>
          <w:tblHeader/>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1C88DBC3" w14:textId="77777777" w:rsidR="00F23892" w:rsidRPr="00495CF6" w:rsidRDefault="00F23892" w:rsidP="006F0E10">
            <w:pPr>
              <w:pStyle w:val="TableHeading"/>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9637EE9" w14:textId="77777777" w:rsidR="00F23892" w:rsidRPr="00495CF6" w:rsidRDefault="00F23892" w:rsidP="006F0E10">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09089DE5" w14:textId="77777777" w:rsidR="00F23892" w:rsidRPr="00495CF6" w:rsidRDefault="00F23892" w:rsidP="006F0E10">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2A9E073A" w14:textId="77777777" w:rsidR="00F23892" w:rsidRPr="00495CF6" w:rsidRDefault="00F23892" w:rsidP="006F0E10">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0B87F5EB" w14:textId="77777777" w:rsidR="00F23892" w:rsidRPr="00495CF6" w:rsidRDefault="00F23892" w:rsidP="006F0E10">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F23892" w:rsidRPr="00495CF6" w14:paraId="6A792117" w14:textId="77777777" w:rsidTr="006F0E10">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23F2680" w14:textId="7F76EA64"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201B81">
              <w:rPr>
                <w:rFonts w:asciiTheme="minorHAnsi" w:hAnsiTheme="minorHAnsi" w:cstheme="minorHAnsi"/>
                <w:b w:val="0"/>
                <w:noProof/>
                <w:lang w:val="en-GB"/>
              </w:rPr>
              <w:t>01</w:t>
            </w:r>
            <w:r w:rsidRPr="00495CF6">
              <w:rPr>
                <w:rFonts w:asciiTheme="minorHAnsi" w:hAnsiTheme="minorHAnsi" w:cstheme="minorHAnsi"/>
                <w:b w:val="0"/>
                <w:lang w:val="en-GB"/>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BB4EAB8" w14:textId="77777777"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69D761A" w14:textId="77777777"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21C89472" w14:textId="77777777"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26F39A74" w14:textId="77777777" w:rsidR="00F23892" w:rsidRPr="00495CF6" w:rsidRDefault="00F23892" w:rsidP="006F0E10">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F23892" w:rsidRPr="00495CF6" w14:paraId="3C7A5B31" w14:textId="77777777" w:rsidTr="006F0E10">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43F75E19" w14:textId="77777777"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3E1D0C2" w14:textId="77777777"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91256A1" w14:textId="77777777"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1F922227" w14:textId="77777777"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4434E678" w14:textId="77777777" w:rsidR="00F23892" w:rsidRPr="00495CF6" w:rsidRDefault="00F23892" w:rsidP="006F0E10">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F23892" w:rsidRPr="00495CF6" w14:paraId="3E515D18" w14:textId="77777777" w:rsidTr="006F0E10">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D093939" w14:textId="77777777"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25E5120E" w14:textId="77777777" w:rsidR="00F23892" w:rsidRPr="00495CF6" w:rsidRDefault="00F23892" w:rsidP="006F0E10">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F26E76" w14:textId="77777777" w:rsidR="00F23892" w:rsidRPr="00495CF6" w:rsidRDefault="00F23892" w:rsidP="006F0E10">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72849ABA" w14:textId="77777777" w:rsidR="00F23892" w:rsidRPr="00495CF6" w:rsidRDefault="00F23892" w:rsidP="006F0E10">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430C70E" w14:textId="77777777" w:rsidR="00F23892" w:rsidRPr="00495CF6" w:rsidRDefault="00F23892" w:rsidP="006F0E10">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526D48F8" w14:textId="76685CCA" w:rsidR="00F23892" w:rsidRPr="00495CF6" w:rsidRDefault="00F23892" w:rsidP="00F23892">
      <w:pPr>
        <w:pStyle w:val="Caption"/>
      </w:pPr>
      <w:bookmarkStart w:id="18" w:name="_Toc498426767"/>
      <w:bookmarkStart w:id="19" w:name="_Toc533068306"/>
      <w:r w:rsidRPr="00495CF6">
        <w:t xml:space="preserve">Table </w:t>
      </w:r>
      <w:fldSimple w:instr=" SEQ Table \* ARABIC ">
        <w:r w:rsidR="00201B81">
          <w:rPr>
            <w:noProof/>
          </w:rPr>
          <w:t>1</w:t>
        </w:r>
      </w:fldSimple>
      <w:r w:rsidRPr="00495CF6">
        <w:t>: Applicable documents</w:t>
      </w:r>
      <w:bookmarkEnd w:id="18"/>
      <w:bookmarkEnd w:id="19"/>
    </w:p>
    <w:p w14:paraId="43759ED3" w14:textId="77777777" w:rsidR="0081666D" w:rsidRPr="0081666D" w:rsidRDefault="0081666D" w:rsidP="0081666D">
      <w:pPr>
        <w:pStyle w:val="Text2"/>
      </w:pPr>
      <w:bookmarkStart w:id="20" w:name="_Toc498424757"/>
      <w:bookmarkEnd w:id="20"/>
    </w:p>
    <w:p w14:paraId="4F29B1BC" w14:textId="40863A7A" w:rsidR="0081666D" w:rsidRPr="0081666D" w:rsidRDefault="0081666D">
      <w:pPr>
        <w:pStyle w:val="Heading2"/>
        <w:numPr>
          <w:ilvl w:val="1"/>
          <w:numId w:val="47"/>
        </w:numPr>
      </w:pPr>
      <w:bookmarkStart w:id="21" w:name="_Toc533068271"/>
      <w:r>
        <w:t>Abbreviations and Acronyms</w:t>
      </w:r>
      <w:bookmarkEnd w:id="21"/>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AA7259" w:rsidRPr="00495CF6" w14:paraId="73C0B29D" w14:textId="77777777" w:rsidTr="006B6479">
        <w:trPr>
          <w:jc w:val="center"/>
        </w:trPr>
        <w:tc>
          <w:tcPr>
            <w:tcW w:w="2391" w:type="dxa"/>
          </w:tcPr>
          <w:p w14:paraId="720C7067" w14:textId="53050DBB" w:rsidR="00AA7259" w:rsidRPr="00495CF6" w:rsidRDefault="00AA7259" w:rsidP="006B6479">
            <w:pPr>
              <w:spacing w:before="60" w:after="60"/>
              <w:jc w:val="left"/>
              <w:rPr>
                <w:rFonts w:ascii="Arial" w:hAnsi="Arial"/>
                <w:sz w:val="18"/>
                <w:szCs w:val="18"/>
              </w:rPr>
            </w:pPr>
            <w:r>
              <w:rPr>
                <w:rFonts w:ascii="Arial" w:hAnsi="Arial"/>
                <w:sz w:val="18"/>
                <w:szCs w:val="18"/>
              </w:rPr>
              <w:t>CRS</w:t>
            </w:r>
          </w:p>
        </w:tc>
        <w:tc>
          <w:tcPr>
            <w:tcW w:w="6386" w:type="dxa"/>
          </w:tcPr>
          <w:p w14:paraId="62410744" w14:textId="6C0E871C" w:rsidR="00AA7259" w:rsidRPr="00495CF6" w:rsidRDefault="00FD2D8E" w:rsidP="006B6479">
            <w:pPr>
              <w:spacing w:before="60" w:after="60"/>
              <w:jc w:val="left"/>
              <w:rPr>
                <w:rFonts w:ascii="Arial" w:hAnsi="Arial"/>
                <w:sz w:val="18"/>
                <w:szCs w:val="18"/>
              </w:rPr>
            </w:pPr>
            <w:r>
              <w:rPr>
                <w:rFonts w:ascii="Arial" w:hAnsi="Arial"/>
                <w:sz w:val="18"/>
                <w:szCs w:val="18"/>
              </w:rPr>
              <w:t>Customer</w:t>
            </w:r>
            <w:r w:rsidR="00AA7259">
              <w:rPr>
                <w:rFonts w:ascii="Arial" w:hAnsi="Arial"/>
                <w:sz w:val="18"/>
                <w:szCs w:val="18"/>
              </w:rPr>
              <w:t xml:space="preserve"> Reference Service</w:t>
            </w:r>
            <w:r>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4E1D0FAE"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SfA</w:t>
            </w:r>
            <w:proofErr w:type="spellEnd"/>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SfI</w:t>
            </w:r>
            <w:proofErr w:type="spellEnd"/>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SfR</w:t>
            </w:r>
            <w:proofErr w:type="spellEnd"/>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E73BE6" w:rsidRPr="00495CF6" w14:paraId="5264892D" w14:textId="77777777" w:rsidTr="006B6479">
        <w:trPr>
          <w:jc w:val="center"/>
        </w:trPr>
        <w:tc>
          <w:tcPr>
            <w:tcW w:w="2391" w:type="dxa"/>
          </w:tcPr>
          <w:p w14:paraId="6A596CD9" w14:textId="7F455049" w:rsidR="00E73BE6" w:rsidRPr="00495CF6" w:rsidRDefault="00E73BE6" w:rsidP="006B6479">
            <w:pPr>
              <w:spacing w:before="60" w:after="60"/>
              <w:jc w:val="left"/>
              <w:rPr>
                <w:rFonts w:ascii="Arial" w:hAnsi="Arial"/>
                <w:sz w:val="18"/>
                <w:szCs w:val="18"/>
              </w:rPr>
            </w:pPr>
            <w:r>
              <w:rPr>
                <w:rFonts w:ascii="Arial" w:hAnsi="Arial"/>
                <w:sz w:val="18"/>
                <w:szCs w:val="18"/>
              </w:rPr>
              <w:t>TP</w:t>
            </w:r>
          </w:p>
        </w:tc>
        <w:tc>
          <w:tcPr>
            <w:tcW w:w="6386" w:type="dxa"/>
          </w:tcPr>
          <w:p w14:paraId="03B1ADC8" w14:textId="2125FB54" w:rsidR="00E73BE6" w:rsidRPr="00495CF6" w:rsidRDefault="00E73BE6"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514D33" w14:paraId="071C749D" w14:textId="77777777" w:rsidTr="00514D33">
        <w:trPr>
          <w:jc w:val="center"/>
        </w:trPr>
        <w:tc>
          <w:tcPr>
            <w:tcW w:w="2391" w:type="dxa"/>
            <w:tcBorders>
              <w:top w:val="single" w:sz="4" w:space="0" w:color="808080"/>
              <w:left w:val="single" w:sz="4" w:space="0" w:color="808080"/>
              <w:bottom w:val="single" w:sz="4" w:space="0" w:color="808080"/>
              <w:right w:val="single" w:sz="4" w:space="0" w:color="808080"/>
            </w:tcBorders>
          </w:tcPr>
          <w:p w14:paraId="3ECF13ED" w14:textId="77777777" w:rsidR="00514D33" w:rsidRDefault="00514D33">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293C3DD2" w14:textId="77777777" w:rsidR="00514D33" w:rsidRDefault="00514D33">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15CBC243" w:rsidR="0077489F" w:rsidRPr="00495CF6" w:rsidRDefault="0077489F" w:rsidP="00724C20">
      <w:pPr>
        <w:pStyle w:val="Caption"/>
        <w:ind w:left="2880"/>
        <w:jc w:val="both"/>
      </w:pPr>
      <w:bookmarkStart w:id="22" w:name="_Toc533068307"/>
      <w:r w:rsidRPr="00495CF6">
        <w:t xml:space="preserve">Table </w:t>
      </w:r>
      <w:fldSimple w:instr=" SEQ Table \* ARABIC ">
        <w:r w:rsidR="00201B81">
          <w:rPr>
            <w:noProof/>
          </w:rPr>
          <w:t>2</w:t>
        </w:r>
      </w:fldSimple>
      <w:r w:rsidRPr="00495CF6">
        <w:t xml:space="preserve">: </w:t>
      </w:r>
      <w:r w:rsidR="00D83FD9" w:rsidRPr="00495CF6">
        <w:t>Abbreviations and acronyms</w:t>
      </w:r>
      <w:bookmarkEnd w:id="22"/>
    </w:p>
    <w:p w14:paraId="44A50A18" w14:textId="77777777" w:rsidR="00070E01" w:rsidRDefault="00070E01" w:rsidP="00385DCE">
      <w:pPr>
        <w:pStyle w:val="Heading2"/>
        <w:numPr>
          <w:ilvl w:val="1"/>
          <w:numId w:val="47"/>
        </w:numPr>
      </w:pPr>
      <w:bookmarkStart w:id="23" w:name="_Toc533068272"/>
      <w:r w:rsidRPr="00495CF6">
        <w:t>Definitions</w:t>
      </w:r>
      <w:bookmarkEnd w:id="23"/>
    </w:p>
    <w:p w14:paraId="595BA6F3" w14:textId="0B1209F7" w:rsidR="00B22FB3" w:rsidRPr="0062005C" w:rsidRDefault="00B22FB3" w:rsidP="0067324A">
      <w:pPr>
        <w:pStyle w:val="Text2"/>
      </w:pPr>
      <w:r>
        <w:t>There are no definitions.</w:t>
      </w:r>
    </w:p>
    <w:p w14:paraId="60D2C6C4" w14:textId="77777777" w:rsidR="002C1D8B" w:rsidRPr="00EA5687" w:rsidRDefault="002C1D8B" w:rsidP="002C1D8B">
      <w:pPr>
        <w:pStyle w:val="Heading1"/>
      </w:pPr>
      <w:bookmarkStart w:id="24" w:name="_Toc499188314"/>
      <w:bookmarkStart w:id="25" w:name="_Toc499188347"/>
      <w:bookmarkStart w:id="26" w:name="_Toc499188377"/>
      <w:bookmarkStart w:id="27" w:name="_Toc499188410"/>
      <w:bookmarkStart w:id="28" w:name="_Toc499649878"/>
      <w:bookmarkStart w:id="29" w:name="_Ref496865192"/>
      <w:bookmarkStart w:id="30" w:name="_Ref496865204"/>
      <w:bookmarkStart w:id="31" w:name="_Toc497128329"/>
      <w:bookmarkStart w:id="32" w:name="_Toc497143997"/>
      <w:bookmarkStart w:id="33" w:name="_Toc497200317"/>
      <w:bookmarkStart w:id="34" w:name="_Toc497207394"/>
      <w:bookmarkStart w:id="35" w:name="_Toc533068273"/>
      <w:bookmarkStart w:id="36" w:name="_Ref496863566"/>
      <w:bookmarkStart w:id="37" w:name="_Toc497128399"/>
      <w:bookmarkStart w:id="38" w:name="_Toc497144015"/>
      <w:bookmarkStart w:id="39" w:name="_Toc497200335"/>
      <w:bookmarkStart w:id="40" w:name="_Toc497207412"/>
      <w:bookmarkEnd w:id="24"/>
      <w:bookmarkEnd w:id="25"/>
      <w:bookmarkEnd w:id="26"/>
      <w:bookmarkEnd w:id="27"/>
      <w:bookmarkEnd w:id="28"/>
      <w:r w:rsidRPr="00EA5687">
        <w:t>Convention Overview</w:t>
      </w:r>
      <w:bookmarkEnd w:id="29"/>
      <w:bookmarkEnd w:id="30"/>
      <w:bookmarkEnd w:id="31"/>
      <w:bookmarkEnd w:id="32"/>
      <w:bookmarkEnd w:id="33"/>
      <w:bookmarkEnd w:id="34"/>
      <w:bookmarkEnd w:id="35"/>
    </w:p>
    <w:p w14:paraId="112032F5" w14:textId="01262548" w:rsidR="002C1D8B" w:rsidRPr="00EA5687" w:rsidRDefault="002C1D8B" w:rsidP="002C1D8B">
      <w:r w:rsidRPr="00EA5687">
        <w:t>Chapters</w:t>
      </w:r>
      <w:r w:rsidR="00F93336">
        <w:t xml:space="preserve"> </w:t>
      </w:r>
      <w:r w:rsidR="00F93336" w:rsidRPr="00FD2C10">
        <w:rPr>
          <w:b/>
        </w:rPr>
        <w:fldChar w:fldCharType="begin"/>
      </w:r>
      <w:r w:rsidR="00F93336" w:rsidRPr="00FD2C10">
        <w:rPr>
          <w:b/>
        </w:rPr>
        <w:instrText xml:space="preserve"> REF _Ref508110680 \r \h </w:instrText>
      </w:r>
      <w:r w:rsidR="00F93336">
        <w:rPr>
          <w:b/>
        </w:rPr>
        <w:instrText xml:space="preserve"> \* MERGEFORMAT </w:instrText>
      </w:r>
      <w:r w:rsidR="00F93336" w:rsidRPr="00FD2C10">
        <w:rPr>
          <w:b/>
        </w:rPr>
      </w:r>
      <w:r w:rsidR="00F93336" w:rsidRPr="00FD2C10">
        <w:rPr>
          <w:b/>
        </w:rPr>
        <w:fldChar w:fldCharType="separate"/>
      </w:r>
      <w:r w:rsidR="00201B81">
        <w:rPr>
          <w:b/>
        </w:rPr>
        <w:t>3</w:t>
      </w:r>
      <w:r w:rsidR="00F93336" w:rsidRPr="00FD2C10">
        <w:rPr>
          <w:b/>
        </w:rPr>
        <w:fldChar w:fldCharType="end"/>
      </w:r>
      <w:r w:rsidR="00F93336">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201B81">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201B81">
        <w:rPr>
          <w:b/>
        </w:rPr>
        <w:t>5</w:t>
      </w:r>
      <w:r w:rsidRPr="00501F60">
        <w:rPr>
          <w:b/>
          <w:lang w:val="fr-BE"/>
        </w:rPr>
        <w:fldChar w:fldCharType="end"/>
      </w:r>
      <w:r w:rsidRPr="00EA5687">
        <w:t xml:space="preserve"> and </w:t>
      </w:r>
      <w:r w:rsidR="00F93336" w:rsidRPr="00FD2C10">
        <w:rPr>
          <w:b/>
        </w:rPr>
        <w:fldChar w:fldCharType="begin"/>
      </w:r>
      <w:r w:rsidR="00F93336" w:rsidRPr="00FD2C10">
        <w:rPr>
          <w:b/>
        </w:rPr>
        <w:instrText xml:space="preserve"> REF _Ref507511436 \r \h </w:instrText>
      </w:r>
      <w:r w:rsidR="00F93336">
        <w:rPr>
          <w:b/>
        </w:rPr>
        <w:instrText xml:space="preserve"> \* MERGEFORMAT </w:instrText>
      </w:r>
      <w:r w:rsidR="00F93336" w:rsidRPr="00FD2C10">
        <w:rPr>
          <w:b/>
        </w:rPr>
      </w:r>
      <w:r w:rsidR="00F93336" w:rsidRPr="00FD2C10">
        <w:rPr>
          <w:b/>
        </w:rPr>
        <w:fldChar w:fldCharType="separate"/>
      </w:r>
      <w:r w:rsidR="00201B81">
        <w:rPr>
          <w:b/>
        </w:rPr>
        <w:t>6</w:t>
      </w:r>
      <w:r w:rsidR="00F93336" w:rsidRPr="00FD2C10">
        <w:rPr>
          <w:b/>
        </w:rPr>
        <w:fldChar w:fldCharType="end"/>
      </w:r>
      <w:r w:rsidRPr="00EA5687">
        <w:t xml:space="preserve"> describe the form content of the</w:t>
      </w:r>
      <w:r w:rsidR="00F93336">
        <w:t xml:space="preserve"> Customs Decision Type Selection Page, </w:t>
      </w:r>
      <w:r w:rsidRPr="00EA5687">
        <w:t xml:space="preserve">Applicant Information Page, Application General Information Page and Application Specific Page of the EU Trader Portal user interface respectively </w:t>
      </w:r>
      <w:r>
        <w:t>for</w:t>
      </w:r>
      <w:r w:rsidRPr="00EA5687">
        <w:t xml:space="preserve"> </w:t>
      </w:r>
      <w:r>
        <w:t xml:space="preserve">an Authorised Consignee for Community Transit </w:t>
      </w:r>
      <w:r w:rsidRPr="00EA5687">
        <w:t>Application. The structure of those chapters matches the data group structure of the pages. The fields to</w:t>
      </w:r>
      <w:r>
        <w:t xml:space="preserve"> be</w:t>
      </w:r>
      <w:r w:rsidRPr="00EA5687">
        <w:t xml:space="preserve"> fill</w:t>
      </w:r>
      <w:r>
        <w:t>ed</w:t>
      </w:r>
      <w:r w:rsidRPr="00EA5687">
        <w:t xml:space="preserve"> in on the pages are listed in </w:t>
      </w:r>
      <w:r w:rsidRPr="00EA5687">
        <w:rPr>
          <w:b/>
        </w:rPr>
        <w:t>bold</w:t>
      </w:r>
      <w:r w:rsidRPr="00EA5687">
        <w:t xml:space="preserve"> in the (sub</w:t>
      </w:r>
      <w:proofErr w:type="gramStart"/>
      <w:r w:rsidRPr="00EA5687">
        <w:t>)sections</w:t>
      </w:r>
      <w:proofErr w:type="gramEnd"/>
      <w:r w:rsidRPr="00EA5687">
        <w:t>/items corresponding to their data group. Note that text is sometimes added next to some items. In that case, the text either provides conditions and rules for the considered item or further explanations on how to fill it</w:t>
      </w:r>
      <w:r>
        <w:t xml:space="preserve"> in</w:t>
      </w:r>
      <w:r w:rsidRPr="00EA5687">
        <w:t>.</w:t>
      </w:r>
    </w:p>
    <w:p w14:paraId="1B4FAE1C" w14:textId="106A05F3" w:rsidR="002C1D8B" w:rsidRPr="00EA5687" w:rsidRDefault="002C1D8B" w:rsidP="002C1D8B">
      <w:r w:rsidRPr="00EA5687">
        <w:t xml:space="preserve">A colour code (in brackets next to each data group/field) is used to specify the </w:t>
      </w:r>
      <w:r>
        <w:t xml:space="preserve">mandatory, optional or repeatable nature </w:t>
      </w:r>
      <w:r w:rsidRPr="00EA5687">
        <w:t>of each data group</w:t>
      </w:r>
      <w:r w:rsidR="004C34CA">
        <w:t>/</w:t>
      </w:r>
      <w:r w:rsidRPr="00EA5687">
        <w:t xml:space="preserve"> field. The meaning of each </w:t>
      </w:r>
      <w:r>
        <w:t>colour code</w:t>
      </w:r>
      <w:r w:rsidRPr="00EA5687">
        <w:t xml:space="preserve"> is as follows:</w:t>
      </w:r>
    </w:p>
    <w:p w14:paraId="5AD71820" w14:textId="09453EBF" w:rsidR="002C1D8B" w:rsidRPr="00EA7165" w:rsidRDefault="002C1D8B" w:rsidP="002C1D8B">
      <w:pPr>
        <w:numPr>
          <w:ilvl w:val="0"/>
          <w:numId w:val="28"/>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08C5670F" w14:textId="41A33D6D" w:rsidR="002C1D8B" w:rsidRPr="00EA7165" w:rsidRDefault="002C1D8B" w:rsidP="002C1D8B">
      <w:pPr>
        <w:numPr>
          <w:ilvl w:val="0"/>
          <w:numId w:val="28"/>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180F5F5A" w14:textId="58DD1E42" w:rsidR="002C1D8B" w:rsidRPr="00EA7165" w:rsidRDefault="002C1D8B" w:rsidP="002C1D8B">
      <w:pPr>
        <w:numPr>
          <w:ilvl w:val="0"/>
          <w:numId w:val="28"/>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20C9BC51" w14:textId="3881A322" w:rsidR="002C1D8B" w:rsidRPr="00EA7165" w:rsidRDefault="002C1D8B" w:rsidP="004A1498">
      <w:pPr>
        <w:numPr>
          <w:ilvl w:val="0"/>
          <w:numId w:val="28"/>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4A1498" w:rsidRPr="004A1498">
        <w:t>data group/field</w:t>
      </w:r>
      <w:r w:rsidRPr="00EA7165">
        <w:t xml:space="preserve"> considered;</w:t>
      </w:r>
    </w:p>
    <w:p w14:paraId="764A20E0" w14:textId="4B18094D" w:rsidR="002C1D8B" w:rsidRPr="00FD2C10" w:rsidRDefault="002C1D8B" w:rsidP="002C1D8B">
      <w:pPr>
        <w:numPr>
          <w:ilvl w:val="0"/>
          <w:numId w:val="28"/>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5C955607" w14:textId="4FBCC3C2" w:rsidR="007D082F" w:rsidRPr="00EA5687" w:rsidRDefault="007D082F" w:rsidP="007D082F">
      <w:pPr>
        <w:pStyle w:val="Heading1"/>
      </w:pPr>
      <w:bookmarkStart w:id="41" w:name="_Ref508110680"/>
      <w:bookmarkStart w:id="42" w:name="_Toc533068274"/>
      <w:r>
        <w:t>Customs Decision Type Selection Page</w:t>
      </w:r>
      <w:bookmarkEnd w:id="41"/>
      <w:bookmarkEnd w:id="42"/>
    </w:p>
    <w:p w14:paraId="40B31325" w14:textId="5333DFA5" w:rsidR="004A1020" w:rsidRDefault="004A1020" w:rsidP="004A1020">
      <w:pPr>
        <w:pStyle w:val="Heading2"/>
        <w:numPr>
          <w:ilvl w:val="1"/>
          <w:numId w:val="24"/>
        </w:numPr>
      </w:pPr>
      <w:bookmarkStart w:id="43" w:name="_Toc533068275"/>
      <w:r>
        <w:t xml:space="preserve">Member State </w:t>
      </w:r>
      <w:r w:rsidRPr="00EA5687">
        <w:t>(</w:t>
      </w:r>
      <w:r w:rsidRPr="00EA5687">
        <w:rPr>
          <w:color w:val="FF0000"/>
        </w:rPr>
        <w:t>M</w:t>
      </w:r>
      <w:r w:rsidRPr="00EA5687">
        <w:t>)</w:t>
      </w:r>
      <w:bookmarkEnd w:id="43"/>
    </w:p>
    <w:p w14:paraId="18792099" w14:textId="7BE49097" w:rsidR="004A1020" w:rsidRPr="008B2C4D" w:rsidRDefault="004A1020" w:rsidP="00FD2C10">
      <w:pPr>
        <w:pStyle w:val="Text2"/>
        <w:ind w:left="360"/>
      </w:pPr>
      <w:r>
        <w:t>Please select the Member State where the DTCA is located.</w:t>
      </w:r>
    </w:p>
    <w:p w14:paraId="2D6CCFC8" w14:textId="253C619A" w:rsidR="004A1020" w:rsidRDefault="004A1020" w:rsidP="004A1020">
      <w:pPr>
        <w:pStyle w:val="Heading2"/>
        <w:numPr>
          <w:ilvl w:val="1"/>
          <w:numId w:val="24"/>
        </w:numPr>
      </w:pPr>
      <w:bookmarkStart w:id="44" w:name="_Toc533068276"/>
      <w:r>
        <w:t xml:space="preserve">Customs Decision Type </w:t>
      </w:r>
      <w:r w:rsidRPr="00EA5687">
        <w:t>(</w:t>
      </w:r>
      <w:r w:rsidRPr="00EA5687">
        <w:rPr>
          <w:color w:val="FF0000"/>
        </w:rPr>
        <w:t>M</w:t>
      </w:r>
      <w:r w:rsidRPr="00EA5687">
        <w:t>)</w:t>
      </w:r>
      <w:bookmarkEnd w:id="44"/>
    </w:p>
    <w:p w14:paraId="426BF576" w14:textId="0A8BDD21" w:rsidR="004A1020" w:rsidRDefault="004A1020" w:rsidP="00FD2C10">
      <w:pPr>
        <w:pStyle w:val="Text2"/>
        <w:ind w:left="360"/>
      </w:pPr>
      <w:r>
        <w:t xml:space="preserve">Please enter the Customs Decision Type you are applying for. </w:t>
      </w:r>
    </w:p>
    <w:p w14:paraId="36A78206" w14:textId="01BA4FD7" w:rsidR="004A1020" w:rsidRPr="008B2C4D" w:rsidRDefault="004A1020" w:rsidP="008B2C4D">
      <w:pPr>
        <w:pStyle w:val="Heading2"/>
        <w:numPr>
          <w:ilvl w:val="1"/>
          <w:numId w:val="24"/>
        </w:numPr>
      </w:pPr>
      <w:bookmarkStart w:id="45" w:name="_Toc533068277"/>
      <w:r>
        <w:t xml:space="preserve">Decision Taking Customs Authority </w:t>
      </w:r>
      <w:r w:rsidRPr="00EA5687">
        <w:t>(</w:t>
      </w:r>
      <w:r w:rsidRPr="00EA5687">
        <w:rPr>
          <w:color w:val="FF0000"/>
        </w:rPr>
        <w:t>M</w:t>
      </w:r>
      <w:r w:rsidRPr="00EA5687">
        <w:t>)</w:t>
      </w:r>
      <w:bookmarkEnd w:id="45"/>
    </w:p>
    <w:p w14:paraId="252DCDBD" w14:textId="4E72E922" w:rsidR="007D082F" w:rsidRPr="00FD2C10" w:rsidRDefault="00D7781F" w:rsidP="00FD2C10">
      <w:pPr>
        <w:ind w:left="360"/>
      </w:pPr>
      <w:r w:rsidRPr="00FD2C10">
        <w:t xml:space="preserve">Please choose </w:t>
      </w:r>
      <w:r w:rsidR="005944A4">
        <w:t>the DTCA that will handle your A</w:t>
      </w:r>
      <w:r>
        <w:t>pplication.</w:t>
      </w:r>
      <w:r w:rsidR="00364A1A">
        <w:t xml:space="preserve"> </w:t>
      </w:r>
      <w:r w:rsidR="00364A1A" w:rsidRPr="00364A1A">
        <w:t xml:space="preserve">The </w:t>
      </w:r>
      <w:r w:rsidR="004C34CA">
        <w:t>“</w:t>
      </w:r>
      <w:r w:rsidR="00364A1A" w:rsidRPr="00364A1A">
        <w:t>search for COL number</w:t>
      </w:r>
      <w:r w:rsidR="004C34CA">
        <w:t>”</w:t>
      </w:r>
      <w:r w:rsidR="00364A1A" w:rsidRPr="00364A1A">
        <w:t xml:space="preserve"> button at the top of this page allows </w:t>
      </w:r>
      <w:r w:rsidR="00364A1A">
        <w:t>you</w:t>
      </w:r>
      <w:r w:rsidR="00364A1A" w:rsidRPr="00364A1A">
        <w:t xml:space="preserve"> </w:t>
      </w:r>
      <w:r w:rsidR="004C34CA">
        <w:t>to search</w:t>
      </w:r>
      <w:r w:rsidR="00364A1A" w:rsidRPr="00364A1A">
        <w:t xml:space="preserve"> for the appropriate COL number on the Europa website.</w:t>
      </w:r>
    </w:p>
    <w:p w14:paraId="36DFB401" w14:textId="77777777" w:rsidR="002C1D8B" w:rsidRPr="00EA5687" w:rsidRDefault="002C1D8B" w:rsidP="002C1D8B">
      <w:pPr>
        <w:pStyle w:val="Heading1"/>
      </w:pPr>
      <w:bookmarkStart w:id="46" w:name="_Toc507511486"/>
      <w:bookmarkStart w:id="47" w:name="_Toc508111520"/>
      <w:bookmarkStart w:id="48" w:name="_Toc508801279"/>
      <w:bookmarkStart w:id="49" w:name="_Toc508801517"/>
      <w:bookmarkStart w:id="50" w:name="_Toc508801572"/>
      <w:bookmarkStart w:id="51" w:name="_Toc508804547"/>
      <w:bookmarkStart w:id="52" w:name="_Toc530468243"/>
      <w:bookmarkStart w:id="53" w:name="_Toc507511487"/>
      <w:bookmarkStart w:id="54" w:name="_Toc508111521"/>
      <w:bookmarkStart w:id="55" w:name="_Toc508801280"/>
      <w:bookmarkStart w:id="56" w:name="_Toc508801518"/>
      <w:bookmarkStart w:id="57" w:name="_Toc508801573"/>
      <w:bookmarkStart w:id="58" w:name="_Toc508804548"/>
      <w:bookmarkStart w:id="59" w:name="_Toc530468244"/>
      <w:bookmarkStart w:id="60" w:name="_Toc507511488"/>
      <w:bookmarkStart w:id="61" w:name="_Toc508111522"/>
      <w:bookmarkStart w:id="62" w:name="_Toc508801281"/>
      <w:bookmarkStart w:id="63" w:name="_Toc508801519"/>
      <w:bookmarkStart w:id="64" w:name="_Toc508801574"/>
      <w:bookmarkStart w:id="65" w:name="_Toc508804549"/>
      <w:bookmarkStart w:id="66" w:name="_Toc530468245"/>
      <w:bookmarkStart w:id="67" w:name="_Toc507511489"/>
      <w:bookmarkStart w:id="68" w:name="_Toc508111523"/>
      <w:bookmarkStart w:id="69" w:name="_Toc508801282"/>
      <w:bookmarkStart w:id="70" w:name="_Toc508801520"/>
      <w:bookmarkStart w:id="71" w:name="_Toc508801575"/>
      <w:bookmarkStart w:id="72" w:name="_Toc508804550"/>
      <w:bookmarkStart w:id="73" w:name="_Toc530468246"/>
      <w:bookmarkStart w:id="74" w:name="_Toc507511490"/>
      <w:bookmarkStart w:id="75" w:name="_Toc508111524"/>
      <w:bookmarkStart w:id="76" w:name="_Toc508801283"/>
      <w:bookmarkStart w:id="77" w:name="_Toc508801521"/>
      <w:bookmarkStart w:id="78" w:name="_Toc508801576"/>
      <w:bookmarkStart w:id="79" w:name="_Toc508804551"/>
      <w:bookmarkStart w:id="80" w:name="_Toc530468247"/>
      <w:bookmarkStart w:id="81" w:name="_Ref496862958"/>
      <w:bookmarkStart w:id="82" w:name="_Ref496862978"/>
      <w:bookmarkStart w:id="83" w:name="_Toc497128330"/>
      <w:bookmarkStart w:id="84" w:name="_Toc497143998"/>
      <w:bookmarkStart w:id="85" w:name="_Toc497200318"/>
      <w:bookmarkStart w:id="86" w:name="_Toc497207395"/>
      <w:bookmarkStart w:id="87" w:name="_Toc533068278"/>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EA5687">
        <w:t>Applicant Information Page</w:t>
      </w:r>
      <w:bookmarkEnd w:id="81"/>
      <w:bookmarkEnd w:id="82"/>
      <w:bookmarkEnd w:id="83"/>
      <w:bookmarkEnd w:id="84"/>
      <w:bookmarkEnd w:id="85"/>
      <w:bookmarkEnd w:id="86"/>
      <w:bookmarkEnd w:id="87"/>
    </w:p>
    <w:p w14:paraId="3F095957" w14:textId="1BC87F98" w:rsidR="002C1D8B" w:rsidRPr="00EA5687" w:rsidRDefault="002C1D8B" w:rsidP="00FD2C10">
      <w:pPr>
        <w:pStyle w:val="Heading2"/>
        <w:numPr>
          <w:ilvl w:val="1"/>
          <w:numId w:val="58"/>
        </w:numPr>
      </w:pPr>
      <w:bookmarkStart w:id="88" w:name="_Toc497128331"/>
      <w:bookmarkStart w:id="89" w:name="_Toc497143999"/>
      <w:bookmarkStart w:id="90" w:name="_Toc497200319"/>
      <w:bookmarkStart w:id="91" w:name="_Toc497207396"/>
      <w:bookmarkStart w:id="92" w:name="_Toc533068279"/>
      <w:r w:rsidRPr="00EA5687">
        <w:t>Applicant Information (</w:t>
      </w:r>
      <w:r w:rsidRPr="00EA5687">
        <w:rPr>
          <w:color w:val="FF0000"/>
        </w:rPr>
        <w:t>M</w:t>
      </w:r>
      <w:r w:rsidRPr="00EA5687">
        <w:t>)</w:t>
      </w:r>
      <w:bookmarkEnd w:id="88"/>
      <w:bookmarkEnd w:id="89"/>
      <w:bookmarkEnd w:id="90"/>
      <w:bookmarkEnd w:id="91"/>
      <w:bookmarkEnd w:id="92"/>
    </w:p>
    <w:p w14:paraId="64B52350" w14:textId="579A8870" w:rsidR="002C1D8B" w:rsidRPr="008B2C4D" w:rsidRDefault="002C1D8B" w:rsidP="00FD2C10">
      <w:pPr>
        <w:ind w:firstLine="502"/>
        <w:rPr>
          <w:rFonts w:cstheme="minorHAnsi"/>
        </w:rPr>
      </w:pPr>
      <w:r w:rsidRPr="008B2C4D">
        <w:rPr>
          <w:rFonts w:cstheme="minorHAnsi"/>
        </w:rPr>
        <w:t>Some fields of the Applicant information are pre-filled with the current logged-in user’s information</w:t>
      </w:r>
      <w:r w:rsidR="00D7781F">
        <w:rPr>
          <w:rFonts w:cstheme="minorHAnsi"/>
        </w:rPr>
        <w:t>.</w:t>
      </w:r>
    </w:p>
    <w:p w14:paraId="1DB60CA6" w14:textId="45D93FF0" w:rsidR="002C1D8B" w:rsidRPr="00EA5687" w:rsidRDefault="00995CE9" w:rsidP="002C1D8B">
      <w:pPr>
        <w:ind w:left="426"/>
        <w:rPr>
          <w:rFonts w:cstheme="minorHAnsi"/>
        </w:rPr>
      </w:pPr>
      <w:r>
        <w:rPr>
          <w:rFonts w:cstheme="minorHAnsi"/>
        </w:rPr>
        <w:t xml:space="preserve"> </w:t>
      </w:r>
      <w:r w:rsidR="00D7781F">
        <w:rPr>
          <w:rFonts w:cstheme="minorHAnsi"/>
        </w:rPr>
        <w:t xml:space="preserve"> </w:t>
      </w:r>
      <w:r w:rsidR="002C1D8B" w:rsidRPr="00EA5687">
        <w:rPr>
          <w:rFonts w:cstheme="minorHAnsi"/>
        </w:rPr>
        <w:t>When the user is logged-in without delegation:</w:t>
      </w:r>
    </w:p>
    <w:p w14:paraId="6C1003B6" w14:textId="741C6249" w:rsidR="002C1D8B" w:rsidRDefault="002C1D8B" w:rsidP="002C1D8B">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3D6B3AEE" w14:textId="77777777" w:rsidR="002C1D8B" w:rsidRPr="00EA5687" w:rsidRDefault="002C1D8B" w:rsidP="002C1D8B">
      <w:pPr>
        <w:ind w:left="862"/>
        <w:contextualSpacing/>
        <w:rPr>
          <w:rFonts w:cstheme="minorHAnsi"/>
        </w:rPr>
      </w:pPr>
    </w:p>
    <w:p w14:paraId="55C07FD2" w14:textId="7FF37C7B" w:rsidR="002C1D8B" w:rsidRPr="00EA5687" w:rsidRDefault="00995CE9" w:rsidP="002C1D8B">
      <w:pPr>
        <w:ind w:left="426"/>
        <w:rPr>
          <w:rFonts w:cstheme="minorHAnsi"/>
        </w:rPr>
      </w:pPr>
      <w:r>
        <w:rPr>
          <w:rFonts w:cstheme="minorHAnsi"/>
        </w:rPr>
        <w:t xml:space="preserve"> </w:t>
      </w:r>
      <w:r w:rsidR="00D7781F">
        <w:rPr>
          <w:rFonts w:cstheme="minorHAnsi"/>
        </w:rPr>
        <w:t xml:space="preserve"> </w:t>
      </w:r>
      <w:r w:rsidR="002C1D8B" w:rsidRPr="00EA5687">
        <w:rPr>
          <w:rFonts w:cstheme="minorHAnsi"/>
        </w:rPr>
        <w:t xml:space="preserve">When the user is logged-in </w:t>
      </w:r>
      <w:r w:rsidR="002C1D8B">
        <w:rPr>
          <w:rFonts w:cstheme="minorHAnsi"/>
        </w:rPr>
        <w:t>as representative</w:t>
      </w:r>
      <w:r w:rsidR="002C1D8B" w:rsidRPr="00EA5687">
        <w:rPr>
          <w:rFonts w:cstheme="minorHAnsi"/>
        </w:rPr>
        <w:t>:</w:t>
      </w:r>
    </w:p>
    <w:p w14:paraId="54F48071" w14:textId="77777777" w:rsidR="002C1D8B" w:rsidRPr="00EA5687" w:rsidRDefault="002C1D8B" w:rsidP="002C1D8B">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42F05122" w14:textId="77777777" w:rsidR="002C1D8B" w:rsidRPr="00EA5687" w:rsidRDefault="002C1D8B" w:rsidP="002C1D8B">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18655647" w14:textId="77777777" w:rsidR="002C1D8B" w:rsidRPr="00EA5687" w:rsidRDefault="002C1D8B" w:rsidP="002C1D8B"/>
    <w:p w14:paraId="02AB9BDE" w14:textId="5C03DBE2" w:rsidR="002C1D8B" w:rsidRDefault="002C1D8B" w:rsidP="00FD2C10">
      <w:pPr>
        <w:pStyle w:val="Heading3"/>
        <w:numPr>
          <w:ilvl w:val="2"/>
          <w:numId w:val="58"/>
        </w:numPr>
        <w:rPr>
          <w:noProof/>
        </w:rPr>
      </w:pPr>
      <w:bookmarkStart w:id="93" w:name="_Toc497128332"/>
      <w:bookmarkStart w:id="94" w:name="_Toc497144000"/>
      <w:bookmarkStart w:id="95" w:name="_Toc497200320"/>
      <w:bookmarkStart w:id="96" w:name="_Toc497207397"/>
      <w:bookmarkStart w:id="97" w:name="_Toc533068280"/>
      <w:r w:rsidRPr="00EA5687">
        <w:rPr>
          <w:noProof/>
        </w:rPr>
        <w:t>Applicant (</w:t>
      </w:r>
      <w:r w:rsidRPr="00EA5687">
        <w:rPr>
          <w:noProof/>
          <w:color w:val="FF0000"/>
        </w:rPr>
        <w:t>M</w:t>
      </w:r>
      <w:r w:rsidRPr="00EA5687">
        <w:rPr>
          <w:noProof/>
        </w:rPr>
        <w:t>)</w:t>
      </w:r>
      <w:bookmarkEnd w:id="93"/>
      <w:bookmarkEnd w:id="94"/>
      <w:bookmarkEnd w:id="95"/>
      <w:bookmarkEnd w:id="96"/>
      <w:bookmarkEnd w:id="97"/>
    </w:p>
    <w:p w14:paraId="3B70176E" w14:textId="60E10519" w:rsidR="002C1D8B" w:rsidRPr="00FD2C10" w:rsidRDefault="002C1D8B" w:rsidP="00FD2C10">
      <w:pPr>
        <w:ind w:left="1004"/>
      </w:pPr>
      <w:r w:rsidRPr="000B703E">
        <w:t>The Applicant details are pre-filled with the data in EO database, thanks to your EORI number. If the details are not properly fetched, please contact your national authorities.</w:t>
      </w:r>
    </w:p>
    <w:p w14:paraId="563FB6C9" w14:textId="77777777" w:rsidR="002C1D8B" w:rsidRPr="00EA5687" w:rsidRDefault="002C1D8B" w:rsidP="002C1D8B">
      <w:pPr>
        <w:numPr>
          <w:ilvl w:val="0"/>
          <w:numId w:val="31"/>
        </w:numPr>
        <w:rPr>
          <w:i/>
        </w:rPr>
      </w:pPr>
      <w:r w:rsidRPr="00EA5687">
        <w:rPr>
          <w:i/>
        </w:rPr>
        <w:t>Actor Identification (</w:t>
      </w:r>
      <w:r w:rsidRPr="00EA5687">
        <w:rPr>
          <w:i/>
          <w:color w:val="FF0000"/>
        </w:rPr>
        <w:t>M</w:t>
      </w:r>
      <w:r w:rsidRPr="00EA5687">
        <w:rPr>
          <w:i/>
        </w:rPr>
        <w:t>)</w:t>
      </w:r>
    </w:p>
    <w:p w14:paraId="655413C9" w14:textId="77777777" w:rsidR="002C1D8B" w:rsidRPr="00EA5687" w:rsidRDefault="002C1D8B" w:rsidP="002C1D8B">
      <w:pPr>
        <w:numPr>
          <w:ilvl w:val="1"/>
          <w:numId w:val="31"/>
        </w:numPr>
      </w:pPr>
      <w:r w:rsidRPr="00EA5687">
        <w:rPr>
          <w:b/>
        </w:rPr>
        <w:t>EORI Number (</w:t>
      </w:r>
      <w:r w:rsidRPr="00EA5687">
        <w:rPr>
          <w:b/>
          <w:color w:val="FF0000"/>
        </w:rPr>
        <w:t>M</w:t>
      </w:r>
      <w:r w:rsidRPr="00EA5687">
        <w:rPr>
          <w:b/>
        </w:rPr>
        <w:t>)</w:t>
      </w:r>
    </w:p>
    <w:p w14:paraId="6587ECE5" w14:textId="77777777" w:rsidR="002C1D8B" w:rsidRDefault="002C1D8B" w:rsidP="002C1D8B">
      <w:pPr>
        <w:numPr>
          <w:ilvl w:val="0"/>
          <w:numId w:val="31"/>
        </w:numPr>
        <w:rPr>
          <w:i/>
        </w:rPr>
      </w:pPr>
      <w:r w:rsidRPr="00EA5687">
        <w:rPr>
          <w:i/>
        </w:rPr>
        <w:t>Name and Address (</w:t>
      </w:r>
      <w:r w:rsidRPr="00EA5687">
        <w:rPr>
          <w:i/>
          <w:color w:val="FF0000"/>
        </w:rPr>
        <w:t>M</w:t>
      </w:r>
      <w:r w:rsidRPr="00EA5687">
        <w:rPr>
          <w:i/>
        </w:rPr>
        <w:t>)</w:t>
      </w:r>
    </w:p>
    <w:p w14:paraId="7E50A943" w14:textId="1C6F53DA" w:rsidR="00D15825" w:rsidRPr="00FD2C10" w:rsidRDefault="00D15825" w:rsidP="00FD2C10">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2A97F618" w14:textId="77777777" w:rsidR="002C1D8B" w:rsidRPr="00EA5687" w:rsidRDefault="002C1D8B" w:rsidP="002C1D8B">
      <w:pPr>
        <w:numPr>
          <w:ilvl w:val="1"/>
          <w:numId w:val="31"/>
        </w:numPr>
      </w:pPr>
      <w:r w:rsidRPr="00EA5687">
        <w:rPr>
          <w:b/>
        </w:rPr>
        <w:t>Name (</w:t>
      </w:r>
      <w:r w:rsidRPr="00EA5687">
        <w:rPr>
          <w:b/>
          <w:color w:val="FF0000"/>
        </w:rPr>
        <w:t>M</w:t>
      </w:r>
      <w:r w:rsidRPr="00EA5687">
        <w:rPr>
          <w:b/>
        </w:rPr>
        <w:t>)</w:t>
      </w:r>
    </w:p>
    <w:p w14:paraId="22C8B596" w14:textId="77777777" w:rsidR="002C1D8B" w:rsidRPr="00EA5687" w:rsidRDefault="002C1D8B" w:rsidP="002C1D8B">
      <w:pPr>
        <w:numPr>
          <w:ilvl w:val="1"/>
          <w:numId w:val="31"/>
        </w:numPr>
      </w:pPr>
      <w:r w:rsidRPr="00EA5687">
        <w:rPr>
          <w:b/>
        </w:rPr>
        <w:t>Street and Number (</w:t>
      </w:r>
      <w:r w:rsidRPr="00EA5687">
        <w:rPr>
          <w:b/>
          <w:color w:val="FF0000"/>
        </w:rPr>
        <w:t>M</w:t>
      </w:r>
      <w:r w:rsidRPr="00EA5687">
        <w:rPr>
          <w:b/>
        </w:rPr>
        <w:t>)</w:t>
      </w:r>
    </w:p>
    <w:p w14:paraId="08EAFE2F" w14:textId="77777777" w:rsidR="002C1D8B" w:rsidRPr="00EA5687" w:rsidRDefault="002C1D8B" w:rsidP="002C1D8B">
      <w:pPr>
        <w:numPr>
          <w:ilvl w:val="1"/>
          <w:numId w:val="31"/>
        </w:numPr>
      </w:pPr>
      <w:r w:rsidRPr="00EA5687">
        <w:rPr>
          <w:b/>
        </w:rPr>
        <w:t>Postcode (</w:t>
      </w:r>
      <w:r w:rsidRPr="00EA5687">
        <w:rPr>
          <w:b/>
          <w:color w:val="FF0000"/>
        </w:rPr>
        <w:t>M</w:t>
      </w:r>
      <w:r w:rsidRPr="00EA5687">
        <w:rPr>
          <w:b/>
        </w:rPr>
        <w:t>)</w:t>
      </w:r>
    </w:p>
    <w:p w14:paraId="3A25F783" w14:textId="77777777" w:rsidR="002C1D8B" w:rsidRPr="00EA5687" w:rsidRDefault="002C1D8B" w:rsidP="002C1D8B">
      <w:pPr>
        <w:numPr>
          <w:ilvl w:val="1"/>
          <w:numId w:val="31"/>
        </w:numPr>
      </w:pPr>
      <w:r w:rsidRPr="00EA5687">
        <w:rPr>
          <w:b/>
        </w:rPr>
        <w:t>City (</w:t>
      </w:r>
      <w:r w:rsidRPr="00EA5687">
        <w:rPr>
          <w:b/>
          <w:color w:val="FF0000"/>
        </w:rPr>
        <w:t>M</w:t>
      </w:r>
      <w:r w:rsidRPr="00EA5687">
        <w:rPr>
          <w:b/>
        </w:rPr>
        <w:t>)</w:t>
      </w:r>
    </w:p>
    <w:p w14:paraId="5D953D65" w14:textId="77777777" w:rsidR="002C1D8B" w:rsidRPr="00EA5687" w:rsidRDefault="002C1D8B" w:rsidP="002C1D8B">
      <w:pPr>
        <w:numPr>
          <w:ilvl w:val="1"/>
          <w:numId w:val="31"/>
        </w:numPr>
      </w:pPr>
      <w:r w:rsidRPr="00EA5687">
        <w:rPr>
          <w:b/>
        </w:rPr>
        <w:t>Country (</w:t>
      </w:r>
      <w:r w:rsidRPr="00EA5687">
        <w:rPr>
          <w:b/>
          <w:color w:val="FF0000"/>
        </w:rPr>
        <w:t>M</w:t>
      </w:r>
      <w:r w:rsidRPr="00EA5687">
        <w:rPr>
          <w:b/>
        </w:rPr>
        <w:t>)</w:t>
      </w:r>
    </w:p>
    <w:p w14:paraId="41613F9B" w14:textId="664F036F" w:rsidR="002C1D8B" w:rsidRDefault="002C1D8B" w:rsidP="00FD2C10">
      <w:pPr>
        <w:pStyle w:val="Heading3"/>
        <w:numPr>
          <w:ilvl w:val="2"/>
          <w:numId w:val="58"/>
        </w:numPr>
        <w:rPr>
          <w:noProof/>
        </w:rPr>
      </w:pPr>
      <w:bookmarkStart w:id="98" w:name="_Toc497126291"/>
      <w:bookmarkStart w:id="99" w:name="_Toc497126997"/>
      <w:bookmarkStart w:id="100" w:name="_Toc497127347"/>
      <w:bookmarkStart w:id="101" w:name="_Toc497127778"/>
      <w:bookmarkStart w:id="102" w:name="_Toc497128053"/>
      <w:bookmarkStart w:id="103" w:name="_Toc497128163"/>
      <w:bookmarkStart w:id="104" w:name="_Toc497128333"/>
      <w:bookmarkStart w:id="105" w:name="_Toc497126292"/>
      <w:bookmarkStart w:id="106" w:name="_Toc497126998"/>
      <w:bookmarkStart w:id="107" w:name="_Toc497127348"/>
      <w:bookmarkStart w:id="108" w:name="_Toc497127779"/>
      <w:bookmarkStart w:id="109" w:name="_Toc497128054"/>
      <w:bookmarkStart w:id="110" w:name="_Toc497128164"/>
      <w:bookmarkStart w:id="111" w:name="_Toc497128334"/>
      <w:bookmarkStart w:id="112" w:name="_Toc497126293"/>
      <w:bookmarkStart w:id="113" w:name="_Toc497126999"/>
      <w:bookmarkStart w:id="114" w:name="_Toc497127349"/>
      <w:bookmarkStart w:id="115" w:name="_Toc497127780"/>
      <w:bookmarkStart w:id="116" w:name="_Toc497128055"/>
      <w:bookmarkStart w:id="117" w:name="_Toc497128165"/>
      <w:bookmarkStart w:id="118" w:name="_Toc497128335"/>
      <w:bookmarkStart w:id="119" w:name="_Toc497126294"/>
      <w:bookmarkStart w:id="120" w:name="_Toc497127000"/>
      <w:bookmarkStart w:id="121" w:name="_Toc497127350"/>
      <w:bookmarkStart w:id="122" w:name="_Toc497127781"/>
      <w:bookmarkStart w:id="123" w:name="_Toc497128056"/>
      <w:bookmarkStart w:id="124" w:name="_Toc497128166"/>
      <w:bookmarkStart w:id="125" w:name="_Toc497128336"/>
      <w:bookmarkStart w:id="126" w:name="_Toc497126295"/>
      <w:bookmarkStart w:id="127" w:name="_Toc497127001"/>
      <w:bookmarkStart w:id="128" w:name="_Toc497127351"/>
      <w:bookmarkStart w:id="129" w:name="_Toc497127782"/>
      <w:bookmarkStart w:id="130" w:name="_Toc497128057"/>
      <w:bookmarkStart w:id="131" w:name="_Toc497128167"/>
      <w:bookmarkStart w:id="132" w:name="_Toc497128337"/>
      <w:bookmarkStart w:id="133" w:name="_Toc497126296"/>
      <w:bookmarkStart w:id="134" w:name="_Toc497127002"/>
      <w:bookmarkStart w:id="135" w:name="_Toc497127352"/>
      <w:bookmarkStart w:id="136" w:name="_Toc497127783"/>
      <w:bookmarkStart w:id="137" w:name="_Toc497128058"/>
      <w:bookmarkStart w:id="138" w:name="_Toc497128168"/>
      <w:bookmarkStart w:id="139" w:name="_Toc497128338"/>
      <w:bookmarkStart w:id="140" w:name="_Toc497126297"/>
      <w:bookmarkStart w:id="141" w:name="_Toc497127003"/>
      <w:bookmarkStart w:id="142" w:name="_Toc497127353"/>
      <w:bookmarkStart w:id="143" w:name="_Toc497127784"/>
      <w:bookmarkStart w:id="144" w:name="_Toc497128059"/>
      <w:bookmarkStart w:id="145" w:name="_Toc497128169"/>
      <w:bookmarkStart w:id="146" w:name="_Toc497128339"/>
      <w:bookmarkStart w:id="147" w:name="_Toc497126298"/>
      <w:bookmarkStart w:id="148" w:name="_Toc497127004"/>
      <w:bookmarkStart w:id="149" w:name="_Toc497127354"/>
      <w:bookmarkStart w:id="150" w:name="_Toc497127785"/>
      <w:bookmarkStart w:id="151" w:name="_Toc497128060"/>
      <w:bookmarkStart w:id="152" w:name="_Toc497128170"/>
      <w:bookmarkStart w:id="153" w:name="_Toc497128340"/>
      <w:bookmarkStart w:id="154" w:name="_Toc497128341"/>
      <w:bookmarkStart w:id="155" w:name="_Toc497144001"/>
      <w:bookmarkStart w:id="156" w:name="_Toc497200321"/>
      <w:bookmarkStart w:id="157" w:name="_Toc497207398"/>
      <w:bookmarkStart w:id="158" w:name="_Toc533068281"/>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EA5687">
        <w:rPr>
          <w:noProof/>
        </w:rPr>
        <w:t>Representative (</w:t>
      </w:r>
      <w:r w:rsidRPr="00EA5687">
        <w:rPr>
          <w:noProof/>
          <w:color w:val="FF0000"/>
        </w:rPr>
        <w:t>M</w:t>
      </w:r>
      <w:r w:rsidRPr="00EA5687">
        <w:rPr>
          <w:noProof/>
        </w:rPr>
        <w:t>)</w:t>
      </w:r>
      <w:bookmarkEnd w:id="154"/>
      <w:bookmarkEnd w:id="155"/>
      <w:bookmarkEnd w:id="156"/>
      <w:bookmarkEnd w:id="157"/>
      <w:bookmarkEnd w:id="158"/>
    </w:p>
    <w:p w14:paraId="4AD1F713" w14:textId="6910E2D4" w:rsidR="002C1D8B" w:rsidRPr="00FD2C10" w:rsidRDefault="002C1D8B" w:rsidP="00FD2C10">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proofErr w:type="gramStart"/>
      <w:r w:rsidRPr="000B703E">
        <w:t>In case you are logged in as a direct applicant (no representation/delegation), the Applicant details should be used for the Representative</w:t>
      </w:r>
      <w:r w:rsidR="009B6195">
        <w:t>.</w:t>
      </w:r>
      <w:proofErr w:type="gramEnd"/>
    </w:p>
    <w:p w14:paraId="74005E9A" w14:textId="77777777" w:rsidR="002C1D8B" w:rsidRPr="00EA5687" w:rsidRDefault="002C1D8B" w:rsidP="002C1D8B">
      <w:pPr>
        <w:numPr>
          <w:ilvl w:val="0"/>
          <w:numId w:val="31"/>
        </w:numPr>
        <w:rPr>
          <w:i/>
        </w:rPr>
      </w:pPr>
      <w:r w:rsidRPr="00EA5687">
        <w:rPr>
          <w:i/>
        </w:rPr>
        <w:t>Actor Identification (</w:t>
      </w:r>
      <w:r w:rsidRPr="00EA5687">
        <w:rPr>
          <w:i/>
          <w:color w:val="FF0000"/>
        </w:rPr>
        <w:t>M</w:t>
      </w:r>
      <w:r w:rsidRPr="00EA5687">
        <w:rPr>
          <w:i/>
        </w:rPr>
        <w:t>)</w:t>
      </w:r>
    </w:p>
    <w:p w14:paraId="4D3A3DD2" w14:textId="77777777" w:rsidR="002C1D8B" w:rsidRPr="00EA5687" w:rsidRDefault="002C1D8B" w:rsidP="002C1D8B">
      <w:pPr>
        <w:numPr>
          <w:ilvl w:val="1"/>
          <w:numId w:val="31"/>
        </w:numPr>
        <w:rPr>
          <w:b/>
        </w:rPr>
      </w:pPr>
      <w:r w:rsidRPr="00EA5687">
        <w:rPr>
          <w:b/>
        </w:rPr>
        <w:t>EORI Number (</w:t>
      </w:r>
      <w:r w:rsidRPr="00EA5687">
        <w:rPr>
          <w:b/>
          <w:color w:val="FF0000"/>
        </w:rPr>
        <w:t>M</w:t>
      </w:r>
      <w:r w:rsidRPr="00EA5687">
        <w:rPr>
          <w:b/>
        </w:rPr>
        <w:t>)</w:t>
      </w:r>
    </w:p>
    <w:p w14:paraId="4E626F24" w14:textId="77777777" w:rsidR="002C1D8B" w:rsidRPr="00EA5687" w:rsidRDefault="002C1D8B" w:rsidP="002C1D8B">
      <w:pPr>
        <w:numPr>
          <w:ilvl w:val="0"/>
          <w:numId w:val="31"/>
        </w:numPr>
        <w:rPr>
          <w:i/>
        </w:rPr>
      </w:pPr>
      <w:r w:rsidRPr="00EA5687">
        <w:rPr>
          <w:i/>
        </w:rPr>
        <w:t>Name and Address (</w:t>
      </w:r>
      <w:r w:rsidRPr="00EA5687">
        <w:rPr>
          <w:i/>
          <w:color w:val="FF0000"/>
        </w:rPr>
        <w:t>M</w:t>
      </w:r>
      <w:r w:rsidRPr="00EA5687">
        <w:rPr>
          <w:i/>
        </w:rPr>
        <w:t>)</w:t>
      </w:r>
    </w:p>
    <w:p w14:paraId="314E875A" w14:textId="77777777" w:rsidR="002C1D8B" w:rsidRPr="00EA5687" w:rsidRDefault="002C1D8B" w:rsidP="002C1D8B">
      <w:pPr>
        <w:numPr>
          <w:ilvl w:val="1"/>
          <w:numId w:val="31"/>
        </w:numPr>
        <w:rPr>
          <w:b/>
        </w:rPr>
      </w:pPr>
      <w:r w:rsidRPr="00EA5687">
        <w:rPr>
          <w:b/>
        </w:rPr>
        <w:t>Name (</w:t>
      </w:r>
      <w:r w:rsidRPr="00EA5687">
        <w:rPr>
          <w:b/>
          <w:color w:val="FF0000"/>
        </w:rPr>
        <w:t>M</w:t>
      </w:r>
      <w:r w:rsidRPr="00EA5687">
        <w:rPr>
          <w:b/>
        </w:rPr>
        <w:t>)</w:t>
      </w:r>
    </w:p>
    <w:p w14:paraId="2CAB6848" w14:textId="77777777" w:rsidR="002C1D8B" w:rsidRPr="00EA5687" w:rsidRDefault="002C1D8B" w:rsidP="002C1D8B">
      <w:pPr>
        <w:numPr>
          <w:ilvl w:val="1"/>
          <w:numId w:val="31"/>
        </w:numPr>
        <w:rPr>
          <w:b/>
        </w:rPr>
      </w:pPr>
      <w:r w:rsidRPr="00EA5687">
        <w:rPr>
          <w:b/>
        </w:rPr>
        <w:t>Street and Number (</w:t>
      </w:r>
      <w:r w:rsidRPr="00EA5687">
        <w:rPr>
          <w:b/>
          <w:color w:val="FF0000"/>
        </w:rPr>
        <w:t>M</w:t>
      </w:r>
      <w:r w:rsidRPr="00EA5687">
        <w:rPr>
          <w:b/>
        </w:rPr>
        <w:t>)</w:t>
      </w:r>
    </w:p>
    <w:p w14:paraId="46CC4ACD" w14:textId="77777777" w:rsidR="002C1D8B" w:rsidRPr="00EA5687" w:rsidRDefault="002C1D8B" w:rsidP="002C1D8B">
      <w:pPr>
        <w:numPr>
          <w:ilvl w:val="1"/>
          <w:numId w:val="31"/>
        </w:numPr>
        <w:rPr>
          <w:b/>
        </w:rPr>
      </w:pPr>
      <w:r w:rsidRPr="00EA5687">
        <w:rPr>
          <w:b/>
        </w:rPr>
        <w:t>Postcode (</w:t>
      </w:r>
      <w:r w:rsidRPr="00EA5687">
        <w:rPr>
          <w:b/>
          <w:color w:val="FF0000"/>
        </w:rPr>
        <w:t>M</w:t>
      </w:r>
      <w:r w:rsidRPr="00EA5687">
        <w:rPr>
          <w:b/>
        </w:rPr>
        <w:t>)</w:t>
      </w:r>
    </w:p>
    <w:p w14:paraId="265E809A" w14:textId="77777777" w:rsidR="002C1D8B" w:rsidRPr="00EA5687" w:rsidRDefault="002C1D8B" w:rsidP="002C1D8B">
      <w:pPr>
        <w:numPr>
          <w:ilvl w:val="1"/>
          <w:numId w:val="31"/>
        </w:numPr>
        <w:rPr>
          <w:b/>
        </w:rPr>
      </w:pPr>
      <w:r w:rsidRPr="00EA5687">
        <w:rPr>
          <w:b/>
        </w:rPr>
        <w:t>City (</w:t>
      </w:r>
      <w:r w:rsidRPr="00EA5687">
        <w:rPr>
          <w:b/>
          <w:color w:val="FF0000"/>
        </w:rPr>
        <w:t>M</w:t>
      </w:r>
      <w:r w:rsidRPr="00EA5687">
        <w:rPr>
          <w:b/>
        </w:rPr>
        <w:t>)</w:t>
      </w:r>
    </w:p>
    <w:p w14:paraId="12785D87" w14:textId="77777777" w:rsidR="002C1D8B" w:rsidRPr="00EA5687" w:rsidRDefault="002C1D8B" w:rsidP="002C1D8B">
      <w:pPr>
        <w:numPr>
          <w:ilvl w:val="1"/>
          <w:numId w:val="31"/>
        </w:numPr>
        <w:rPr>
          <w:b/>
        </w:rPr>
      </w:pPr>
      <w:r w:rsidRPr="00EA5687">
        <w:rPr>
          <w:b/>
        </w:rPr>
        <w:t>Country (</w:t>
      </w:r>
      <w:r w:rsidRPr="00EA5687">
        <w:rPr>
          <w:b/>
          <w:color w:val="FF0000"/>
        </w:rPr>
        <w:t>M</w:t>
      </w:r>
      <w:r w:rsidRPr="00EA5687">
        <w:rPr>
          <w:b/>
        </w:rPr>
        <w:t>)</w:t>
      </w:r>
    </w:p>
    <w:p w14:paraId="2EA8C5C2" w14:textId="3AFB8587" w:rsidR="002C1D8B" w:rsidRPr="00EA5687" w:rsidRDefault="002C1D8B" w:rsidP="00FD2C10">
      <w:pPr>
        <w:pStyle w:val="Heading3"/>
        <w:numPr>
          <w:ilvl w:val="2"/>
          <w:numId w:val="58"/>
        </w:numPr>
        <w:rPr>
          <w:noProof/>
        </w:rPr>
      </w:pPr>
      <w:r w:rsidRPr="00EA5687" w:rsidDel="005723F8">
        <w:t xml:space="preserve"> </w:t>
      </w:r>
      <w:bookmarkStart w:id="159" w:name="_Toc497126300"/>
      <w:bookmarkStart w:id="160" w:name="_Toc497127006"/>
      <w:bookmarkStart w:id="161" w:name="_Toc497127356"/>
      <w:bookmarkStart w:id="162" w:name="_Toc497127787"/>
      <w:bookmarkStart w:id="163" w:name="_Toc497128062"/>
      <w:bookmarkStart w:id="164" w:name="_Toc497128172"/>
      <w:bookmarkStart w:id="165" w:name="_Toc497128342"/>
      <w:bookmarkStart w:id="166" w:name="_Toc497126301"/>
      <w:bookmarkStart w:id="167" w:name="_Toc497127007"/>
      <w:bookmarkStart w:id="168" w:name="_Toc497127357"/>
      <w:bookmarkStart w:id="169" w:name="_Toc497127788"/>
      <w:bookmarkStart w:id="170" w:name="_Toc497128063"/>
      <w:bookmarkStart w:id="171" w:name="_Toc497128173"/>
      <w:bookmarkStart w:id="172" w:name="_Toc497128343"/>
      <w:bookmarkStart w:id="173" w:name="_Toc497126302"/>
      <w:bookmarkStart w:id="174" w:name="_Toc497127008"/>
      <w:bookmarkStart w:id="175" w:name="_Toc497127358"/>
      <w:bookmarkStart w:id="176" w:name="_Toc497127789"/>
      <w:bookmarkStart w:id="177" w:name="_Toc497128064"/>
      <w:bookmarkStart w:id="178" w:name="_Toc497128174"/>
      <w:bookmarkStart w:id="179" w:name="_Toc497128344"/>
      <w:bookmarkStart w:id="180" w:name="_Toc497126303"/>
      <w:bookmarkStart w:id="181" w:name="_Toc497127009"/>
      <w:bookmarkStart w:id="182" w:name="_Toc497127359"/>
      <w:bookmarkStart w:id="183" w:name="_Toc497127790"/>
      <w:bookmarkStart w:id="184" w:name="_Toc497128065"/>
      <w:bookmarkStart w:id="185" w:name="_Toc497128175"/>
      <w:bookmarkStart w:id="186" w:name="_Toc497128345"/>
      <w:bookmarkStart w:id="187" w:name="_Toc497126304"/>
      <w:bookmarkStart w:id="188" w:name="_Toc497127010"/>
      <w:bookmarkStart w:id="189" w:name="_Toc497127360"/>
      <w:bookmarkStart w:id="190" w:name="_Toc497127791"/>
      <w:bookmarkStart w:id="191" w:name="_Toc497128066"/>
      <w:bookmarkStart w:id="192" w:name="_Toc497128176"/>
      <w:bookmarkStart w:id="193" w:name="_Toc497128346"/>
      <w:bookmarkStart w:id="194" w:name="_Toc497126305"/>
      <w:bookmarkStart w:id="195" w:name="_Toc497127011"/>
      <w:bookmarkStart w:id="196" w:name="_Toc497127361"/>
      <w:bookmarkStart w:id="197" w:name="_Toc497127792"/>
      <w:bookmarkStart w:id="198" w:name="_Toc497128067"/>
      <w:bookmarkStart w:id="199" w:name="_Toc497128177"/>
      <w:bookmarkStart w:id="200" w:name="_Toc497128347"/>
      <w:bookmarkStart w:id="201" w:name="_Toc497126306"/>
      <w:bookmarkStart w:id="202" w:name="_Toc497127012"/>
      <w:bookmarkStart w:id="203" w:name="_Toc497127362"/>
      <w:bookmarkStart w:id="204" w:name="_Toc497127793"/>
      <w:bookmarkStart w:id="205" w:name="_Toc497128068"/>
      <w:bookmarkStart w:id="206" w:name="_Toc497128178"/>
      <w:bookmarkStart w:id="207" w:name="_Toc497128348"/>
      <w:bookmarkStart w:id="208" w:name="_Toc497126307"/>
      <w:bookmarkStart w:id="209" w:name="_Toc497127013"/>
      <w:bookmarkStart w:id="210" w:name="_Toc497127363"/>
      <w:bookmarkStart w:id="211" w:name="_Toc497127794"/>
      <w:bookmarkStart w:id="212" w:name="_Toc497128069"/>
      <w:bookmarkStart w:id="213" w:name="_Toc497128179"/>
      <w:bookmarkStart w:id="214" w:name="_Toc497128349"/>
      <w:bookmarkStart w:id="215" w:name="_Toc497128350"/>
      <w:bookmarkStart w:id="216" w:name="_Toc497144002"/>
      <w:bookmarkStart w:id="217" w:name="_Toc497200322"/>
      <w:bookmarkStart w:id="218" w:name="_Toc497207399"/>
      <w:bookmarkStart w:id="219" w:name="_Toc533068282"/>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EA5687">
        <w:rPr>
          <w:noProof/>
        </w:rPr>
        <w:t>Contact Person for the Application (</w:t>
      </w:r>
      <w:r w:rsidRPr="00FD2C10">
        <w:rPr>
          <w:noProof/>
          <w:color w:val="E36C0A" w:themeColor="accent6" w:themeShade="BF"/>
        </w:rPr>
        <w:t>D</w:t>
      </w:r>
      <w:r w:rsidRPr="00EA5687">
        <w:rPr>
          <w:noProof/>
        </w:rPr>
        <w:t>)</w:t>
      </w:r>
      <w:bookmarkEnd w:id="215"/>
      <w:bookmarkEnd w:id="216"/>
      <w:bookmarkEnd w:id="217"/>
      <w:bookmarkEnd w:id="218"/>
      <w:bookmarkEnd w:id="219"/>
    </w:p>
    <w:p w14:paraId="1BB7626B" w14:textId="77777777" w:rsidR="002C1D8B" w:rsidRPr="00FD2C10" w:rsidRDefault="002C1D8B" w:rsidP="00FD2C10">
      <w:pPr>
        <w:ind w:left="1004"/>
        <w:rPr>
          <w:color w:val="E36C0A" w:themeColor="accent6" w:themeShade="BF"/>
        </w:rPr>
      </w:pPr>
      <w:r w:rsidRPr="00FD2C10">
        <w:rPr>
          <w:color w:val="E36C0A" w:themeColor="accent6" w:themeShade="BF"/>
        </w:rPr>
        <w:t>This data group must be provided if different from the person responsible for customs matters.</w:t>
      </w:r>
    </w:p>
    <w:p w14:paraId="001B3FBA" w14:textId="29669D7C" w:rsidR="002C1D8B" w:rsidRPr="00EA5687" w:rsidRDefault="002C1D8B" w:rsidP="002C1D8B">
      <w:pPr>
        <w:numPr>
          <w:ilvl w:val="0"/>
          <w:numId w:val="32"/>
        </w:numPr>
      </w:pPr>
      <w:r w:rsidRPr="00EA5687">
        <w:rPr>
          <w:b/>
        </w:rPr>
        <w:t>Name (</w:t>
      </w:r>
      <w:r w:rsidRPr="00EA5687">
        <w:rPr>
          <w:b/>
          <w:color w:val="FF0000"/>
        </w:rPr>
        <w:t>M</w:t>
      </w:r>
      <w:r w:rsidRPr="00EA5687">
        <w:rPr>
          <w:b/>
        </w:rPr>
        <w:t>)</w:t>
      </w:r>
    </w:p>
    <w:p w14:paraId="30687D64" w14:textId="77777777" w:rsidR="002C1D8B" w:rsidRPr="00EA5687" w:rsidRDefault="002C1D8B" w:rsidP="002C1D8B">
      <w:pPr>
        <w:numPr>
          <w:ilvl w:val="0"/>
          <w:numId w:val="32"/>
        </w:numPr>
      </w:pPr>
      <w:r w:rsidRPr="00EA5687">
        <w:rPr>
          <w:b/>
        </w:rPr>
        <w:t>Email (</w:t>
      </w:r>
      <w:r w:rsidRPr="00EA5687">
        <w:rPr>
          <w:b/>
          <w:color w:val="FF0000"/>
        </w:rPr>
        <w:t>M</w:t>
      </w:r>
      <w:r w:rsidRPr="00EA5687">
        <w:rPr>
          <w:b/>
        </w:rPr>
        <w:t>)</w:t>
      </w:r>
    </w:p>
    <w:p w14:paraId="339F2F5C" w14:textId="0CD3A292" w:rsidR="002C1D8B" w:rsidRPr="00EE3F1E" w:rsidRDefault="002C1D8B" w:rsidP="002C1D8B">
      <w:pPr>
        <w:pStyle w:val="Text3"/>
        <w:numPr>
          <w:ilvl w:val="0"/>
          <w:numId w:val="32"/>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7CE8AFF7" w14:textId="20B0C0AA" w:rsidR="002C1D8B" w:rsidRPr="00A343CA" w:rsidRDefault="002C1D8B">
      <w:pPr>
        <w:pStyle w:val="Text3"/>
        <w:numPr>
          <w:ilvl w:val="0"/>
          <w:numId w:val="32"/>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00E76E7C">
        <w:t xml:space="preserve">   </w:t>
      </w:r>
      <w:r>
        <w:t>Example: +32 2 123 4567.</w:t>
      </w:r>
    </w:p>
    <w:p w14:paraId="05B384E1" w14:textId="77777777" w:rsidR="002C1D8B" w:rsidRPr="00EA5687" w:rsidRDefault="002C1D8B" w:rsidP="00FD2C10">
      <w:pPr>
        <w:pStyle w:val="Heading3"/>
        <w:numPr>
          <w:ilvl w:val="2"/>
          <w:numId w:val="58"/>
        </w:numPr>
        <w:rPr>
          <w:noProof/>
        </w:rPr>
      </w:pPr>
      <w:r w:rsidRPr="00EA5687" w:rsidDel="00375A38">
        <w:t xml:space="preserve"> </w:t>
      </w:r>
      <w:bookmarkStart w:id="220" w:name="_Toc498424858"/>
      <w:bookmarkStart w:id="221" w:name="_Toc498424909"/>
      <w:bookmarkStart w:id="222" w:name="_Toc498425062"/>
      <w:bookmarkStart w:id="223" w:name="_Toc498425109"/>
      <w:bookmarkStart w:id="224" w:name="_Toc498426873"/>
      <w:bookmarkStart w:id="225" w:name="_Toc498426922"/>
      <w:bookmarkStart w:id="226" w:name="_Toc498424859"/>
      <w:bookmarkStart w:id="227" w:name="_Toc498424910"/>
      <w:bookmarkStart w:id="228" w:name="_Toc498425063"/>
      <w:bookmarkStart w:id="229" w:name="_Toc498425110"/>
      <w:bookmarkStart w:id="230" w:name="_Toc498426874"/>
      <w:bookmarkStart w:id="231" w:name="_Toc498426923"/>
      <w:bookmarkStart w:id="232" w:name="_Toc497126309"/>
      <w:bookmarkStart w:id="233" w:name="_Toc497127015"/>
      <w:bookmarkStart w:id="234" w:name="_Toc497127365"/>
      <w:bookmarkStart w:id="235" w:name="_Toc497127796"/>
      <w:bookmarkStart w:id="236" w:name="_Toc497128071"/>
      <w:bookmarkStart w:id="237" w:name="_Toc497128181"/>
      <w:bookmarkStart w:id="238" w:name="_Toc497128351"/>
      <w:bookmarkStart w:id="239" w:name="_Toc497126310"/>
      <w:bookmarkStart w:id="240" w:name="_Toc497127016"/>
      <w:bookmarkStart w:id="241" w:name="_Toc497127366"/>
      <w:bookmarkStart w:id="242" w:name="_Toc497127797"/>
      <w:bookmarkStart w:id="243" w:name="_Toc497128072"/>
      <w:bookmarkStart w:id="244" w:name="_Toc497128182"/>
      <w:bookmarkStart w:id="245" w:name="_Toc497128352"/>
      <w:bookmarkStart w:id="246" w:name="_Toc497126311"/>
      <w:bookmarkStart w:id="247" w:name="_Toc497127017"/>
      <w:bookmarkStart w:id="248" w:name="_Toc497127367"/>
      <w:bookmarkStart w:id="249" w:name="_Toc497127798"/>
      <w:bookmarkStart w:id="250" w:name="_Toc497128073"/>
      <w:bookmarkStart w:id="251" w:name="_Toc497128183"/>
      <w:bookmarkStart w:id="252" w:name="_Toc497128353"/>
      <w:bookmarkStart w:id="253" w:name="_Toc497126312"/>
      <w:bookmarkStart w:id="254" w:name="_Toc497127018"/>
      <w:bookmarkStart w:id="255" w:name="_Toc497127368"/>
      <w:bookmarkStart w:id="256" w:name="_Toc497127799"/>
      <w:bookmarkStart w:id="257" w:name="_Toc497128074"/>
      <w:bookmarkStart w:id="258" w:name="_Toc497128184"/>
      <w:bookmarkStart w:id="259" w:name="_Toc497128354"/>
      <w:bookmarkStart w:id="260" w:name="_Toc497128355"/>
      <w:bookmarkStart w:id="261" w:name="_Toc497144003"/>
      <w:bookmarkStart w:id="262" w:name="_Toc497200323"/>
      <w:bookmarkStart w:id="263" w:name="_Toc497207400"/>
      <w:bookmarkStart w:id="264" w:name="_Toc533068283"/>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EA5687">
        <w:rPr>
          <w:noProof/>
        </w:rPr>
        <w:t>Responsible for Customs Matters (</w:t>
      </w:r>
      <w:r w:rsidRPr="005E509F">
        <w:rPr>
          <w:noProof/>
          <w:color w:val="E36C0A" w:themeColor="accent6" w:themeShade="BF"/>
        </w:rPr>
        <w:t>D</w:t>
      </w:r>
      <w:r w:rsidRPr="00EA5687">
        <w:rPr>
          <w:noProof/>
        </w:rPr>
        <w:t>)</w:t>
      </w:r>
      <w:bookmarkEnd w:id="260"/>
      <w:bookmarkEnd w:id="261"/>
      <w:bookmarkEnd w:id="262"/>
      <w:bookmarkEnd w:id="263"/>
      <w:bookmarkEnd w:id="264"/>
    </w:p>
    <w:p w14:paraId="52FD5FAA" w14:textId="60B4799C" w:rsidR="002C1D8B" w:rsidRPr="00FD2C10" w:rsidRDefault="002C1D8B" w:rsidP="002C1D8B">
      <w:pPr>
        <w:pStyle w:val="Text3"/>
        <w:ind w:left="1004"/>
        <w:rPr>
          <w:color w:val="E36C0A" w:themeColor="accent6" w:themeShade="BF"/>
        </w:rPr>
      </w:pPr>
      <w:r w:rsidRPr="005E509F">
        <w:rPr>
          <w:color w:val="E36C0A" w:themeColor="accent6" w:themeShade="BF"/>
        </w:rPr>
        <w:t>This</w:t>
      </w:r>
      <w:r w:rsidRPr="005E509F">
        <w:rPr>
          <w:rFonts w:cstheme="minorHAnsi"/>
          <w:bCs/>
          <w:color w:val="E36C0A" w:themeColor="accent6" w:themeShade="BF"/>
        </w:rPr>
        <w:t xml:space="preserve"> data group must be filled in if the applicant is</w:t>
      </w:r>
      <w:r w:rsidR="004C34CA">
        <w:rPr>
          <w:rFonts w:cstheme="minorHAnsi"/>
          <w:bCs/>
          <w:color w:val="E36C0A" w:themeColor="accent6" w:themeShade="BF"/>
        </w:rPr>
        <w:t xml:space="preserve"> not</w:t>
      </w:r>
      <w:r w:rsidRPr="005E509F">
        <w:rPr>
          <w:rFonts w:cstheme="minorHAnsi"/>
          <w:bCs/>
          <w:color w:val="E36C0A" w:themeColor="accent6" w:themeShade="BF"/>
        </w:rPr>
        <w:t xml:space="preserve"> an authorised economic operator.</w:t>
      </w:r>
    </w:p>
    <w:p w14:paraId="5D4BD1E0" w14:textId="77777777" w:rsidR="002C1D8B" w:rsidRPr="00EA5687" w:rsidRDefault="002C1D8B" w:rsidP="002C1D8B">
      <w:pPr>
        <w:numPr>
          <w:ilvl w:val="0"/>
          <w:numId w:val="32"/>
        </w:numPr>
      </w:pPr>
      <w:r w:rsidRPr="00EA5687">
        <w:rPr>
          <w:b/>
        </w:rPr>
        <w:t>Name (</w:t>
      </w:r>
      <w:r w:rsidRPr="00EA5687">
        <w:rPr>
          <w:b/>
          <w:color w:val="FF0000"/>
        </w:rPr>
        <w:t>M</w:t>
      </w:r>
      <w:r w:rsidRPr="00EA5687">
        <w:rPr>
          <w:b/>
        </w:rPr>
        <w:t>)</w:t>
      </w:r>
    </w:p>
    <w:p w14:paraId="40BF6567" w14:textId="77777777" w:rsidR="002C1D8B" w:rsidRPr="00EA5687" w:rsidRDefault="002C1D8B" w:rsidP="002C1D8B">
      <w:pPr>
        <w:numPr>
          <w:ilvl w:val="0"/>
          <w:numId w:val="32"/>
        </w:numPr>
      </w:pPr>
      <w:r w:rsidRPr="00EA5687">
        <w:rPr>
          <w:b/>
        </w:rPr>
        <w:t>Email (</w:t>
      </w:r>
      <w:r w:rsidRPr="00EA5687">
        <w:rPr>
          <w:b/>
          <w:color w:val="FF0000"/>
        </w:rPr>
        <w:t>M</w:t>
      </w:r>
      <w:r w:rsidRPr="00EA5687">
        <w:rPr>
          <w:b/>
        </w:rPr>
        <w:t>)</w:t>
      </w:r>
    </w:p>
    <w:p w14:paraId="09A1F0E5" w14:textId="1D44EC16" w:rsidR="002C1D8B" w:rsidRPr="00EE3F1E" w:rsidRDefault="002C1D8B" w:rsidP="002C1D8B">
      <w:pPr>
        <w:pStyle w:val="Text3"/>
        <w:numPr>
          <w:ilvl w:val="0"/>
          <w:numId w:val="32"/>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24A337D1" w14:textId="6270874D" w:rsidR="002C1D8B" w:rsidRPr="00A343CA" w:rsidRDefault="002C1D8B" w:rsidP="002C1D8B">
      <w:pPr>
        <w:pStyle w:val="Text3"/>
        <w:numPr>
          <w:ilvl w:val="0"/>
          <w:numId w:val="32"/>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24A1105D" w14:textId="77777777" w:rsidR="002C1D8B" w:rsidRDefault="002C1D8B" w:rsidP="00FD2C10">
      <w:pPr>
        <w:pStyle w:val="Heading3"/>
        <w:numPr>
          <w:ilvl w:val="2"/>
          <w:numId w:val="58"/>
        </w:numPr>
        <w:rPr>
          <w:noProof/>
        </w:rPr>
      </w:pPr>
      <w:r w:rsidRPr="00EA5687" w:rsidDel="00AC1472">
        <w:t xml:space="preserve"> </w:t>
      </w:r>
      <w:bookmarkStart w:id="265" w:name="_Toc498332930"/>
      <w:bookmarkStart w:id="266" w:name="_Toc498424861"/>
      <w:bookmarkStart w:id="267" w:name="_Toc498424912"/>
      <w:bookmarkStart w:id="268" w:name="_Toc498425065"/>
      <w:bookmarkStart w:id="269" w:name="_Toc498425112"/>
      <w:bookmarkStart w:id="270" w:name="_Toc498426876"/>
      <w:bookmarkStart w:id="271" w:name="_Toc498426925"/>
      <w:bookmarkStart w:id="272" w:name="_Toc498332931"/>
      <w:bookmarkStart w:id="273" w:name="_Toc498424862"/>
      <w:bookmarkStart w:id="274" w:name="_Toc498424913"/>
      <w:bookmarkStart w:id="275" w:name="_Toc498425066"/>
      <w:bookmarkStart w:id="276" w:name="_Toc498425113"/>
      <w:bookmarkStart w:id="277" w:name="_Toc498426877"/>
      <w:bookmarkStart w:id="278" w:name="_Toc498426926"/>
      <w:bookmarkStart w:id="279" w:name="_Toc498332932"/>
      <w:bookmarkStart w:id="280" w:name="_Toc498424863"/>
      <w:bookmarkStart w:id="281" w:name="_Toc498424914"/>
      <w:bookmarkStart w:id="282" w:name="_Toc498425067"/>
      <w:bookmarkStart w:id="283" w:name="_Toc498425114"/>
      <w:bookmarkStart w:id="284" w:name="_Toc498426878"/>
      <w:bookmarkStart w:id="285" w:name="_Toc498426927"/>
      <w:bookmarkStart w:id="286" w:name="_Toc498332933"/>
      <w:bookmarkStart w:id="287" w:name="_Toc498424864"/>
      <w:bookmarkStart w:id="288" w:name="_Toc498424915"/>
      <w:bookmarkStart w:id="289" w:name="_Toc498425068"/>
      <w:bookmarkStart w:id="290" w:name="_Toc498425115"/>
      <w:bookmarkStart w:id="291" w:name="_Toc498426879"/>
      <w:bookmarkStart w:id="292" w:name="_Toc498426928"/>
      <w:bookmarkStart w:id="293" w:name="_Toc498332934"/>
      <w:bookmarkStart w:id="294" w:name="_Toc498424865"/>
      <w:bookmarkStart w:id="295" w:name="_Toc498424916"/>
      <w:bookmarkStart w:id="296" w:name="_Toc498425069"/>
      <w:bookmarkStart w:id="297" w:name="_Toc498425116"/>
      <w:bookmarkStart w:id="298" w:name="_Toc498426880"/>
      <w:bookmarkStart w:id="299" w:name="_Toc498426929"/>
      <w:bookmarkStart w:id="300" w:name="_Toc498332935"/>
      <w:bookmarkStart w:id="301" w:name="_Toc498424866"/>
      <w:bookmarkStart w:id="302" w:name="_Toc498424917"/>
      <w:bookmarkStart w:id="303" w:name="_Toc498425070"/>
      <w:bookmarkStart w:id="304" w:name="_Toc498425117"/>
      <w:bookmarkStart w:id="305" w:name="_Toc498426881"/>
      <w:bookmarkStart w:id="306" w:name="_Toc498426930"/>
      <w:bookmarkStart w:id="307" w:name="_Toc498332936"/>
      <w:bookmarkStart w:id="308" w:name="_Toc498424867"/>
      <w:bookmarkStart w:id="309" w:name="_Toc498424918"/>
      <w:bookmarkStart w:id="310" w:name="_Toc498425071"/>
      <w:bookmarkStart w:id="311" w:name="_Toc498425118"/>
      <w:bookmarkStart w:id="312" w:name="_Toc498426882"/>
      <w:bookmarkStart w:id="313" w:name="_Toc498426931"/>
      <w:bookmarkStart w:id="314" w:name="_Toc497126314"/>
      <w:bookmarkStart w:id="315" w:name="_Toc497127020"/>
      <w:bookmarkStart w:id="316" w:name="_Toc497127370"/>
      <w:bookmarkStart w:id="317" w:name="_Toc497127801"/>
      <w:bookmarkStart w:id="318" w:name="_Toc497128076"/>
      <w:bookmarkStart w:id="319" w:name="_Toc497128186"/>
      <w:bookmarkStart w:id="320" w:name="_Toc497128356"/>
      <w:bookmarkStart w:id="321" w:name="_Toc497126315"/>
      <w:bookmarkStart w:id="322" w:name="_Toc497127021"/>
      <w:bookmarkStart w:id="323" w:name="_Toc497127371"/>
      <w:bookmarkStart w:id="324" w:name="_Toc497127802"/>
      <w:bookmarkStart w:id="325" w:name="_Toc497128077"/>
      <w:bookmarkStart w:id="326" w:name="_Toc497128187"/>
      <w:bookmarkStart w:id="327" w:name="_Toc497128357"/>
      <w:bookmarkStart w:id="328" w:name="_Toc497126316"/>
      <w:bookmarkStart w:id="329" w:name="_Toc497127022"/>
      <w:bookmarkStart w:id="330" w:name="_Toc497127372"/>
      <w:bookmarkStart w:id="331" w:name="_Toc497127803"/>
      <w:bookmarkStart w:id="332" w:name="_Toc497128078"/>
      <w:bookmarkStart w:id="333" w:name="_Toc497128188"/>
      <w:bookmarkStart w:id="334" w:name="_Toc497128358"/>
      <w:bookmarkStart w:id="335" w:name="_Toc497126317"/>
      <w:bookmarkStart w:id="336" w:name="_Toc497127023"/>
      <w:bookmarkStart w:id="337" w:name="_Toc497127373"/>
      <w:bookmarkStart w:id="338" w:name="_Toc497127804"/>
      <w:bookmarkStart w:id="339" w:name="_Toc497128079"/>
      <w:bookmarkStart w:id="340" w:name="_Toc497128189"/>
      <w:bookmarkStart w:id="341" w:name="_Toc497128359"/>
      <w:bookmarkStart w:id="342" w:name="_Toc497126318"/>
      <w:bookmarkStart w:id="343" w:name="_Toc497127024"/>
      <w:bookmarkStart w:id="344" w:name="_Toc497127374"/>
      <w:bookmarkStart w:id="345" w:name="_Toc497127805"/>
      <w:bookmarkStart w:id="346" w:name="_Toc497128080"/>
      <w:bookmarkStart w:id="347" w:name="_Toc497128190"/>
      <w:bookmarkStart w:id="348" w:name="_Toc497128360"/>
      <w:bookmarkStart w:id="349" w:name="_Toc497126319"/>
      <w:bookmarkStart w:id="350" w:name="_Toc497127025"/>
      <w:bookmarkStart w:id="351" w:name="_Toc497127375"/>
      <w:bookmarkStart w:id="352" w:name="_Toc497127806"/>
      <w:bookmarkStart w:id="353" w:name="_Toc497128081"/>
      <w:bookmarkStart w:id="354" w:name="_Toc497128191"/>
      <w:bookmarkStart w:id="355" w:name="_Toc497128361"/>
      <w:bookmarkStart w:id="356" w:name="_Toc497126320"/>
      <w:bookmarkStart w:id="357" w:name="_Toc497127026"/>
      <w:bookmarkStart w:id="358" w:name="_Toc497127376"/>
      <w:bookmarkStart w:id="359" w:name="_Toc497127807"/>
      <w:bookmarkStart w:id="360" w:name="_Toc497128082"/>
      <w:bookmarkStart w:id="361" w:name="_Toc497128192"/>
      <w:bookmarkStart w:id="362" w:name="_Toc497128362"/>
      <w:bookmarkStart w:id="363" w:name="_Toc497126321"/>
      <w:bookmarkStart w:id="364" w:name="_Toc497127027"/>
      <w:bookmarkStart w:id="365" w:name="_Toc497127377"/>
      <w:bookmarkStart w:id="366" w:name="_Toc497127808"/>
      <w:bookmarkStart w:id="367" w:name="_Toc497128083"/>
      <w:bookmarkStart w:id="368" w:name="_Toc497128193"/>
      <w:bookmarkStart w:id="369" w:name="_Toc497128363"/>
      <w:bookmarkStart w:id="370" w:name="_Toc497128364"/>
      <w:bookmarkStart w:id="371" w:name="_Toc497144004"/>
      <w:bookmarkStart w:id="372" w:name="_Toc497200324"/>
      <w:bookmarkStart w:id="373" w:name="_Toc497207401"/>
      <w:bookmarkStart w:id="374" w:name="_Toc53306828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70"/>
      <w:bookmarkEnd w:id="371"/>
      <w:bookmarkEnd w:id="372"/>
      <w:bookmarkEnd w:id="373"/>
      <w:bookmarkEnd w:id="374"/>
    </w:p>
    <w:p w14:paraId="51FD858B" w14:textId="77777777" w:rsidR="002C1D8B" w:rsidRPr="005E509F" w:rsidRDefault="002C1D8B" w:rsidP="00FD2C10">
      <w:pPr>
        <w:ind w:left="1004"/>
        <w:rPr>
          <w:color w:val="E36C0A" w:themeColor="accent6" w:themeShade="BF"/>
        </w:rPr>
      </w:pPr>
      <w:r w:rsidRPr="005E509F">
        <w:rPr>
          <w:color w:val="E36C0A" w:themeColor="accent6" w:themeShade="BF"/>
        </w:rPr>
        <w:t>This data group is mandatory, unless you are an authorised economic operator.</w:t>
      </w:r>
      <w:r w:rsidRPr="005E509F" w:rsidDel="002F5C70">
        <w:rPr>
          <w:color w:val="E36C0A" w:themeColor="accent6" w:themeShade="BF"/>
        </w:rPr>
        <w:t xml:space="preserve"> </w:t>
      </w:r>
    </w:p>
    <w:p w14:paraId="3D0670CD" w14:textId="77777777" w:rsidR="002C1D8B" w:rsidRPr="00EA5687" w:rsidRDefault="002C1D8B" w:rsidP="002C1D8B">
      <w:pPr>
        <w:numPr>
          <w:ilvl w:val="0"/>
          <w:numId w:val="31"/>
        </w:numPr>
        <w:rPr>
          <w:i/>
        </w:rPr>
      </w:pPr>
      <w:r w:rsidRPr="00EA5687">
        <w:rPr>
          <w:i/>
        </w:rPr>
        <w:t>Name and Address (</w:t>
      </w:r>
      <w:r w:rsidRPr="00EA5687">
        <w:rPr>
          <w:i/>
          <w:color w:val="FF0000"/>
        </w:rPr>
        <w:t>M</w:t>
      </w:r>
      <w:r w:rsidRPr="00EA5687">
        <w:rPr>
          <w:i/>
        </w:rPr>
        <w:t>)</w:t>
      </w:r>
    </w:p>
    <w:p w14:paraId="3B224562" w14:textId="77777777" w:rsidR="002C1D8B" w:rsidRPr="00EA5687" w:rsidRDefault="002C1D8B" w:rsidP="002C1D8B">
      <w:pPr>
        <w:numPr>
          <w:ilvl w:val="1"/>
          <w:numId w:val="31"/>
        </w:numPr>
        <w:rPr>
          <w:b/>
        </w:rPr>
      </w:pPr>
      <w:r w:rsidRPr="00EA5687">
        <w:rPr>
          <w:b/>
        </w:rPr>
        <w:t>Name (</w:t>
      </w:r>
      <w:r w:rsidRPr="00EA5687">
        <w:rPr>
          <w:b/>
          <w:color w:val="FF0000"/>
        </w:rPr>
        <w:t>M</w:t>
      </w:r>
      <w:r w:rsidRPr="00EA5687">
        <w:rPr>
          <w:b/>
        </w:rPr>
        <w:t>)</w:t>
      </w:r>
    </w:p>
    <w:p w14:paraId="2CCCA36F" w14:textId="77777777" w:rsidR="002C1D8B" w:rsidRPr="00EA5687" w:rsidRDefault="002C1D8B" w:rsidP="002C1D8B">
      <w:pPr>
        <w:numPr>
          <w:ilvl w:val="1"/>
          <w:numId w:val="31"/>
        </w:numPr>
        <w:rPr>
          <w:b/>
        </w:rPr>
      </w:pPr>
      <w:r w:rsidRPr="00EA5687">
        <w:rPr>
          <w:b/>
        </w:rPr>
        <w:t>Street and Number (</w:t>
      </w:r>
      <w:r w:rsidRPr="00EA5687">
        <w:rPr>
          <w:b/>
          <w:color w:val="FF0000"/>
        </w:rPr>
        <w:t>M</w:t>
      </w:r>
      <w:r w:rsidRPr="00EA5687">
        <w:rPr>
          <w:b/>
        </w:rPr>
        <w:t>)</w:t>
      </w:r>
    </w:p>
    <w:p w14:paraId="41A6A334" w14:textId="77777777" w:rsidR="002C1D8B" w:rsidRPr="00EA5687" w:rsidRDefault="002C1D8B" w:rsidP="002C1D8B">
      <w:pPr>
        <w:numPr>
          <w:ilvl w:val="1"/>
          <w:numId w:val="31"/>
        </w:numPr>
        <w:rPr>
          <w:b/>
        </w:rPr>
      </w:pPr>
      <w:r w:rsidRPr="00EA5687">
        <w:rPr>
          <w:b/>
        </w:rPr>
        <w:t>Postcode (</w:t>
      </w:r>
      <w:r w:rsidRPr="00EA5687">
        <w:rPr>
          <w:b/>
          <w:color w:val="FF0000"/>
        </w:rPr>
        <w:t>M</w:t>
      </w:r>
      <w:r w:rsidRPr="00EA5687">
        <w:rPr>
          <w:b/>
        </w:rPr>
        <w:t>)</w:t>
      </w:r>
    </w:p>
    <w:p w14:paraId="30CFDF7A" w14:textId="77777777" w:rsidR="002C1D8B" w:rsidRPr="00EA5687" w:rsidRDefault="002C1D8B" w:rsidP="002C1D8B">
      <w:pPr>
        <w:numPr>
          <w:ilvl w:val="1"/>
          <w:numId w:val="31"/>
        </w:numPr>
        <w:rPr>
          <w:b/>
        </w:rPr>
      </w:pPr>
      <w:r w:rsidRPr="00EA5687">
        <w:rPr>
          <w:b/>
        </w:rPr>
        <w:t>City (</w:t>
      </w:r>
      <w:r w:rsidRPr="00EA5687">
        <w:rPr>
          <w:b/>
          <w:color w:val="FF0000"/>
        </w:rPr>
        <w:t>M</w:t>
      </w:r>
      <w:r w:rsidRPr="00EA5687">
        <w:rPr>
          <w:b/>
        </w:rPr>
        <w:t>)</w:t>
      </w:r>
    </w:p>
    <w:p w14:paraId="31BD2024" w14:textId="77777777" w:rsidR="002C1D8B" w:rsidRPr="00EA5687" w:rsidRDefault="002C1D8B" w:rsidP="002C1D8B">
      <w:pPr>
        <w:numPr>
          <w:ilvl w:val="1"/>
          <w:numId w:val="31"/>
        </w:numPr>
        <w:rPr>
          <w:b/>
        </w:rPr>
      </w:pPr>
      <w:r w:rsidRPr="00EA5687">
        <w:rPr>
          <w:b/>
        </w:rPr>
        <w:t>Country (</w:t>
      </w:r>
      <w:r w:rsidRPr="00EA5687">
        <w:rPr>
          <w:b/>
          <w:color w:val="FF0000"/>
        </w:rPr>
        <w:t>M</w:t>
      </w:r>
      <w:r w:rsidRPr="00EA5687">
        <w:rPr>
          <w:b/>
        </w:rPr>
        <w:t>)</w:t>
      </w:r>
    </w:p>
    <w:p w14:paraId="3F86D03B" w14:textId="77777777" w:rsidR="002C1D8B" w:rsidRPr="00EA5687" w:rsidRDefault="002C1D8B" w:rsidP="002C1D8B">
      <w:pPr>
        <w:numPr>
          <w:ilvl w:val="1"/>
          <w:numId w:val="31"/>
        </w:numPr>
        <w:rPr>
          <w:b/>
        </w:rPr>
      </w:pPr>
      <w:r w:rsidRPr="00EA5687">
        <w:rPr>
          <w:b/>
        </w:rPr>
        <w:t>National Identification Number (</w:t>
      </w:r>
      <w:r w:rsidRPr="00EA5687">
        <w:rPr>
          <w:b/>
          <w:color w:val="FF0000"/>
        </w:rPr>
        <w:t>M</w:t>
      </w:r>
      <w:r w:rsidRPr="00EA5687">
        <w:rPr>
          <w:b/>
        </w:rPr>
        <w:t>)</w:t>
      </w:r>
      <w:r>
        <w:rPr>
          <w:b/>
        </w:rPr>
        <w:t xml:space="preserve"> </w:t>
      </w:r>
      <w:r w:rsidRPr="00FD2C10">
        <w:t>It is under the responsibility of national administrations to decide what kind of "National Identification Number" has to be filled in.</w:t>
      </w:r>
    </w:p>
    <w:p w14:paraId="31EF4864" w14:textId="77777777" w:rsidR="002C1D8B" w:rsidRPr="00EA5687" w:rsidRDefault="002C1D8B" w:rsidP="002C1D8B">
      <w:pPr>
        <w:numPr>
          <w:ilvl w:val="1"/>
          <w:numId w:val="31"/>
        </w:numPr>
        <w:rPr>
          <w:b/>
        </w:rPr>
      </w:pPr>
      <w:r w:rsidRPr="00EA5687">
        <w:rPr>
          <w:b/>
        </w:rPr>
        <w:t>Date of Birth (</w:t>
      </w:r>
      <w:r w:rsidRPr="00EA5687">
        <w:rPr>
          <w:b/>
          <w:color w:val="FF0000"/>
        </w:rPr>
        <w:t>M</w:t>
      </w:r>
      <w:r w:rsidRPr="00EA5687">
        <w:rPr>
          <w:b/>
        </w:rPr>
        <w:t>)</w:t>
      </w:r>
    </w:p>
    <w:p w14:paraId="43B8FFD1" w14:textId="77777777" w:rsidR="002C1D8B" w:rsidRPr="00EA5687" w:rsidRDefault="002C1D8B" w:rsidP="002C1D8B">
      <w:pPr>
        <w:pStyle w:val="Heading1"/>
      </w:pPr>
      <w:bookmarkStart w:id="375" w:name="_Toc497126323"/>
      <w:bookmarkStart w:id="376" w:name="_Toc497127029"/>
      <w:bookmarkStart w:id="377" w:name="_Toc497127379"/>
      <w:bookmarkStart w:id="378" w:name="_Toc497127810"/>
      <w:bookmarkStart w:id="379" w:name="_Toc497128085"/>
      <w:bookmarkStart w:id="380" w:name="_Toc497128195"/>
      <w:bookmarkStart w:id="381" w:name="_Toc497128365"/>
      <w:bookmarkStart w:id="382" w:name="_Toc497126324"/>
      <w:bookmarkStart w:id="383" w:name="_Toc497127030"/>
      <w:bookmarkStart w:id="384" w:name="_Toc497127380"/>
      <w:bookmarkStart w:id="385" w:name="_Toc497127811"/>
      <w:bookmarkStart w:id="386" w:name="_Toc497128086"/>
      <w:bookmarkStart w:id="387" w:name="_Toc497128196"/>
      <w:bookmarkStart w:id="388" w:name="_Toc497128366"/>
      <w:bookmarkStart w:id="389" w:name="_Toc497126325"/>
      <w:bookmarkStart w:id="390" w:name="_Toc497127031"/>
      <w:bookmarkStart w:id="391" w:name="_Toc497127381"/>
      <w:bookmarkStart w:id="392" w:name="_Toc497127812"/>
      <w:bookmarkStart w:id="393" w:name="_Toc497128087"/>
      <w:bookmarkStart w:id="394" w:name="_Toc497128197"/>
      <w:bookmarkStart w:id="395" w:name="_Toc497128367"/>
      <w:bookmarkStart w:id="396" w:name="_Toc497126326"/>
      <w:bookmarkStart w:id="397" w:name="_Toc497127032"/>
      <w:bookmarkStart w:id="398" w:name="_Toc497127382"/>
      <w:bookmarkStart w:id="399" w:name="_Toc497127813"/>
      <w:bookmarkStart w:id="400" w:name="_Toc497128088"/>
      <w:bookmarkStart w:id="401" w:name="_Toc497128198"/>
      <w:bookmarkStart w:id="402" w:name="_Toc497128368"/>
      <w:bookmarkStart w:id="403" w:name="_Toc497126327"/>
      <w:bookmarkStart w:id="404" w:name="_Toc497127033"/>
      <w:bookmarkStart w:id="405" w:name="_Toc497127383"/>
      <w:bookmarkStart w:id="406" w:name="_Toc497127814"/>
      <w:bookmarkStart w:id="407" w:name="_Toc497128089"/>
      <w:bookmarkStart w:id="408" w:name="_Toc497128199"/>
      <w:bookmarkStart w:id="409" w:name="_Toc497128369"/>
      <w:bookmarkStart w:id="410" w:name="_Toc497126328"/>
      <w:bookmarkStart w:id="411" w:name="_Toc497127034"/>
      <w:bookmarkStart w:id="412" w:name="_Toc497127384"/>
      <w:bookmarkStart w:id="413" w:name="_Toc497127815"/>
      <w:bookmarkStart w:id="414" w:name="_Toc497128090"/>
      <w:bookmarkStart w:id="415" w:name="_Toc497128200"/>
      <w:bookmarkStart w:id="416" w:name="_Toc497128370"/>
      <w:bookmarkStart w:id="417" w:name="_Toc497126329"/>
      <w:bookmarkStart w:id="418" w:name="_Toc497127035"/>
      <w:bookmarkStart w:id="419" w:name="_Toc497127385"/>
      <w:bookmarkStart w:id="420" w:name="_Toc497127816"/>
      <w:bookmarkStart w:id="421" w:name="_Toc497128091"/>
      <w:bookmarkStart w:id="422" w:name="_Toc497128201"/>
      <w:bookmarkStart w:id="423" w:name="_Toc497128371"/>
      <w:bookmarkStart w:id="424" w:name="_Toc497126330"/>
      <w:bookmarkStart w:id="425" w:name="_Toc497127036"/>
      <w:bookmarkStart w:id="426" w:name="_Toc497127386"/>
      <w:bookmarkStart w:id="427" w:name="_Toc497127817"/>
      <w:bookmarkStart w:id="428" w:name="_Toc497128092"/>
      <w:bookmarkStart w:id="429" w:name="_Toc497128202"/>
      <w:bookmarkStart w:id="430" w:name="_Toc497128372"/>
      <w:bookmarkStart w:id="431" w:name="_Ref496863497"/>
      <w:bookmarkStart w:id="432" w:name="_Toc497128373"/>
      <w:bookmarkStart w:id="433" w:name="_Toc497144005"/>
      <w:bookmarkStart w:id="434" w:name="_Toc497200325"/>
      <w:bookmarkStart w:id="435" w:name="_Toc497207402"/>
      <w:bookmarkStart w:id="436" w:name="_Toc533068285"/>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EA5687">
        <w:t>Application General Information Page</w:t>
      </w:r>
      <w:bookmarkEnd w:id="431"/>
      <w:bookmarkEnd w:id="432"/>
      <w:bookmarkEnd w:id="433"/>
      <w:bookmarkEnd w:id="434"/>
      <w:bookmarkEnd w:id="435"/>
      <w:bookmarkEnd w:id="436"/>
    </w:p>
    <w:p w14:paraId="2B3AC673" w14:textId="53692DB0" w:rsidR="002C1D8B" w:rsidRPr="00EA5687" w:rsidRDefault="002C1D8B" w:rsidP="00FD2C10">
      <w:pPr>
        <w:pStyle w:val="Heading2"/>
        <w:numPr>
          <w:ilvl w:val="1"/>
          <w:numId w:val="59"/>
        </w:numPr>
      </w:pPr>
      <w:bookmarkStart w:id="437" w:name="_Toc497128374"/>
      <w:bookmarkStart w:id="438" w:name="_Toc497144006"/>
      <w:bookmarkStart w:id="439" w:name="_Toc497200326"/>
      <w:bookmarkStart w:id="440" w:name="_Toc497207403"/>
      <w:bookmarkStart w:id="441" w:name="_Toc533068286"/>
      <w:r w:rsidRPr="00EA5687">
        <w:t>Decision Taking Customs Authority (</w:t>
      </w:r>
      <w:r w:rsidRPr="00EA5687">
        <w:rPr>
          <w:color w:val="FF0000"/>
        </w:rPr>
        <w:t>M</w:t>
      </w:r>
      <w:r w:rsidRPr="00EA5687">
        <w:t>)</w:t>
      </w:r>
      <w:bookmarkEnd w:id="437"/>
      <w:bookmarkEnd w:id="438"/>
      <w:bookmarkEnd w:id="439"/>
      <w:bookmarkEnd w:id="440"/>
      <w:bookmarkEnd w:id="441"/>
    </w:p>
    <w:p w14:paraId="08DBF53C" w14:textId="774AFA48" w:rsidR="002C1D8B" w:rsidRPr="00EA5687" w:rsidRDefault="002C1D8B" w:rsidP="00FD2C10">
      <w:pPr>
        <w:pStyle w:val="Heading3"/>
        <w:numPr>
          <w:ilvl w:val="2"/>
          <w:numId w:val="59"/>
        </w:numPr>
        <w:rPr>
          <w:noProof/>
        </w:rPr>
      </w:pPr>
      <w:bookmarkStart w:id="442" w:name="_Toc497128375"/>
      <w:bookmarkStart w:id="443" w:name="_Toc497144007"/>
      <w:bookmarkStart w:id="444" w:name="_Toc497200327"/>
      <w:bookmarkStart w:id="445" w:name="_Toc497207404"/>
      <w:bookmarkStart w:id="446" w:name="_Toc533068287"/>
      <w:r w:rsidRPr="00EA5687">
        <w:rPr>
          <w:noProof/>
        </w:rPr>
        <w:t>Customs Authority Reference Number (</w:t>
      </w:r>
      <w:r w:rsidRPr="00EA5687">
        <w:rPr>
          <w:noProof/>
          <w:color w:val="FF0000"/>
        </w:rPr>
        <w:t>M</w:t>
      </w:r>
      <w:r w:rsidRPr="00EA5687">
        <w:rPr>
          <w:noProof/>
        </w:rPr>
        <w:t>)</w:t>
      </w:r>
      <w:bookmarkEnd w:id="442"/>
      <w:bookmarkEnd w:id="443"/>
      <w:bookmarkEnd w:id="444"/>
      <w:bookmarkEnd w:id="445"/>
      <w:bookmarkEnd w:id="446"/>
    </w:p>
    <w:p w14:paraId="51D7DD6F" w14:textId="06AA2E2A" w:rsidR="00C87BA4" w:rsidRPr="00C87BA4" w:rsidDel="00501DC5" w:rsidRDefault="002C1D8B" w:rsidP="00FD2C10">
      <w:pPr>
        <w:ind w:left="1004"/>
      </w:pPr>
      <w:r w:rsidRPr="00501DC5">
        <w:t xml:space="preserve">The </w:t>
      </w:r>
      <w:r w:rsidR="004C34CA">
        <w:t>“</w:t>
      </w:r>
      <w:r w:rsidRPr="00501DC5">
        <w:t>search for COL number</w:t>
      </w:r>
      <w:r w:rsidR="004C34CA">
        <w:t>”</w:t>
      </w:r>
      <w:r w:rsidRPr="00501DC5">
        <w:t xml:space="preserve"> button at the top of this page allows the user </w:t>
      </w:r>
      <w:r w:rsidR="004C34CA">
        <w:t>to search</w:t>
      </w:r>
      <w:r w:rsidRPr="00501DC5">
        <w:t xml:space="preserve"> for the appropriate COL number on the Europa website</w:t>
      </w:r>
      <w:r>
        <w:t>.</w:t>
      </w:r>
      <w:r w:rsidRPr="00501DC5" w:rsidDel="00501DC5">
        <w:t xml:space="preserve"> </w:t>
      </w:r>
    </w:p>
    <w:p w14:paraId="4F4A96D4" w14:textId="5F17CB0D" w:rsidR="002C1D8B" w:rsidRPr="00FD2C10" w:rsidRDefault="002C1D8B" w:rsidP="00FD2C10">
      <w:pPr>
        <w:pStyle w:val="Heading3"/>
        <w:numPr>
          <w:ilvl w:val="2"/>
          <w:numId w:val="59"/>
        </w:numPr>
      </w:pPr>
      <w:bookmarkStart w:id="447" w:name="_Toc508111535"/>
      <w:bookmarkStart w:id="448" w:name="_Toc508801294"/>
      <w:bookmarkStart w:id="449" w:name="_Toc508801532"/>
      <w:bookmarkStart w:id="450" w:name="_Toc508801587"/>
      <w:bookmarkStart w:id="451" w:name="_Toc508804562"/>
      <w:bookmarkStart w:id="452" w:name="_Toc530468258"/>
      <w:bookmarkStart w:id="453" w:name="_Toc497126334"/>
      <w:bookmarkStart w:id="454" w:name="_Toc497127040"/>
      <w:bookmarkStart w:id="455" w:name="_Toc497127390"/>
      <w:bookmarkStart w:id="456" w:name="_Toc497127821"/>
      <w:bookmarkStart w:id="457" w:name="_Toc497128096"/>
      <w:bookmarkStart w:id="458" w:name="_Toc497128206"/>
      <w:bookmarkStart w:id="459" w:name="_Toc497128376"/>
      <w:bookmarkStart w:id="460" w:name="_Toc497126335"/>
      <w:bookmarkStart w:id="461" w:name="_Toc497127041"/>
      <w:bookmarkStart w:id="462" w:name="_Toc497127391"/>
      <w:bookmarkStart w:id="463" w:name="_Toc497127822"/>
      <w:bookmarkStart w:id="464" w:name="_Toc497128097"/>
      <w:bookmarkStart w:id="465" w:name="_Toc497128207"/>
      <w:bookmarkStart w:id="466" w:name="_Toc497128377"/>
      <w:bookmarkStart w:id="467" w:name="_Toc497128378"/>
      <w:bookmarkStart w:id="468" w:name="_Toc497144008"/>
      <w:bookmarkStart w:id="469" w:name="_Toc497200328"/>
      <w:bookmarkStart w:id="470" w:name="_Toc497207405"/>
      <w:bookmarkStart w:id="471" w:name="_Toc533068288"/>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sidRPr="00FD2C10">
        <w:t>Decision Taking Customs Authority Name and Address (</w:t>
      </w:r>
      <w:r w:rsidRPr="00635905">
        <w:rPr>
          <w:color w:val="00B050"/>
        </w:rPr>
        <w:t>O</w:t>
      </w:r>
      <w:r w:rsidRPr="00FD2C10">
        <w:t>)</w:t>
      </w:r>
      <w:bookmarkEnd w:id="467"/>
      <w:bookmarkEnd w:id="468"/>
      <w:bookmarkEnd w:id="469"/>
      <w:bookmarkEnd w:id="470"/>
      <w:bookmarkEnd w:id="471"/>
    </w:p>
    <w:p w14:paraId="58AB9222" w14:textId="43C3BB8C" w:rsidR="002C1D8B" w:rsidRPr="00EA5687" w:rsidRDefault="002C1D8B" w:rsidP="002C1D8B">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4911F54C" w14:textId="77777777" w:rsidR="002C1D8B" w:rsidRPr="00EA5687" w:rsidRDefault="002C1D8B" w:rsidP="002C1D8B">
      <w:pPr>
        <w:numPr>
          <w:ilvl w:val="0"/>
          <w:numId w:val="33"/>
        </w:numPr>
        <w:rPr>
          <w:b/>
        </w:rPr>
      </w:pPr>
      <w:r w:rsidRPr="00EA5687">
        <w:rPr>
          <w:b/>
        </w:rPr>
        <w:t>Name (</w:t>
      </w:r>
      <w:r w:rsidRPr="00EA5687">
        <w:rPr>
          <w:b/>
          <w:color w:val="FF0000"/>
        </w:rPr>
        <w:t>M</w:t>
      </w:r>
      <w:r w:rsidRPr="00EA5687">
        <w:rPr>
          <w:b/>
        </w:rPr>
        <w:t>)</w:t>
      </w:r>
    </w:p>
    <w:p w14:paraId="50FC415F" w14:textId="77777777" w:rsidR="002C1D8B" w:rsidRPr="00EA5687" w:rsidRDefault="002C1D8B" w:rsidP="002C1D8B">
      <w:pPr>
        <w:numPr>
          <w:ilvl w:val="0"/>
          <w:numId w:val="33"/>
        </w:numPr>
        <w:rPr>
          <w:b/>
        </w:rPr>
      </w:pPr>
      <w:r w:rsidRPr="00EA5687">
        <w:rPr>
          <w:b/>
        </w:rPr>
        <w:t>Street and Number (</w:t>
      </w:r>
      <w:r w:rsidRPr="00EA5687">
        <w:rPr>
          <w:b/>
          <w:color w:val="FF0000"/>
        </w:rPr>
        <w:t>M</w:t>
      </w:r>
      <w:r w:rsidRPr="00EA5687">
        <w:rPr>
          <w:b/>
        </w:rPr>
        <w:t>)</w:t>
      </w:r>
    </w:p>
    <w:p w14:paraId="7864AE67" w14:textId="77777777" w:rsidR="002C1D8B" w:rsidRPr="00EA5687" w:rsidRDefault="002C1D8B" w:rsidP="002C1D8B">
      <w:pPr>
        <w:numPr>
          <w:ilvl w:val="0"/>
          <w:numId w:val="33"/>
        </w:numPr>
        <w:rPr>
          <w:b/>
        </w:rPr>
      </w:pPr>
      <w:r w:rsidRPr="00EA5687">
        <w:rPr>
          <w:b/>
        </w:rPr>
        <w:t>Postcode (</w:t>
      </w:r>
      <w:r w:rsidRPr="00EA5687">
        <w:rPr>
          <w:b/>
          <w:color w:val="FF0000"/>
        </w:rPr>
        <w:t>M</w:t>
      </w:r>
      <w:r w:rsidRPr="00EA5687">
        <w:rPr>
          <w:b/>
        </w:rPr>
        <w:t>)</w:t>
      </w:r>
    </w:p>
    <w:p w14:paraId="49839DE7" w14:textId="77777777" w:rsidR="002C1D8B" w:rsidRPr="00EA5687" w:rsidRDefault="002C1D8B" w:rsidP="002C1D8B">
      <w:pPr>
        <w:numPr>
          <w:ilvl w:val="0"/>
          <w:numId w:val="33"/>
        </w:numPr>
        <w:rPr>
          <w:b/>
        </w:rPr>
      </w:pPr>
      <w:r w:rsidRPr="00EA5687">
        <w:rPr>
          <w:b/>
        </w:rPr>
        <w:t>City (</w:t>
      </w:r>
      <w:r w:rsidRPr="00EA5687">
        <w:rPr>
          <w:b/>
          <w:color w:val="FF0000"/>
        </w:rPr>
        <w:t>M</w:t>
      </w:r>
      <w:r w:rsidRPr="00EA5687">
        <w:rPr>
          <w:b/>
        </w:rPr>
        <w:t>)</w:t>
      </w:r>
    </w:p>
    <w:p w14:paraId="594D83C1" w14:textId="77777777" w:rsidR="002C1D8B" w:rsidRPr="00EA5687" w:rsidRDefault="002C1D8B" w:rsidP="002C1D8B">
      <w:pPr>
        <w:numPr>
          <w:ilvl w:val="0"/>
          <w:numId w:val="33"/>
        </w:numPr>
        <w:rPr>
          <w:b/>
        </w:rPr>
      </w:pPr>
      <w:r w:rsidRPr="00EA5687">
        <w:rPr>
          <w:b/>
        </w:rPr>
        <w:t>Country (</w:t>
      </w:r>
      <w:r w:rsidRPr="00EA5687">
        <w:rPr>
          <w:b/>
          <w:color w:val="FF0000"/>
        </w:rPr>
        <w:t>M</w:t>
      </w:r>
      <w:r w:rsidRPr="00EA5687">
        <w:rPr>
          <w:b/>
        </w:rPr>
        <w:t>)</w:t>
      </w:r>
    </w:p>
    <w:p w14:paraId="0DC45EFB" w14:textId="43335C43" w:rsidR="002C1D8B" w:rsidRPr="00EA5687" w:rsidRDefault="002C1D8B" w:rsidP="00FD2C10">
      <w:pPr>
        <w:pStyle w:val="Heading2"/>
        <w:numPr>
          <w:ilvl w:val="1"/>
          <w:numId w:val="59"/>
        </w:numPr>
      </w:pPr>
      <w:bookmarkStart w:id="472" w:name="_Toc497127043"/>
      <w:bookmarkStart w:id="473" w:name="_Toc497127393"/>
      <w:bookmarkStart w:id="474" w:name="_Toc497127824"/>
      <w:bookmarkStart w:id="475" w:name="_Toc497128099"/>
      <w:bookmarkStart w:id="476" w:name="_Toc497128209"/>
      <w:bookmarkStart w:id="477" w:name="_Toc497128379"/>
      <w:bookmarkStart w:id="478" w:name="_Toc497127044"/>
      <w:bookmarkStart w:id="479" w:name="_Toc497127394"/>
      <w:bookmarkStart w:id="480" w:name="_Toc497127825"/>
      <w:bookmarkStart w:id="481" w:name="_Toc497128100"/>
      <w:bookmarkStart w:id="482" w:name="_Toc497128210"/>
      <w:bookmarkStart w:id="483" w:name="_Toc497128380"/>
      <w:bookmarkStart w:id="484" w:name="_Toc497127045"/>
      <w:bookmarkStart w:id="485" w:name="_Toc497127395"/>
      <w:bookmarkStart w:id="486" w:name="_Toc497127826"/>
      <w:bookmarkStart w:id="487" w:name="_Toc497128101"/>
      <w:bookmarkStart w:id="488" w:name="_Toc497128211"/>
      <w:bookmarkStart w:id="489" w:name="_Toc497128381"/>
      <w:bookmarkStart w:id="490" w:name="_Toc497127046"/>
      <w:bookmarkStart w:id="491" w:name="_Toc497127396"/>
      <w:bookmarkStart w:id="492" w:name="_Toc497127827"/>
      <w:bookmarkStart w:id="493" w:name="_Toc497128102"/>
      <w:bookmarkStart w:id="494" w:name="_Toc497128212"/>
      <w:bookmarkStart w:id="495" w:name="_Toc497128382"/>
      <w:bookmarkStart w:id="496" w:name="_Toc497127047"/>
      <w:bookmarkStart w:id="497" w:name="_Toc497127397"/>
      <w:bookmarkStart w:id="498" w:name="_Toc497127828"/>
      <w:bookmarkStart w:id="499" w:name="_Toc497128103"/>
      <w:bookmarkStart w:id="500" w:name="_Toc497128213"/>
      <w:bookmarkStart w:id="501" w:name="_Toc497128383"/>
      <w:bookmarkStart w:id="502" w:name="_Toc497128384"/>
      <w:bookmarkStart w:id="503" w:name="_Toc497144009"/>
      <w:bookmarkStart w:id="504" w:name="_Toc497200329"/>
      <w:bookmarkStart w:id="505" w:name="_Toc497207406"/>
      <w:bookmarkStart w:id="506" w:name="_Toc533068289"/>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EA5687">
        <w:t>Application Information (</w:t>
      </w:r>
      <w:r w:rsidRPr="00EA5687">
        <w:rPr>
          <w:color w:val="FF0000"/>
        </w:rPr>
        <w:t>M</w:t>
      </w:r>
      <w:r w:rsidRPr="00EA5687">
        <w:t>)</w:t>
      </w:r>
      <w:bookmarkEnd w:id="502"/>
      <w:bookmarkEnd w:id="503"/>
      <w:bookmarkEnd w:id="504"/>
      <w:bookmarkEnd w:id="505"/>
      <w:bookmarkEnd w:id="506"/>
    </w:p>
    <w:p w14:paraId="417C6AD2" w14:textId="77777777" w:rsidR="002C1D8B" w:rsidRPr="00EA5687" w:rsidRDefault="002C1D8B" w:rsidP="00FD2C10">
      <w:pPr>
        <w:pStyle w:val="Heading3"/>
        <w:numPr>
          <w:ilvl w:val="2"/>
          <w:numId w:val="59"/>
        </w:numPr>
        <w:rPr>
          <w:noProof/>
        </w:rPr>
      </w:pPr>
      <w:bookmarkStart w:id="507" w:name="_Toc497128385"/>
      <w:bookmarkStart w:id="508" w:name="_Toc497144010"/>
      <w:bookmarkStart w:id="509" w:name="_Toc497200330"/>
      <w:bookmarkStart w:id="510" w:name="_Toc497207407"/>
      <w:bookmarkStart w:id="511" w:name="_Toc533068290"/>
      <w:r w:rsidRPr="00EA5687">
        <w:rPr>
          <w:noProof/>
        </w:rPr>
        <w:t>Customs Decision Type (</w:t>
      </w:r>
      <w:r w:rsidRPr="00EA5687">
        <w:rPr>
          <w:noProof/>
          <w:color w:val="FF0000"/>
        </w:rPr>
        <w:t>M</w:t>
      </w:r>
      <w:r w:rsidRPr="00EA5687">
        <w:rPr>
          <w:noProof/>
        </w:rPr>
        <w:t>)</w:t>
      </w:r>
      <w:bookmarkEnd w:id="507"/>
      <w:bookmarkEnd w:id="508"/>
      <w:bookmarkEnd w:id="509"/>
      <w:bookmarkEnd w:id="510"/>
      <w:bookmarkEnd w:id="511"/>
    </w:p>
    <w:p w14:paraId="5D1AD780" w14:textId="33EEDAFF" w:rsidR="002C1D8B" w:rsidRPr="00EA5687" w:rsidRDefault="002C1D8B" w:rsidP="002C1D8B">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 xml:space="preserve">Concerning an </w:t>
      </w:r>
      <w:r>
        <w:t xml:space="preserve">Authorised </w:t>
      </w:r>
      <w:r w:rsidR="000E4BE6">
        <w:t xml:space="preserve">Consignee </w:t>
      </w:r>
      <w:r w:rsidR="003A36DB">
        <w:t xml:space="preserve">for Community Transit </w:t>
      </w:r>
      <w:r>
        <w:t>a</w:t>
      </w:r>
      <w:r w:rsidRPr="00A713F7">
        <w:t>pplication, the application decision code type is AC</w:t>
      </w:r>
      <w:r w:rsidR="000E4BE6">
        <w:t>E</w:t>
      </w:r>
      <w:r w:rsidRPr="00A713F7">
        <w:t>.</w:t>
      </w:r>
      <w:r>
        <w:t xml:space="preserve"> </w:t>
      </w:r>
      <w:r w:rsidRPr="00C22AB5">
        <w:t>The information is pre-filled with the chosen Customs Decision Type selected on the Customs Decision Type Selection page.</w:t>
      </w:r>
    </w:p>
    <w:p w14:paraId="69CA21D7" w14:textId="77777777" w:rsidR="002C1D8B" w:rsidRPr="00EA5687" w:rsidRDefault="002C1D8B" w:rsidP="00FD2C10">
      <w:pPr>
        <w:pStyle w:val="Heading3"/>
        <w:numPr>
          <w:ilvl w:val="2"/>
          <w:numId w:val="59"/>
        </w:numPr>
        <w:rPr>
          <w:noProof/>
        </w:rPr>
      </w:pPr>
      <w:bookmarkStart w:id="512" w:name="_Toc497127050"/>
      <w:bookmarkStart w:id="513" w:name="_Toc497127400"/>
      <w:bookmarkStart w:id="514" w:name="_Toc497127831"/>
      <w:bookmarkStart w:id="515" w:name="_Toc497128106"/>
      <w:bookmarkStart w:id="516" w:name="_Toc497128216"/>
      <w:bookmarkStart w:id="517" w:name="_Toc497128386"/>
      <w:bookmarkStart w:id="518" w:name="_Toc497128387"/>
      <w:bookmarkStart w:id="519" w:name="_Toc497144011"/>
      <w:bookmarkStart w:id="520" w:name="_Toc497200331"/>
      <w:bookmarkStart w:id="521" w:name="_Toc497207408"/>
      <w:bookmarkStart w:id="522" w:name="_Toc533068291"/>
      <w:bookmarkEnd w:id="512"/>
      <w:bookmarkEnd w:id="513"/>
      <w:bookmarkEnd w:id="514"/>
      <w:bookmarkEnd w:id="515"/>
      <w:bookmarkEnd w:id="516"/>
      <w:bookmarkEnd w:id="517"/>
      <w:r w:rsidRPr="00EA5687">
        <w:rPr>
          <w:noProof/>
        </w:rPr>
        <w:t>Type of Application (</w:t>
      </w:r>
      <w:r w:rsidRPr="00EA5687">
        <w:rPr>
          <w:noProof/>
          <w:color w:val="FF0000"/>
        </w:rPr>
        <w:t>M</w:t>
      </w:r>
      <w:r w:rsidRPr="00EA5687">
        <w:rPr>
          <w:noProof/>
        </w:rPr>
        <w:t>)</w:t>
      </w:r>
      <w:bookmarkEnd w:id="518"/>
      <w:bookmarkEnd w:id="519"/>
      <w:bookmarkEnd w:id="520"/>
      <w:bookmarkEnd w:id="521"/>
      <w:bookmarkEnd w:id="522"/>
    </w:p>
    <w:p w14:paraId="0A8114DE" w14:textId="77777777" w:rsidR="002C1D8B" w:rsidRPr="00EA5687" w:rsidRDefault="002C1D8B" w:rsidP="002C1D8B">
      <w:pPr>
        <w:numPr>
          <w:ilvl w:val="0"/>
          <w:numId w:val="34"/>
        </w:numPr>
      </w:pPr>
      <w:r w:rsidRPr="00EA5687">
        <w:rPr>
          <w:b/>
        </w:rPr>
        <w:t>Application Type (</w:t>
      </w:r>
      <w:r w:rsidRPr="00EA5687">
        <w:rPr>
          <w:b/>
          <w:color w:val="FF0000"/>
        </w:rPr>
        <w:t>M</w:t>
      </w:r>
      <w:r w:rsidRPr="00EA5687">
        <w:rPr>
          <w:b/>
        </w:rPr>
        <w:t>)</w:t>
      </w:r>
    </w:p>
    <w:p w14:paraId="150A415F" w14:textId="77511FB2" w:rsidR="002C1D8B" w:rsidRPr="005E509F" w:rsidRDefault="002C1D8B" w:rsidP="002C1D8B">
      <w:pPr>
        <w:numPr>
          <w:ilvl w:val="0"/>
          <w:numId w:val="34"/>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5E509F">
        <w:rPr>
          <w:color w:val="E36C0A" w:themeColor="accent6" w:themeShade="BF"/>
        </w:rPr>
        <w:t>is irrelevant (</w:t>
      </w:r>
      <w:r w:rsidR="00635905">
        <w:rPr>
          <w:color w:val="E36C0A" w:themeColor="accent6" w:themeShade="BF"/>
        </w:rPr>
        <w:t>cannot</w:t>
      </w:r>
      <w:r w:rsidRPr="005E509F">
        <w:rPr>
          <w:color w:val="E36C0A" w:themeColor="accent6" w:themeShade="BF"/>
        </w:rPr>
        <w:t xml:space="preserve"> be filled in) if the Application Type is "First Application". It must be filled in otherwise.</w:t>
      </w:r>
    </w:p>
    <w:p w14:paraId="4FDB28A7" w14:textId="721F0502" w:rsidR="002C1D8B" w:rsidRPr="00FD2C10" w:rsidRDefault="002C1D8B" w:rsidP="00FD2C10">
      <w:pPr>
        <w:ind w:left="1724"/>
        <w:rPr>
          <w:color w:val="E36C0A" w:themeColor="accent6" w:themeShade="BF"/>
        </w:rPr>
      </w:pPr>
      <w:r w:rsidRPr="005E509F">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25B36A15" w14:textId="77777777" w:rsidR="002C1D8B" w:rsidRPr="00EA7165" w:rsidRDefault="002C1D8B" w:rsidP="00FD2C10">
      <w:pPr>
        <w:pStyle w:val="Heading3"/>
        <w:numPr>
          <w:ilvl w:val="2"/>
          <w:numId w:val="59"/>
        </w:numPr>
      </w:pPr>
      <w:bookmarkStart w:id="523" w:name="_Toc498424876"/>
      <w:bookmarkStart w:id="524" w:name="_Toc498424927"/>
      <w:bookmarkStart w:id="525" w:name="_Toc498425080"/>
      <w:bookmarkStart w:id="526" w:name="_Toc498425127"/>
      <w:bookmarkStart w:id="527" w:name="_Toc498426891"/>
      <w:bookmarkStart w:id="528" w:name="_Toc498426940"/>
      <w:bookmarkStart w:id="529" w:name="_Toc498328871"/>
      <w:bookmarkStart w:id="530" w:name="_Toc499655508"/>
      <w:bookmarkStart w:id="531" w:name="_Toc533068292"/>
      <w:bookmarkEnd w:id="523"/>
      <w:bookmarkEnd w:id="524"/>
      <w:bookmarkEnd w:id="525"/>
      <w:bookmarkEnd w:id="526"/>
      <w:bookmarkEnd w:id="527"/>
      <w:bookmarkEnd w:id="528"/>
      <w:r>
        <w:rPr>
          <w:noProof/>
        </w:rPr>
        <w:t xml:space="preserve">Application Date of Submission </w:t>
      </w:r>
      <w:r w:rsidRPr="00EA7165">
        <w:rPr>
          <w:noProof/>
        </w:rPr>
        <w:t>(</w:t>
      </w:r>
      <w:r w:rsidRPr="00EA7165">
        <w:rPr>
          <w:noProof/>
          <w:color w:val="FF0000"/>
        </w:rPr>
        <w:t>M</w:t>
      </w:r>
      <w:r w:rsidRPr="00EA7165">
        <w:rPr>
          <w:noProof/>
        </w:rPr>
        <w:t>)</w:t>
      </w:r>
      <w:bookmarkEnd w:id="529"/>
      <w:bookmarkEnd w:id="530"/>
      <w:bookmarkEnd w:id="531"/>
      <w:r>
        <w:rPr>
          <w:noProof/>
        </w:rPr>
        <w:t xml:space="preserve">  </w:t>
      </w:r>
    </w:p>
    <w:p w14:paraId="60A8E52F" w14:textId="1D73C45A" w:rsidR="006E35D7" w:rsidRDefault="006E35D7" w:rsidP="006E35D7">
      <w:pPr>
        <w:ind w:left="1004"/>
      </w:pPr>
      <w:r>
        <w:t>The</w:t>
      </w:r>
      <w:r>
        <w:rPr>
          <w:b/>
        </w:rPr>
        <w:t xml:space="preserve"> </w:t>
      </w:r>
      <w:r>
        <w:t>date of submission is automatically filled in by the Trader Portal.</w:t>
      </w:r>
      <w:r>
        <w:rPr>
          <w:b/>
        </w:rPr>
        <w:t xml:space="preserve"> </w:t>
      </w:r>
      <w:r>
        <w:t>If you save your applicatio</w:t>
      </w:r>
      <w:r w:rsidR="00CB406D">
        <w:t>n for later use and then submit</w:t>
      </w:r>
      <w:r>
        <w:t xml:space="preserve"> it later, the date of submission will be automatically updated with the date when the application is effectively submitted.</w:t>
      </w:r>
    </w:p>
    <w:p w14:paraId="729E44A5" w14:textId="77777777" w:rsidR="002C1D8B" w:rsidRPr="00EA5687" w:rsidRDefault="002C1D8B" w:rsidP="00FD2C10">
      <w:pPr>
        <w:pStyle w:val="Heading3"/>
        <w:numPr>
          <w:ilvl w:val="2"/>
          <w:numId w:val="59"/>
        </w:numPr>
        <w:rPr>
          <w:noProof/>
        </w:rPr>
      </w:pPr>
      <w:bookmarkStart w:id="532" w:name="_Toc508111541"/>
      <w:bookmarkStart w:id="533" w:name="_Toc508801300"/>
      <w:bookmarkStart w:id="534" w:name="_Toc508801538"/>
      <w:bookmarkStart w:id="535" w:name="_Toc508801593"/>
      <w:bookmarkStart w:id="536" w:name="_Toc508804568"/>
      <w:bookmarkStart w:id="537" w:name="_Toc530468264"/>
      <w:bookmarkStart w:id="538" w:name="_Toc498332946"/>
      <w:bookmarkStart w:id="539" w:name="_Toc498424878"/>
      <w:bookmarkStart w:id="540" w:name="_Toc498424929"/>
      <w:bookmarkStart w:id="541" w:name="_Toc498425082"/>
      <w:bookmarkStart w:id="542" w:name="_Toc498425129"/>
      <w:bookmarkStart w:id="543" w:name="_Toc498426893"/>
      <w:bookmarkStart w:id="544" w:name="_Toc498426942"/>
      <w:bookmarkStart w:id="545" w:name="_Toc497127052"/>
      <w:bookmarkStart w:id="546" w:name="_Toc497127402"/>
      <w:bookmarkStart w:id="547" w:name="_Toc497127833"/>
      <w:bookmarkStart w:id="548" w:name="_Toc497128108"/>
      <w:bookmarkStart w:id="549" w:name="_Toc497128218"/>
      <w:bookmarkStart w:id="550" w:name="_Toc497128388"/>
      <w:bookmarkStart w:id="551" w:name="_Toc497127053"/>
      <w:bookmarkStart w:id="552" w:name="_Toc497127403"/>
      <w:bookmarkStart w:id="553" w:name="_Toc497127834"/>
      <w:bookmarkStart w:id="554" w:name="_Toc497128109"/>
      <w:bookmarkStart w:id="555" w:name="_Toc497128219"/>
      <w:bookmarkStart w:id="556" w:name="_Toc497128389"/>
      <w:bookmarkStart w:id="557" w:name="_Toc497127054"/>
      <w:bookmarkStart w:id="558" w:name="_Toc497127404"/>
      <w:bookmarkStart w:id="559" w:name="_Toc497127835"/>
      <w:bookmarkStart w:id="560" w:name="_Toc497128110"/>
      <w:bookmarkStart w:id="561" w:name="_Toc497128220"/>
      <w:bookmarkStart w:id="562" w:name="_Toc497128390"/>
      <w:bookmarkStart w:id="563" w:name="_Toc497128391"/>
      <w:bookmarkStart w:id="564" w:name="_Toc497144012"/>
      <w:bookmarkStart w:id="565" w:name="_Toc497200332"/>
      <w:bookmarkStart w:id="566" w:name="_Toc497207409"/>
      <w:bookmarkStart w:id="567" w:name="_Toc499655509"/>
      <w:bookmarkStart w:id="568" w:name="_Toc533068293"/>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EA5687">
        <w:rPr>
          <w:noProof/>
        </w:rPr>
        <w:t>Application Agreement for Publication (</w:t>
      </w:r>
      <w:r w:rsidRPr="00EA5687">
        <w:rPr>
          <w:noProof/>
          <w:color w:val="FF0000"/>
        </w:rPr>
        <w:t>M</w:t>
      </w:r>
      <w:r w:rsidRPr="00EA5687">
        <w:rPr>
          <w:noProof/>
        </w:rPr>
        <w:t>)</w:t>
      </w:r>
      <w:bookmarkEnd w:id="563"/>
      <w:bookmarkEnd w:id="564"/>
      <w:bookmarkEnd w:id="565"/>
      <w:bookmarkEnd w:id="566"/>
      <w:bookmarkEnd w:id="567"/>
      <w:bookmarkEnd w:id="568"/>
    </w:p>
    <w:p w14:paraId="3CBC6A66" w14:textId="77777777" w:rsidR="002C1D8B" w:rsidRPr="00EA5687" w:rsidRDefault="002C1D8B" w:rsidP="002C1D8B">
      <w:pPr>
        <w:numPr>
          <w:ilvl w:val="0"/>
          <w:numId w:val="35"/>
        </w:numPr>
      </w:pPr>
      <w:bookmarkStart w:id="569" w:name="_Toc497128392"/>
      <w:r w:rsidRPr="00EA5687">
        <w:rPr>
          <w:b/>
        </w:rPr>
        <w:t>Agreement for Publication (</w:t>
      </w:r>
      <w:r w:rsidRPr="00EA5687">
        <w:rPr>
          <w:b/>
          <w:color w:val="FF0000"/>
        </w:rPr>
        <w:t>M</w:t>
      </w:r>
      <w:r w:rsidRPr="00EA5687">
        <w:rPr>
          <w:b/>
        </w:rPr>
        <w:t>)</w:t>
      </w:r>
    </w:p>
    <w:p w14:paraId="234A99A8" w14:textId="77777777" w:rsidR="002C1D8B" w:rsidRPr="00EA5687" w:rsidRDefault="002C1D8B" w:rsidP="002C1D8B">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7FF58A42" w14:textId="77777777" w:rsidR="002C1D8B" w:rsidRPr="00EA5687" w:rsidRDefault="002C1D8B" w:rsidP="002C1D8B">
      <w:pPr>
        <w:numPr>
          <w:ilvl w:val="0"/>
          <w:numId w:val="37"/>
        </w:numPr>
        <w:contextualSpacing/>
      </w:pPr>
      <w:r w:rsidRPr="00EA5687">
        <w:t>Customs Decision Number;</w:t>
      </w:r>
    </w:p>
    <w:p w14:paraId="09C60A14" w14:textId="77777777" w:rsidR="002C1D8B" w:rsidRPr="00EA5687" w:rsidRDefault="002C1D8B" w:rsidP="002C1D8B">
      <w:pPr>
        <w:numPr>
          <w:ilvl w:val="0"/>
          <w:numId w:val="37"/>
        </w:numPr>
        <w:contextualSpacing/>
      </w:pPr>
      <w:r w:rsidRPr="00EA5687">
        <w:t>Date of the authorisation status search;</w:t>
      </w:r>
    </w:p>
    <w:p w14:paraId="0D7D5DBC" w14:textId="77777777" w:rsidR="002C1D8B" w:rsidRPr="00EA5687" w:rsidRDefault="002C1D8B" w:rsidP="002C1D8B">
      <w:pPr>
        <w:numPr>
          <w:ilvl w:val="0"/>
          <w:numId w:val="37"/>
        </w:numPr>
        <w:contextualSpacing/>
      </w:pPr>
      <w:r w:rsidRPr="00EA5687">
        <w:t xml:space="preserve">Status of the Customs Decision </w:t>
      </w:r>
      <w:r>
        <w:t>N</w:t>
      </w:r>
      <w:r w:rsidRPr="00EA5687">
        <w:t>umber (“valid” or “not valid”)</w:t>
      </w:r>
      <w:r>
        <w:t>;</w:t>
      </w:r>
    </w:p>
    <w:p w14:paraId="1D81BF2E" w14:textId="77777777" w:rsidR="002C1D8B" w:rsidRPr="00EA5687" w:rsidRDefault="002C1D8B" w:rsidP="002C1D8B">
      <w:pPr>
        <w:numPr>
          <w:ilvl w:val="0"/>
          <w:numId w:val="37"/>
        </w:numPr>
        <w:contextualSpacing/>
      </w:pPr>
      <w:r w:rsidRPr="00EA5687">
        <w:t>EORI number of the holder;</w:t>
      </w:r>
    </w:p>
    <w:p w14:paraId="158FFEF0" w14:textId="77777777" w:rsidR="002C1D8B" w:rsidRPr="00EA5687" w:rsidRDefault="002C1D8B" w:rsidP="002C1D8B">
      <w:pPr>
        <w:numPr>
          <w:ilvl w:val="0"/>
          <w:numId w:val="37"/>
        </w:numPr>
        <w:contextualSpacing/>
      </w:pPr>
      <w:r w:rsidRPr="00EA5687">
        <w:t>Holder’s Information (valid at the search request date):</w:t>
      </w:r>
    </w:p>
    <w:p w14:paraId="5033EBA4" w14:textId="77777777" w:rsidR="002C1D8B" w:rsidRPr="00EA5687" w:rsidRDefault="002C1D8B" w:rsidP="002C1D8B">
      <w:pPr>
        <w:numPr>
          <w:ilvl w:val="1"/>
          <w:numId w:val="37"/>
        </w:numPr>
        <w:contextualSpacing/>
      </w:pPr>
      <w:r w:rsidRPr="00EA5687">
        <w:t>Name of the holder;</w:t>
      </w:r>
    </w:p>
    <w:p w14:paraId="72E3E417" w14:textId="77777777" w:rsidR="002C1D8B" w:rsidRPr="00EA5687" w:rsidRDefault="002C1D8B" w:rsidP="002C1D8B">
      <w:pPr>
        <w:numPr>
          <w:ilvl w:val="1"/>
          <w:numId w:val="37"/>
        </w:numPr>
        <w:contextualSpacing/>
      </w:pPr>
      <w:r w:rsidRPr="00EA5687">
        <w:t>Address of the holder:</w:t>
      </w:r>
    </w:p>
    <w:p w14:paraId="2BB24DAD" w14:textId="77777777" w:rsidR="002C1D8B" w:rsidRPr="00EA5687" w:rsidRDefault="002C1D8B" w:rsidP="002C1D8B">
      <w:pPr>
        <w:numPr>
          <w:ilvl w:val="2"/>
          <w:numId w:val="37"/>
        </w:numPr>
        <w:ind w:left="3621"/>
        <w:contextualSpacing/>
      </w:pPr>
      <w:r w:rsidRPr="00EA5687">
        <w:t>Street and Number</w:t>
      </w:r>
      <w:r>
        <w:t>;</w:t>
      </w:r>
    </w:p>
    <w:p w14:paraId="725AC155" w14:textId="77777777" w:rsidR="002C1D8B" w:rsidRPr="00EA5687" w:rsidRDefault="002C1D8B" w:rsidP="002C1D8B">
      <w:pPr>
        <w:numPr>
          <w:ilvl w:val="2"/>
          <w:numId w:val="37"/>
        </w:numPr>
        <w:ind w:left="3621"/>
        <w:contextualSpacing/>
      </w:pPr>
      <w:r w:rsidRPr="00EA5687">
        <w:t>Postcode</w:t>
      </w:r>
      <w:r>
        <w:t>;</w:t>
      </w:r>
    </w:p>
    <w:p w14:paraId="1EB7D1C4" w14:textId="77777777" w:rsidR="002C1D8B" w:rsidRPr="00EA5687" w:rsidRDefault="002C1D8B" w:rsidP="002C1D8B">
      <w:pPr>
        <w:numPr>
          <w:ilvl w:val="2"/>
          <w:numId w:val="37"/>
        </w:numPr>
        <w:ind w:left="3621"/>
        <w:contextualSpacing/>
      </w:pPr>
      <w:r w:rsidRPr="00EA5687">
        <w:t>City</w:t>
      </w:r>
      <w:r>
        <w:t>;</w:t>
      </w:r>
    </w:p>
    <w:p w14:paraId="0CF717A9" w14:textId="77777777" w:rsidR="002C1D8B" w:rsidRPr="00EA5687" w:rsidRDefault="002C1D8B" w:rsidP="002C1D8B">
      <w:pPr>
        <w:numPr>
          <w:ilvl w:val="2"/>
          <w:numId w:val="37"/>
        </w:numPr>
        <w:ind w:left="3621"/>
        <w:contextualSpacing/>
      </w:pPr>
      <w:r w:rsidRPr="00EA5687">
        <w:t>Country</w:t>
      </w:r>
      <w:r>
        <w:t>.</w:t>
      </w:r>
    </w:p>
    <w:p w14:paraId="7E535E7F" w14:textId="77777777" w:rsidR="002C1D8B" w:rsidRPr="00EA5687" w:rsidRDefault="002C1D8B" w:rsidP="002C1D8B">
      <w:pPr>
        <w:numPr>
          <w:ilvl w:val="0"/>
          <w:numId w:val="38"/>
        </w:numPr>
        <w:contextualSpacing/>
      </w:pPr>
      <w:r w:rsidRPr="00EA5687">
        <w:t>Status information (validity periods);</w:t>
      </w:r>
    </w:p>
    <w:p w14:paraId="5F5D1F80" w14:textId="153B0C3E" w:rsidR="002C1D8B" w:rsidRPr="00EA5687" w:rsidRDefault="002C1D8B" w:rsidP="002C1D8B">
      <w:pPr>
        <w:numPr>
          <w:ilvl w:val="0"/>
          <w:numId w:val="38"/>
        </w:numPr>
        <w:contextualSpacing/>
      </w:pPr>
      <w:r w:rsidRPr="00EA5687">
        <w:t>Type of authorisation</w:t>
      </w:r>
      <w:r>
        <w:t>;</w:t>
      </w:r>
      <w:r w:rsidRPr="00EA5687">
        <w:t xml:space="preserve"> </w:t>
      </w:r>
    </w:p>
    <w:p w14:paraId="128E6AF6" w14:textId="77777777" w:rsidR="002C1D8B" w:rsidRPr="00EA5687" w:rsidRDefault="002C1D8B" w:rsidP="002C1D8B">
      <w:pPr>
        <w:numPr>
          <w:ilvl w:val="0"/>
          <w:numId w:val="38"/>
        </w:numPr>
        <w:contextualSpacing/>
      </w:pPr>
      <w:r w:rsidRPr="00EA5687">
        <w:t>Member State of the Decision Taking Customs Authority;</w:t>
      </w:r>
    </w:p>
    <w:p w14:paraId="7CAA23B3" w14:textId="77777777" w:rsidR="002C1D8B" w:rsidRDefault="002C1D8B" w:rsidP="002C1D8B">
      <w:pPr>
        <w:numPr>
          <w:ilvl w:val="0"/>
          <w:numId w:val="38"/>
        </w:numPr>
        <w:contextualSpacing/>
      </w:pPr>
      <w:r w:rsidRPr="00EA5687">
        <w:t xml:space="preserve">Competent / supervising customs office. </w:t>
      </w:r>
    </w:p>
    <w:p w14:paraId="26287D0B" w14:textId="77777777" w:rsidR="002C1D8B" w:rsidRPr="00EA5687" w:rsidRDefault="002C1D8B" w:rsidP="002C1D8B">
      <w:pPr>
        <w:ind w:left="2160"/>
        <w:contextualSpacing/>
      </w:pPr>
    </w:p>
    <w:p w14:paraId="7A51E1F0" w14:textId="77777777" w:rsidR="002C1D8B" w:rsidRPr="00EA5687" w:rsidRDefault="002C1D8B" w:rsidP="002C1D8B">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3255B750" w14:textId="77777777" w:rsidR="002C1D8B" w:rsidRPr="00EA5687" w:rsidRDefault="002C1D8B" w:rsidP="002C1D8B">
      <w:pPr>
        <w:numPr>
          <w:ilvl w:val="0"/>
          <w:numId w:val="37"/>
        </w:numPr>
        <w:contextualSpacing/>
      </w:pPr>
      <w:r w:rsidRPr="00EA5687">
        <w:t>Customs Decision Number;</w:t>
      </w:r>
    </w:p>
    <w:p w14:paraId="1D664CF5" w14:textId="77777777" w:rsidR="002C1D8B" w:rsidRPr="00EA5687" w:rsidRDefault="002C1D8B" w:rsidP="002C1D8B">
      <w:pPr>
        <w:numPr>
          <w:ilvl w:val="0"/>
          <w:numId w:val="37"/>
        </w:numPr>
        <w:contextualSpacing/>
      </w:pPr>
      <w:r w:rsidRPr="00EA5687">
        <w:t>Date of the authorisation status search;</w:t>
      </w:r>
    </w:p>
    <w:p w14:paraId="78A3251F" w14:textId="77777777" w:rsidR="002C1D8B" w:rsidRPr="00EA5687" w:rsidRDefault="002C1D8B" w:rsidP="002C1D8B">
      <w:pPr>
        <w:numPr>
          <w:ilvl w:val="0"/>
          <w:numId w:val="37"/>
        </w:numPr>
        <w:contextualSpacing/>
      </w:pPr>
      <w:r w:rsidRPr="00EA5687">
        <w:t xml:space="preserve">Status of the Customs Decision </w:t>
      </w:r>
      <w:r>
        <w:t>N</w:t>
      </w:r>
      <w:r w:rsidRPr="00EA5687">
        <w:t>umber (“valid” or “not valid”)</w:t>
      </w:r>
      <w:r>
        <w:t>;</w:t>
      </w:r>
    </w:p>
    <w:p w14:paraId="25D41977" w14:textId="77777777" w:rsidR="002C1D8B" w:rsidRPr="00EA5687" w:rsidRDefault="002C1D8B" w:rsidP="002C1D8B">
      <w:pPr>
        <w:numPr>
          <w:ilvl w:val="0"/>
          <w:numId w:val="37"/>
        </w:numPr>
        <w:contextualSpacing/>
      </w:pPr>
      <w:r w:rsidRPr="00EA5687">
        <w:t>EORI number of the holder.</w:t>
      </w:r>
    </w:p>
    <w:p w14:paraId="54E19FCE" w14:textId="77777777" w:rsidR="002C1D8B" w:rsidRPr="00EA5687" w:rsidRDefault="002C1D8B" w:rsidP="00FD2C10">
      <w:pPr>
        <w:pStyle w:val="Heading3"/>
        <w:numPr>
          <w:ilvl w:val="2"/>
          <w:numId w:val="59"/>
        </w:numPr>
        <w:rPr>
          <w:noProof/>
        </w:rPr>
      </w:pPr>
      <w:bookmarkStart w:id="570" w:name="_Toc497144013"/>
      <w:bookmarkStart w:id="571" w:name="_Toc497200333"/>
      <w:bookmarkStart w:id="572" w:name="_Toc497207410"/>
      <w:bookmarkStart w:id="573" w:name="_Toc499655510"/>
      <w:bookmarkStart w:id="574" w:name="_Toc533068294"/>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69"/>
      <w:bookmarkEnd w:id="570"/>
      <w:bookmarkEnd w:id="571"/>
      <w:bookmarkEnd w:id="572"/>
      <w:bookmarkEnd w:id="573"/>
      <w:bookmarkEnd w:id="574"/>
    </w:p>
    <w:p w14:paraId="6EBC76CD" w14:textId="7E39DD81" w:rsidR="002C1D8B" w:rsidRPr="00EA5687" w:rsidRDefault="002C1D8B" w:rsidP="002C1D8B">
      <w:pPr>
        <w:ind w:left="1004"/>
      </w:pPr>
      <w:r w:rsidRPr="00EA5687">
        <w:t>File size is limited to 15MB. There are no limitations on the type of file but common types like PDF, XLS(X), DOC(X)</w:t>
      </w:r>
      <w:r w:rsidR="004C34CA">
        <w:t xml:space="preserve"> and </w:t>
      </w:r>
      <w:r w:rsidRPr="00EA5687">
        <w:t>ZIP are recommended.</w:t>
      </w:r>
      <w:r>
        <w:t xml:space="preserve"> </w:t>
      </w:r>
      <w:r w:rsidRPr="00CB2E17">
        <w:t>Mind</w:t>
      </w:r>
      <w:r>
        <w:t xml:space="preserve"> also</w:t>
      </w:r>
      <w:r w:rsidRPr="00CB2E17">
        <w:t xml:space="preserve"> that the attached file name must only contain Latin characters.</w:t>
      </w:r>
    </w:p>
    <w:p w14:paraId="4F2695ED" w14:textId="77777777" w:rsidR="002C1D8B" w:rsidRDefault="002C1D8B" w:rsidP="002C1D8B">
      <w:pPr>
        <w:numPr>
          <w:ilvl w:val="0"/>
          <w:numId w:val="35"/>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2BE2D5F3" w14:textId="77777777" w:rsidR="002B42B9" w:rsidRPr="001411A3" w:rsidRDefault="002B42B9" w:rsidP="002B42B9">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61965EC0" w14:textId="77777777" w:rsidR="00CE0E0E" w:rsidRPr="008A7984" w:rsidRDefault="00CE0E0E" w:rsidP="00CE0E0E">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63A0E418" w14:textId="77777777" w:rsidR="003E60C7" w:rsidRDefault="003E60C7" w:rsidP="003E60C7">
      <w:pPr>
        <w:numPr>
          <w:ilvl w:val="1"/>
          <w:numId w:val="35"/>
        </w:numPr>
        <w:rPr>
          <w:b/>
        </w:rPr>
      </w:pPr>
      <w:r w:rsidRPr="00EA5687">
        <w:rPr>
          <w:b/>
        </w:rPr>
        <w:t>Document Identifier (</w:t>
      </w:r>
      <w:r w:rsidRPr="00EA5687">
        <w:rPr>
          <w:b/>
          <w:color w:val="FF0000"/>
        </w:rPr>
        <w:t>M</w:t>
      </w:r>
      <w:r w:rsidRPr="00EA5687">
        <w:rPr>
          <w:b/>
        </w:rPr>
        <w:t>)</w:t>
      </w:r>
    </w:p>
    <w:p w14:paraId="2E5B4822" w14:textId="77777777" w:rsidR="003E60C7" w:rsidRPr="00EA5687" w:rsidRDefault="003E60C7" w:rsidP="003E60C7">
      <w:pPr>
        <w:ind w:left="2084"/>
        <w:rPr>
          <w:b/>
        </w:rPr>
      </w:pPr>
      <w:r>
        <w:t>Please indicate the unique reference of the document.</w:t>
      </w:r>
    </w:p>
    <w:p w14:paraId="7EEB0AE7" w14:textId="77777777" w:rsidR="003E60C7" w:rsidRDefault="003E60C7" w:rsidP="003E60C7">
      <w:pPr>
        <w:numPr>
          <w:ilvl w:val="1"/>
          <w:numId w:val="35"/>
        </w:numPr>
        <w:rPr>
          <w:b/>
        </w:rPr>
      </w:pPr>
      <w:r w:rsidRPr="00EA5687">
        <w:rPr>
          <w:b/>
        </w:rPr>
        <w:t>Document Type (</w:t>
      </w:r>
      <w:r w:rsidRPr="00EA5687">
        <w:rPr>
          <w:b/>
          <w:color w:val="FF0000"/>
        </w:rPr>
        <w:t>M</w:t>
      </w:r>
      <w:r w:rsidRPr="00EA5687">
        <w:rPr>
          <w:b/>
        </w:rPr>
        <w:t>)</w:t>
      </w:r>
    </w:p>
    <w:p w14:paraId="1A0E35DC" w14:textId="77777777" w:rsidR="003E60C7" w:rsidRPr="008A7984" w:rsidRDefault="003E60C7" w:rsidP="003E60C7">
      <w:pPr>
        <w:ind w:left="2084"/>
      </w:pPr>
      <w:r w:rsidRPr="008A7984">
        <w:t>Please indicate the descriptive business type of the attached document (e.g. invoice or contract etc.)</w:t>
      </w:r>
      <w:r>
        <w:t>.</w:t>
      </w:r>
    </w:p>
    <w:p w14:paraId="21879CD8" w14:textId="0CF3A929" w:rsidR="002C1D8B" w:rsidRPr="00EA5687" w:rsidRDefault="002C1D8B" w:rsidP="002C1D8B">
      <w:pPr>
        <w:numPr>
          <w:ilvl w:val="1"/>
          <w:numId w:val="35"/>
        </w:numPr>
        <w:rPr>
          <w:b/>
        </w:rPr>
      </w:pPr>
      <w:r w:rsidRPr="00EA5687">
        <w:rPr>
          <w:b/>
        </w:rPr>
        <w:t>Number of Documents (</w:t>
      </w:r>
      <w:r w:rsidRPr="00EA5687">
        <w:rPr>
          <w:b/>
          <w:color w:val="FF0000"/>
        </w:rPr>
        <w:t>M</w:t>
      </w:r>
      <w:r w:rsidRPr="00EA5687">
        <w:rPr>
          <w:b/>
        </w:rPr>
        <w:t>)</w:t>
      </w:r>
    </w:p>
    <w:p w14:paraId="6A98D386" w14:textId="77777777" w:rsidR="002C1D8B" w:rsidRPr="00EA5687" w:rsidRDefault="002C1D8B" w:rsidP="002C1D8B">
      <w:pPr>
        <w:numPr>
          <w:ilvl w:val="1"/>
          <w:numId w:val="35"/>
        </w:numPr>
        <w:rPr>
          <w:b/>
        </w:rPr>
      </w:pPr>
      <w:r w:rsidRPr="00EA5687">
        <w:rPr>
          <w:b/>
        </w:rPr>
        <w:t>Document Date (</w:t>
      </w:r>
      <w:r w:rsidRPr="00EA5687">
        <w:rPr>
          <w:b/>
          <w:color w:val="FF0000"/>
        </w:rPr>
        <w:t>M</w:t>
      </w:r>
      <w:r w:rsidRPr="00EA5687">
        <w:rPr>
          <w:b/>
        </w:rPr>
        <w:t>)</w:t>
      </w:r>
    </w:p>
    <w:p w14:paraId="03F79958" w14:textId="47702F0F" w:rsidR="002C1D8B" w:rsidRDefault="00C87BA4" w:rsidP="008B2C4D">
      <w:pPr>
        <w:pStyle w:val="Heading3"/>
        <w:numPr>
          <w:ilvl w:val="0"/>
          <w:numId w:val="0"/>
        </w:numPr>
        <w:ind w:left="1004"/>
        <w:rPr>
          <w:noProof/>
        </w:rPr>
      </w:pPr>
      <w:bookmarkStart w:id="575" w:name="_Toc497127057"/>
      <w:bookmarkStart w:id="576" w:name="_Toc497127407"/>
      <w:bookmarkStart w:id="577" w:name="_Toc497127838"/>
      <w:bookmarkStart w:id="578" w:name="_Toc497128113"/>
      <w:bookmarkStart w:id="579" w:name="_Toc497128223"/>
      <w:bookmarkStart w:id="580" w:name="_Toc497128393"/>
      <w:bookmarkStart w:id="581" w:name="_Toc499655511"/>
      <w:bookmarkStart w:id="582" w:name="_Toc533068295"/>
      <w:bookmarkEnd w:id="575"/>
      <w:bookmarkEnd w:id="576"/>
      <w:bookmarkEnd w:id="577"/>
      <w:bookmarkEnd w:id="578"/>
      <w:bookmarkEnd w:id="579"/>
      <w:bookmarkEnd w:id="580"/>
      <w:r>
        <w:t xml:space="preserve">5.2.6 </w:t>
      </w:r>
      <w:bookmarkStart w:id="583" w:name="_Toc497127058"/>
      <w:bookmarkStart w:id="584" w:name="_Toc497127408"/>
      <w:bookmarkStart w:id="585" w:name="_Toc497127839"/>
      <w:bookmarkStart w:id="586" w:name="_Toc497128114"/>
      <w:bookmarkStart w:id="587" w:name="_Toc497128224"/>
      <w:bookmarkStart w:id="588" w:name="_Toc497128394"/>
      <w:bookmarkStart w:id="589" w:name="_Toc497127059"/>
      <w:bookmarkStart w:id="590" w:name="_Toc497127409"/>
      <w:bookmarkStart w:id="591" w:name="_Toc497127840"/>
      <w:bookmarkStart w:id="592" w:name="_Toc497128115"/>
      <w:bookmarkStart w:id="593" w:name="_Toc497128225"/>
      <w:bookmarkStart w:id="594" w:name="_Toc497128395"/>
      <w:bookmarkStart w:id="595" w:name="_Toc497127060"/>
      <w:bookmarkStart w:id="596" w:name="_Toc497127410"/>
      <w:bookmarkStart w:id="597" w:name="_Toc497127841"/>
      <w:bookmarkStart w:id="598" w:name="_Toc497128116"/>
      <w:bookmarkStart w:id="599" w:name="_Toc497128226"/>
      <w:bookmarkStart w:id="600" w:name="_Toc497128396"/>
      <w:bookmarkStart w:id="601" w:name="_Toc497127061"/>
      <w:bookmarkStart w:id="602" w:name="_Toc497127411"/>
      <w:bookmarkStart w:id="603" w:name="_Toc497127842"/>
      <w:bookmarkStart w:id="604" w:name="_Toc497128117"/>
      <w:bookmarkStart w:id="605" w:name="_Toc497128227"/>
      <w:bookmarkStart w:id="606" w:name="_Toc497128397"/>
      <w:bookmarkStart w:id="607" w:name="_Toc497128398"/>
      <w:bookmarkStart w:id="608" w:name="_Toc497144014"/>
      <w:bookmarkStart w:id="609" w:name="_Toc497200334"/>
      <w:bookmarkStart w:id="610" w:name="_Toc497207411"/>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002C1D8B" w:rsidRPr="00EA5687">
        <w:rPr>
          <w:noProof/>
        </w:rPr>
        <w:t>Geographical Validity (</w:t>
      </w:r>
      <w:r w:rsidR="002C1D8B" w:rsidRPr="00EA5687">
        <w:rPr>
          <w:noProof/>
          <w:color w:val="FF0000"/>
        </w:rPr>
        <w:t>M</w:t>
      </w:r>
      <w:r w:rsidR="002C1D8B" w:rsidRPr="00EA5687">
        <w:rPr>
          <w:noProof/>
        </w:rPr>
        <w:t>)</w:t>
      </w:r>
      <w:bookmarkEnd w:id="581"/>
      <w:bookmarkEnd w:id="607"/>
      <w:bookmarkEnd w:id="608"/>
      <w:bookmarkEnd w:id="609"/>
      <w:bookmarkEnd w:id="610"/>
      <w:bookmarkEnd w:id="582"/>
    </w:p>
    <w:p w14:paraId="5BDE3BB9" w14:textId="77777777" w:rsidR="002C1D8B" w:rsidRPr="00EA5687" w:rsidRDefault="002C1D8B" w:rsidP="002C1D8B">
      <w:pPr>
        <w:numPr>
          <w:ilvl w:val="0"/>
          <w:numId w:val="35"/>
        </w:numPr>
        <w:rPr>
          <w:i/>
        </w:rPr>
      </w:pPr>
      <w:r w:rsidRPr="00EA5687">
        <w:rPr>
          <w:i/>
        </w:rPr>
        <w:t>Geographical Validity – Union (</w:t>
      </w:r>
      <w:r w:rsidRPr="00EA5687">
        <w:rPr>
          <w:i/>
          <w:color w:val="FF0000"/>
        </w:rPr>
        <w:t>M</w:t>
      </w:r>
      <w:r w:rsidRPr="00EA5687">
        <w:rPr>
          <w:i/>
        </w:rPr>
        <w:t>)</w:t>
      </w:r>
    </w:p>
    <w:p w14:paraId="77A60989" w14:textId="77777777" w:rsidR="002C1D8B" w:rsidRPr="00EA5687" w:rsidRDefault="002C1D8B" w:rsidP="002C1D8B">
      <w:pPr>
        <w:ind w:left="1364"/>
        <w:rPr>
          <w:i/>
        </w:rPr>
      </w:pPr>
      <w:r w:rsidRPr="00EA5687">
        <w:t xml:space="preserve">A single-MS decision is a decision that is valid in only one MS while a </w:t>
      </w:r>
      <w:proofErr w:type="gramStart"/>
      <w:r w:rsidRPr="00EA5687">
        <w:t>multi-MS</w:t>
      </w:r>
      <w:proofErr w:type="gramEnd"/>
      <w:r w:rsidRPr="00EA5687">
        <w:t xml:space="preserve"> decision is valid in more than one MS. </w:t>
      </w:r>
    </w:p>
    <w:p w14:paraId="37C8CB19" w14:textId="77777777" w:rsidR="002C1D8B" w:rsidRPr="00EA5687" w:rsidRDefault="002C1D8B" w:rsidP="002C1D8B">
      <w:pPr>
        <w:numPr>
          <w:ilvl w:val="1"/>
          <w:numId w:val="35"/>
        </w:numPr>
        <w:rPr>
          <w:b/>
          <w:i/>
        </w:rPr>
      </w:pPr>
      <w:r w:rsidRPr="00EA5687">
        <w:rPr>
          <w:b/>
        </w:rPr>
        <w:t>Geographical Validity Union Identification (</w:t>
      </w:r>
      <w:r w:rsidRPr="00EA5687">
        <w:rPr>
          <w:b/>
          <w:color w:val="FF0000"/>
        </w:rPr>
        <w:t>M</w:t>
      </w:r>
      <w:r w:rsidRPr="00EA5687">
        <w:rPr>
          <w:b/>
        </w:rPr>
        <w:t>)</w:t>
      </w:r>
    </w:p>
    <w:p w14:paraId="2D24615D" w14:textId="77777777" w:rsidR="002C1D8B" w:rsidRPr="00EA5687" w:rsidRDefault="002C1D8B" w:rsidP="002C1D8B">
      <w:pPr>
        <w:numPr>
          <w:ilvl w:val="1"/>
          <w:numId w:val="35"/>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4A8BDA04" w14:textId="07F6AB4A" w:rsidR="003833EB" w:rsidRPr="00EA5687" w:rsidRDefault="002C1D8B" w:rsidP="002C1D8B">
      <w:pPr>
        <w:numPr>
          <w:ilvl w:val="1"/>
          <w:numId w:val="35"/>
        </w:numPr>
        <w:rPr>
          <w:i/>
        </w:rPr>
      </w:pPr>
      <w:r w:rsidRPr="00EA5687">
        <w:rPr>
          <w:i/>
        </w:rPr>
        <w:t>Geographical validity – Common Transit Countries (</w:t>
      </w:r>
      <w:r w:rsidRPr="00EA5687">
        <w:rPr>
          <w:i/>
          <w:color w:val="7030A0"/>
        </w:rPr>
        <w:t>I</w:t>
      </w:r>
      <w:r w:rsidRPr="00EA5687">
        <w:rPr>
          <w:i/>
        </w:rPr>
        <w:t>)</w:t>
      </w:r>
      <w:r w:rsidR="00C77865">
        <w:t xml:space="preserve"> </w:t>
      </w:r>
    </w:p>
    <w:p w14:paraId="5E365EF3" w14:textId="7AAD30C7" w:rsidR="00EA7165" w:rsidRPr="00EA7165" w:rsidRDefault="00EA7165" w:rsidP="00081644">
      <w:pPr>
        <w:pStyle w:val="Heading1"/>
      </w:pPr>
      <w:bookmarkStart w:id="611" w:name="_Toc530468268"/>
      <w:bookmarkStart w:id="612" w:name="_Ref507511436"/>
      <w:bookmarkStart w:id="613" w:name="_Toc533068296"/>
      <w:bookmarkEnd w:id="611"/>
      <w:r w:rsidRPr="00EA7165">
        <w:t>A</w:t>
      </w:r>
      <w:r>
        <w:t>uthorised Consignee</w:t>
      </w:r>
      <w:r w:rsidRPr="00EA7165">
        <w:t xml:space="preserve"> for </w:t>
      </w:r>
      <w:r w:rsidR="00872134">
        <w:t>Community</w:t>
      </w:r>
      <w:r w:rsidRPr="00EA7165">
        <w:t xml:space="preserve"> </w:t>
      </w:r>
      <w:r w:rsidR="004C34CA">
        <w:t>T</w:t>
      </w:r>
      <w:r w:rsidRPr="00EA7165">
        <w:t>ransit Application Specific Information Page</w:t>
      </w:r>
      <w:bookmarkEnd w:id="36"/>
      <w:bookmarkEnd w:id="37"/>
      <w:bookmarkEnd w:id="38"/>
      <w:bookmarkEnd w:id="39"/>
      <w:bookmarkEnd w:id="40"/>
      <w:bookmarkEnd w:id="612"/>
      <w:bookmarkEnd w:id="613"/>
    </w:p>
    <w:p w14:paraId="66E578E0" w14:textId="3FE2214D" w:rsidR="00EA7165" w:rsidRPr="00081644" w:rsidRDefault="00EA7165" w:rsidP="00FD2C10">
      <w:pPr>
        <w:pStyle w:val="Heading2"/>
        <w:numPr>
          <w:ilvl w:val="1"/>
          <w:numId w:val="60"/>
        </w:numPr>
      </w:pPr>
      <w:bookmarkStart w:id="614" w:name="_Toc497128400"/>
      <w:bookmarkStart w:id="615" w:name="_Toc497144016"/>
      <w:bookmarkStart w:id="616" w:name="_Toc497200336"/>
      <w:bookmarkStart w:id="617" w:name="_Toc497207413"/>
      <w:bookmarkStart w:id="618" w:name="_Toc533068297"/>
      <w:r w:rsidRPr="00081644">
        <w:t>Transit Application Information (</w:t>
      </w:r>
      <w:r w:rsidRPr="00081644">
        <w:rPr>
          <w:color w:val="FF0000"/>
        </w:rPr>
        <w:t>M</w:t>
      </w:r>
      <w:r w:rsidRPr="00081644">
        <w:t>)</w:t>
      </w:r>
      <w:bookmarkEnd w:id="614"/>
      <w:bookmarkEnd w:id="615"/>
      <w:bookmarkEnd w:id="616"/>
      <w:bookmarkEnd w:id="617"/>
      <w:bookmarkEnd w:id="618"/>
    </w:p>
    <w:p w14:paraId="647679E1" w14:textId="6E86D094" w:rsidR="003F4046" w:rsidRPr="003F4046" w:rsidRDefault="00EA7165" w:rsidP="00FD2C10">
      <w:pPr>
        <w:pStyle w:val="Heading3"/>
        <w:numPr>
          <w:ilvl w:val="2"/>
          <w:numId w:val="60"/>
        </w:numPr>
        <w:rPr>
          <w:noProof/>
        </w:rPr>
      </w:pPr>
      <w:bookmarkStart w:id="619" w:name="_Toc497128401"/>
      <w:bookmarkStart w:id="620" w:name="_Toc497144017"/>
      <w:bookmarkStart w:id="621" w:name="_Toc497200337"/>
      <w:bookmarkStart w:id="622" w:name="_Toc497207414"/>
      <w:bookmarkStart w:id="623" w:name="_Toc533068298"/>
      <w:r w:rsidRPr="00EA7165">
        <w:rPr>
          <w:noProof/>
        </w:rPr>
        <w:t>Main Accounts Transit (</w:t>
      </w:r>
      <w:r w:rsidRPr="00EA7165">
        <w:rPr>
          <w:noProof/>
          <w:color w:val="FF0000"/>
        </w:rPr>
        <w:t>M</w:t>
      </w:r>
      <w:r w:rsidRPr="00EA7165">
        <w:rPr>
          <w:noProof/>
        </w:rPr>
        <w:t>)</w:t>
      </w:r>
      <w:bookmarkEnd w:id="619"/>
      <w:bookmarkEnd w:id="620"/>
      <w:bookmarkEnd w:id="621"/>
      <w:bookmarkEnd w:id="622"/>
      <w:bookmarkEnd w:id="623"/>
    </w:p>
    <w:p w14:paraId="0D83FA0A" w14:textId="5BF9E301" w:rsidR="003F4046" w:rsidRDefault="003F4046" w:rsidP="00EA7165">
      <w:pPr>
        <w:numPr>
          <w:ilvl w:val="0"/>
          <w:numId w:val="35"/>
        </w:numPr>
        <w:rPr>
          <w:i/>
        </w:rPr>
      </w:pPr>
      <w:r>
        <w:rPr>
          <w:i/>
        </w:rPr>
        <w:t>Records (</w:t>
      </w:r>
      <w:r w:rsidRPr="00FD2C10">
        <w:rPr>
          <w:i/>
          <w:color w:val="FF0000"/>
        </w:rPr>
        <w:t>M</w:t>
      </w:r>
      <w:r>
        <w:rPr>
          <w:i/>
        </w:rPr>
        <w:t xml:space="preserve">, </w:t>
      </w:r>
      <w:r w:rsidRPr="00FD2C10">
        <w:rPr>
          <w:i/>
          <w:color w:val="0070C0"/>
        </w:rPr>
        <w:t>R</w:t>
      </w:r>
      <w:r>
        <w:rPr>
          <w:i/>
        </w:rPr>
        <w:t>)</w:t>
      </w:r>
    </w:p>
    <w:p w14:paraId="1DDE80E4" w14:textId="7CEFA3F9" w:rsidR="00EA7165" w:rsidRDefault="00EA7165" w:rsidP="00FD2C10">
      <w:pPr>
        <w:numPr>
          <w:ilvl w:val="1"/>
          <w:numId w:val="35"/>
        </w:numPr>
        <w:rPr>
          <w:i/>
        </w:rPr>
      </w:pPr>
      <w:r w:rsidRPr="00EA7165">
        <w:rPr>
          <w:i/>
        </w:rPr>
        <w:t>Place of Records (</w:t>
      </w:r>
      <w:r w:rsidRPr="00EA7165">
        <w:rPr>
          <w:i/>
          <w:color w:val="FF0000"/>
        </w:rPr>
        <w:t>M</w:t>
      </w:r>
      <w:r w:rsidRPr="00EA7165">
        <w:rPr>
          <w:i/>
        </w:rPr>
        <w:t xml:space="preserve">) </w:t>
      </w:r>
    </w:p>
    <w:p w14:paraId="71A2E10C" w14:textId="504A0839" w:rsidR="001F67BE" w:rsidRPr="00FD2C10" w:rsidRDefault="007F0130" w:rsidP="00FD2C10">
      <w:pPr>
        <w:ind w:left="2084"/>
        <w:rPr>
          <w:color w:val="E36C0A" w:themeColor="accent6" w:themeShade="BF"/>
        </w:rPr>
      </w:pPr>
      <w:r w:rsidRPr="00FD2C10">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r w:rsidR="001F67BE" w:rsidRPr="00FD2C10">
        <w:rPr>
          <w:color w:val="E36C0A" w:themeColor="accent6" w:themeShade="BF"/>
        </w:rPr>
        <w:t>.</w:t>
      </w:r>
    </w:p>
    <w:p w14:paraId="7C037621" w14:textId="107271A2" w:rsidR="00EA7165" w:rsidRPr="00EA7165" w:rsidRDefault="00EA7165" w:rsidP="00FD2C10">
      <w:pPr>
        <w:numPr>
          <w:ilvl w:val="2"/>
          <w:numId w:val="35"/>
        </w:numPr>
        <w:rPr>
          <w:i/>
        </w:rPr>
      </w:pPr>
      <w:r w:rsidRPr="00EA7165">
        <w:rPr>
          <w:b/>
        </w:rPr>
        <w:t>Street Name and Number (</w:t>
      </w:r>
      <w:r w:rsidR="00BB5BEC" w:rsidRPr="00FD2C10">
        <w:rPr>
          <w:b/>
          <w:color w:val="F79646" w:themeColor="accent6"/>
        </w:rPr>
        <w:t>D</w:t>
      </w:r>
      <w:r w:rsidRPr="00EA7165">
        <w:rPr>
          <w:b/>
        </w:rPr>
        <w:t>)</w:t>
      </w:r>
    </w:p>
    <w:p w14:paraId="2BD7BEE2" w14:textId="117E162B" w:rsidR="00EA7165" w:rsidRPr="00EA7165" w:rsidRDefault="00EA7165" w:rsidP="00FD2C10">
      <w:pPr>
        <w:numPr>
          <w:ilvl w:val="2"/>
          <w:numId w:val="35"/>
        </w:numPr>
        <w:rPr>
          <w:i/>
        </w:rPr>
      </w:pPr>
      <w:r w:rsidRPr="00EA7165">
        <w:rPr>
          <w:b/>
        </w:rPr>
        <w:t>Postcode (</w:t>
      </w:r>
      <w:r w:rsidR="00BB5BEC" w:rsidRPr="00B61F0C">
        <w:rPr>
          <w:b/>
          <w:color w:val="F79646" w:themeColor="accent6"/>
        </w:rPr>
        <w:t>D</w:t>
      </w:r>
      <w:r w:rsidRPr="00EA7165">
        <w:rPr>
          <w:b/>
        </w:rPr>
        <w:t>)</w:t>
      </w:r>
    </w:p>
    <w:p w14:paraId="0EC2B75A" w14:textId="2D251995" w:rsidR="00EA7165" w:rsidRPr="00EA7165" w:rsidRDefault="00EA7165" w:rsidP="00FD2C10">
      <w:pPr>
        <w:numPr>
          <w:ilvl w:val="2"/>
          <w:numId w:val="35"/>
        </w:numPr>
        <w:rPr>
          <w:i/>
        </w:rPr>
      </w:pPr>
      <w:r w:rsidRPr="00EA7165">
        <w:rPr>
          <w:b/>
        </w:rPr>
        <w:t>City (</w:t>
      </w:r>
      <w:r w:rsidR="00BB5BEC" w:rsidRPr="00B61F0C">
        <w:rPr>
          <w:b/>
          <w:color w:val="F79646" w:themeColor="accent6"/>
        </w:rPr>
        <w:t>D</w:t>
      </w:r>
      <w:r w:rsidRPr="00EA7165">
        <w:rPr>
          <w:b/>
        </w:rPr>
        <w:t>)</w:t>
      </w:r>
    </w:p>
    <w:p w14:paraId="5F00A39A" w14:textId="0353382F" w:rsidR="00EA7165" w:rsidRPr="00EA7165" w:rsidRDefault="00EA7165" w:rsidP="00FD2C10">
      <w:pPr>
        <w:numPr>
          <w:ilvl w:val="2"/>
          <w:numId w:val="35"/>
        </w:numPr>
        <w:rPr>
          <w:i/>
        </w:rPr>
      </w:pPr>
      <w:r w:rsidRPr="00EA7165">
        <w:rPr>
          <w:b/>
        </w:rPr>
        <w:t>MS Country (</w:t>
      </w:r>
      <w:r w:rsidR="00BB5BEC" w:rsidRPr="00B61F0C">
        <w:rPr>
          <w:b/>
          <w:color w:val="F79646" w:themeColor="accent6"/>
        </w:rPr>
        <w:t>D</w:t>
      </w:r>
      <w:r w:rsidRPr="00EA7165">
        <w:rPr>
          <w:b/>
        </w:rPr>
        <w:t>)</w:t>
      </w:r>
    </w:p>
    <w:p w14:paraId="369135B8" w14:textId="2A9F0864" w:rsidR="00EA7165" w:rsidRPr="00EA7165" w:rsidRDefault="00EA7165" w:rsidP="00FD2C10">
      <w:pPr>
        <w:numPr>
          <w:ilvl w:val="2"/>
          <w:numId w:val="35"/>
        </w:numPr>
        <w:rPr>
          <w:i/>
        </w:rPr>
      </w:pPr>
      <w:r w:rsidRPr="00EA7165">
        <w:rPr>
          <w:b/>
        </w:rPr>
        <w:t>UNLOCODE (</w:t>
      </w:r>
      <w:r w:rsidR="00BB5BEC"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0" w:history="1">
        <w:r w:rsidR="0072008A" w:rsidRPr="00DB3342">
          <w:rPr>
            <w:rStyle w:val="Hyperlink"/>
          </w:rPr>
          <w:t>https://www.unece.org/fileadmin/DAM/cefact/recommendations/rec16/rec16_ecetrd205e.pdf</w:t>
        </w:r>
      </w:hyperlink>
      <w:r w:rsidRPr="00EA7165">
        <w:t>).</w:t>
      </w:r>
    </w:p>
    <w:p w14:paraId="7BC6A776" w14:textId="3B391654" w:rsidR="00EA7165" w:rsidRDefault="00EA7165" w:rsidP="00FD2C10">
      <w:pPr>
        <w:numPr>
          <w:ilvl w:val="1"/>
          <w:numId w:val="35"/>
        </w:numPr>
        <w:rPr>
          <w:i/>
        </w:rPr>
      </w:pPr>
      <w:r w:rsidRPr="00EA7165" w:rsidDel="00E11525">
        <w:t xml:space="preserve"> </w:t>
      </w:r>
      <w:r w:rsidRPr="00EA7165">
        <w:rPr>
          <w:i/>
        </w:rPr>
        <w:t>Type of Records (</w:t>
      </w:r>
      <w:r w:rsidRPr="00EA7165">
        <w:rPr>
          <w:i/>
          <w:color w:val="FF0000"/>
        </w:rPr>
        <w:t>M</w:t>
      </w:r>
      <w:r w:rsidRPr="00EA7165">
        <w:rPr>
          <w:i/>
        </w:rPr>
        <w:t>)</w:t>
      </w:r>
    </w:p>
    <w:p w14:paraId="6675F2E5" w14:textId="77777777" w:rsidR="00F64C2A" w:rsidRPr="005F79B4" w:rsidRDefault="00F64C2A" w:rsidP="00FD2C10">
      <w:pPr>
        <w:pStyle w:val="Text3"/>
        <w:ind w:left="2084"/>
      </w:pPr>
      <w:r w:rsidRPr="005F79B4">
        <w:t>Specify the type of records by giving details about the system intended to be used, including the software.</w:t>
      </w:r>
    </w:p>
    <w:p w14:paraId="6B52FEAC" w14:textId="270200CC" w:rsidR="00F64C2A" w:rsidRPr="00FD2C10" w:rsidRDefault="00F64C2A" w:rsidP="00FD2C10">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0F134EFC" w14:textId="77777777" w:rsidR="00EA7165" w:rsidRPr="00EA7165" w:rsidRDefault="00EA7165" w:rsidP="00FD2C10">
      <w:pPr>
        <w:numPr>
          <w:ilvl w:val="2"/>
          <w:numId w:val="35"/>
        </w:numPr>
        <w:rPr>
          <w:i/>
        </w:rPr>
      </w:pPr>
      <w:r w:rsidRPr="00EA7165">
        <w:rPr>
          <w:b/>
        </w:rPr>
        <w:t>Type of Record Description (</w:t>
      </w:r>
      <w:r w:rsidRPr="00EA7165">
        <w:rPr>
          <w:b/>
          <w:color w:val="FF0000"/>
        </w:rPr>
        <w:t>M</w:t>
      </w:r>
      <w:r w:rsidRPr="00EA7165">
        <w:rPr>
          <w:b/>
        </w:rPr>
        <w:t>)</w:t>
      </w:r>
    </w:p>
    <w:p w14:paraId="72C9C96C" w14:textId="308D6204" w:rsidR="00EA7165" w:rsidRPr="00EA7165" w:rsidRDefault="00EA7165" w:rsidP="00FD2C10">
      <w:pPr>
        <w:pStyle w:val="Heading2"/>
        <w:numPr>
          <w:ilvl w:val="1"/>
          <w:numId w:val="60"/>
        </w:numPr>
      </w:pPr>
      <w:bookmarkStart w:id="624" w:name="_Toc497200345"/>
      <w:bookmarkStart w:id="625" w:name="_Toc497207415"/>
      <w:bookmarkStart w:id="626" w:name="_Toc533068299"/>
      <w:r w:rsidRPr="00EA7165">
        <w:t>Authorised Cons</w:t>
      </w:r>
      <w:r>
        <w:t>ignee</w:t>
      </w:r>
      <w:r w:rsidRPr="00EA7165">
        <w:t xml:space="preserve"> for Union Transit Application Information (</w:t>
      </w:r>
      <w:r w:rsidRPr="00EA7165">
        <w:rPr>
          <w:color w:val="FF0000"/>
        </w:rPr>
        <w:t>M</w:t>
      </w:r>
      <w:r w:rsidRPr="00EA7165">
        <w:t>)</w:t>
      </w:r>
      <w:bookmarkEnd w:id="624"/>
      <w:bookmarkEnd w:id="625"/>
      <w:bookmarkEnd w:id="626"/>
    </w:p>
    <w:p w14:paraId="4241370F" w14:textId="6BEB0844" w:rsidR="00EA7165" w:rsidRDefault="00EA7165" w:rsidP="00FD2C10">
      <w:pPr>
        <w:pStyle w:val="Heading3"/>
        <w:numPr>
          <w:ilvl w:val="2"/>
          <w:numId w:val="60"/>
        </w:numPr>
        <w:rPr>
          <w:noProof/>
        </w:rPr>
      </w:pPr>
      <w:bookmarkStart w:id="627" w:name="_Toc497200346"/>
      <w:bookmarkStart w:id="628" w:name="_Toc497207416"/>
      <w:bookmarkStart w:id="629" w:name="_Toc533068300"/>
      <w:r w:rsidRPr="00EA7165">
        <w:rPr>
          <w:noProof/>
        </w:rPr>
        <w:t xml:space="preserve">Location </w:t>
      </w:r>
      <w:r w:rsidR="00872134" w:rsidRPr="00664981">
        <w:rPr>
          <w:noProof/>
        </w:rPr>
        <w:t>Where</w:t>
      </w:r>
      <w:r w:rsidRPr="00EA7165">
        <w:rPr>
          <w:noProof/>
        </w:rPr>
        <w:t xml:space="preserve"> Goods Will Be </w:t>
      </w:r>
      <w:r w:rsidR="00872134">
        <w:rPr>
          <w:noProof/>
        </w:rPr>
        <w:t>Received</w:t>
      </w:r>
      <w:r w:rsidRPr="00EA7165">
        <w:rPr>
          <w:noProof/>
        </w:rPr>
        <w:t xml:space="preserve"> Under Union Transit (</w:t>
      </w:r>
      <w:r w:rsidRPr="00EA7165">
        <w:rPr>
          <w:noProof/>
          <w:color w:val="FF0000"/>
        </w:rPr>
        <w:t>M</w:t>
      </w:r>
      <w:r w:rsidRPr="00EA7165">
        <w:rPr>
          <w:noProof/>
        </w:rPr>
        <w:t xml:space="preserve">, </w:t>
      </w:r>
      <w:r w:rsidRPr="00EA7165">
        <w:rPr>
          <w:noProof/>
          <w:color w:val="0070C0"/>
        </w:rPr>
        <w:t>R</w:t>
      </w:r>
      <w:r w:rsidRPr="00EA7165">
        <w:rPr>
          <w:noProof/>
        </w:rPr>
        <w:t>)</w:t>
      </w:r>
      <w:bookmarkEnd w:id="627"/>
      <w:bookmarkEnd w:id="628"/>
      <w:bookmarkEnd w:id="629"/>
    </w:p>
    <w:p w14:paraId="5AEA19FB" w14:textId="77777777" w:rsidR="00EA7165" w:rsidRPr="00EA7165" w:rsidRDefault="00EA7165" w:rsidP="00EA7165">
      <w:pPr>
        <w:numPr>
          <w:ilvl w:val="0"/>
          <w:numId w:val="39"/>
        </w:numPr>
        <w:rPr>
          <w:b/>
        </w:rPr>
      </w:pPr>
      <w:r w:rsidRPr="00EA7165">
        <w:rPr>
          <w:b/>
        </w:rPr>
        <w:t>Qualifier of the Identification (</w:t>
      </w:r>
      <w:r w:rsidRPr="00EA7165">
        <w:rPr>
          <w:b/>
          <w:color w:val="FF0000"/>
        </w:rPr>
        <w:t>M</w:t>
      </w:r>
      <w:r w:rsidRPr="00EA7165">
        <w:rPr>
          <w:b/>
        </w:rPr>
        <w:t>)</w:t>
      </w:r>
    </w:p>
    <w:p w14:paraId="61F3A2B9" w14:textId="77777777" w:rsidR="00EA7165" w:rsidRPr="00EA7165" w:rsidRDefault="00EA7165" w:rsidP="00EA7165">
      <w:pPr>
        <w:numPr>
          <w:ilvl w:val="0"/>
          <w:numId w:val="39"/>
        </w:numPr>
        <w:rPr>
          <w:b/>
        </w:rPr>
      </w:pPr>
      <w:r w:rsidRPr="00EA7165">
        <w:rPr>
          <w:b/>
        </w:rPr>
        <w:t>Country (</w:t>
      </w:r>
      <w:r w:rsidRPr="00EA7165">
        <w:rPr>
          <w:b/>
          <w:color w:val="FF0000"/>
        </w:rPr>
        <w:t>M</w:t>
      </w:r>
      <w:r w:rsidRPr="00EA7165">
        <w:rPr>
          <w:b/>
        </w:rPr>
        <w:t>)</w:t>
      </w:r>
    </w:p>
    <w:p w14:paraId="66DF948C" w14:textId="44857910" w:rsidR="002C48F1" w:rsidRPr="008B2C4D" w:rsidRDefault="00EA7165" w:rsidP="00FD2C10">
      <w:pPr>
        <w:numPr>
          <w:ilvl w:val="0"/>
          <w:numId w:val="39"/>
        </w:numPr>
        <w:rPr>
          <w:b/>
        </w:rPr>
      </w:pPr>
      <w:r w:rsidRPr="00EA7165">
        <w:rPr>
          <w:b/>
        </w:rPr>
        <w:t>Type of Location Code (</w:t>
      </w:r>
      <w:r w:rsidRPr="00EA7165">
        <w:rPr>
          <w:b/>
          <w:color w:val="FF0000"/>
        </w:rPr>
        <w:t>M</w:t>
      </w:r>
      <w:r w:rsidRPr="00EA7165">
        <w:rPr>
          <w:b/>
        </w:rPr>
        <w:t>)</w:t>
      </w:r>
    </w:p>
    <w:p w14:paraId="283F4075" w14:textId="77777777" w:rsidR="00EA7165" w:rsidRPr="00FD2C10" w:rsidRDefault="00EA7165" w:rsidP="00EA7165">
      <w:pPr>
        <w:numPr>
          <w:ilvl w:val="0"/>
          <w:numId w:val="41"/>
        </w:numPr>
      </w:pPr>
      <w:r w:rsidRPr="00EA7165">
        <w:rPr>
          <w:i/>
        </w:rPr>
        <w:t>Coded Location (</w:t>
      </w:r>
      <w:r w:rsidRPr="005E509F">
        <w:rPr>
          <w:i/>
          <w:color w:val="E36C0A" w:themeColor="accent6" w:themeShade="BF"/>
        </w:rPr>
        <w:t>D</w:t>
      </w:r>
      <w:r w:rsidRPr="00EA7165">
        <w:rPr>
          <w:i/>
        </w:rPr>
        <w:t>)</w:t>
      </w:r>
    </w:p>
    <w:p w14:paraId="17774754" w14:textId="77777777" w:rsidR="00C97853" w:rsidRPr="00FD2C10" w:rsidRDefault="00C97853" w:rsidP="00C97853">
      <w:pPr>
        <w:pStyle w:val="Text3"/>
        <w:ind w:left="1364"/>
        <w:rPr>
          <w:color w:val="E36C0A" w:themeColor="accent6" w:themeShade="BF"/>
        </w:rPr>
      </w:pPr>
      <w:r w:rsidRPr="00FD2C10">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49C62F36" w14:textId="77777777" w:rsidR="00EA7165" w:rsidRPr="00EA7165" w:rsidRDefault="00EA7165" w:rsidP="00EA7165">
      <w:pPr>
        <w:numPr>
          <w:ilvl w:val="0"/>
          <w:numId w:val="42"/>
        </w:numPr>
        <w:rPr>
          <w:b/>
        </w:rPr>
      </w:pPr>
      <w:r w:rsidRPr="00EA7165">
        <w:rPr>
          <w:b/>
        </w:rPr>
        <w:t>Identification of Location (</w:t>
      </w:r>
      <w:r w:rsidRPr="00EA7165">
        <w:rPr>
          <w:b/>
          <w:color w:val="FF0000"/>
        </w:rPr>
        <w:t>M</w:t>
      </w:r>
      <w:r w:rsidRPr="00EA7165">
        <w:rPr>
          <w:b/>
        </w:rPr>
        <w:t>)</w:t>
      </w:r>
    </w:p>
    <w:p w14:paraId="530E03A2" w14:textId="77777777" w:rsidR="00EA7165" w:rsidRPr="00EA7165" w:rsidRDefault="00EA7165" w:rsidP="00EA7165">
      <w:pPr>
        <w:numPr>
          <w:ilvl w:val="0"/>
          <w:numId w:val="42"/>
        </w:numPr>
        <w:rPr>
          <w:b/>
        </w:rPr>
      </w:pPr>
      <w:r w:rsidRPr="00EA7165">
        <w:rPr>
          <w:b/>
        </w:rPr>
        <w:t>Additional Identifier (</w:t>
      </w:r>
      <w:r w:rsidRPr="00EA7165">
        <w:rPr>
          <w:b/>
          <w:color w:val="FF0000"/>
        </w:rPr>
        <w:t>M</w:t>
      </w:r>
      <w:r w:rsidRPr="00EA7165">
        <w:rPr>
          <w:b/>
        </w:rPr>
        <w:t>)</w:t>
      </w:r>
    </w:p>
    <w:p w14:paraId="5BAE3B10" w14:textId="77777777" w:rsidR="00EA7165" w:rsidRPr="00FD2C10" w:rsidRDefault="00EA7165" w:rsidP="00EA7165">
      <w:pPr>
        <w:numPr>
          <w:ilvl w:val="0"/>
          <w:numId w:val="41"/>
        </w:numPr>
      </w:pPr>
      <w:r w:rsidRPr="00EA7165">
        <w:rPr>
          <w:i/>
        </w:rPr>
        <w:t>Free Text Description (</w:t>
      </w:r>
      <w:r w:rsidRPr="005E509F">
        <w:rPr>
          <w:i/>
          <w:color w:val="E36C0A" w:themeColor="accent6" w:themeShade="BF"/>
        </w:rPr>
        <w:t>D</w:t>
      </w:r>
      <w:r w:rsidRPr="00EA7165">
        <w:rPr>
          <w:i/>
        </w:rPr>
        <w:t>)</w:t>
      </w:r>
    </w:p>
    <w:p w14:paraId="20E87CCC" w14:textId="77777777" w:rsidR="00C97853" w:rsidRPr="00FD2C10" w:rsidRDefault="00C97853" w:rsidP="00C97853">
      <w:pPr>
        <w:pStyle w:val="Text3"/>
        <w:ind w:left="1364"/>
        <w:rPr>
          <w:color w:val="E36C0A" w:themeColor="accent6" w:themeShade="BF"/>
        </w:rPr>
      </w:pPr>
      <w:r w:rsidRPr="00FD2C10">
        <w:rPr>
          <w:color w:val="E36C0A" w:themeColor="accent6" w:themeShade="BF"/>
        </w:rPr>
        <w:t>This must be filled in only if the qualifier of the identification equals to ‘Free text’.</w:t>
      </w:r>
    </w:p>
    <w:p w14:paraId="0363B330" w14:textId="77777777" w:rsidR="00EA7165" w:rsidRPr="00EA7165" w:rsidRDefault="00EA7165" w:rsidP="00EA7165">
      <w:pPr>
        <w:numPr>
          <w:ilvl w:val="0"/>
          <w:numId w:val="43"/>
        </w:numPr>
        <w:rPr>
          <w:b/>
        </w:rPr>
      </w:pPr>
      <w:r w:rsidRPr="00EA7165">
        <w:rPr>
          <w:b/>
        </w:rPr>
        <w:t>Name (</w:t>
      </w:r>
      <w:r w:rsidRPr="00EA7165">
        <w:rPr>
          <w:b/>
          <w:color w:val="FF0000"/>
        </w:rPr>
        <w:t>M</w:t>
      </w:r>
      <w:r w:rsidRPr="00EA7165">
        <w:rPr>
          <w:b/>
        </w:rPr>
        <w:t>)</w:t>
      </w:r>
    </w:p>
    <w:p w14:paraId="22DDD8CF" w14:textId="77777777" w:rsidR="00EA7165" w:rsidRPr="00EA7165" w:rsidRDefault="00EA7165" w:rsidP="00EA7165">
      <w:pPr>
        <w:numPr>
          <w:ilvl w:val="0"/>
          <w:numId w:val="43"/>
        </w:numPr>
        <w:rPr>
          <w:b/>
        </w:rPr>
      </w:pPr>
      <w:r w:rsidRPr="00EA7165">
        <w:rPr>
          <w:b/>
        </w:rPr>
        <w:t>Street and Number (</w:t>
      </w:r>
      <w:r w:rsidRPr="00EA7165">
        <w:rPr>
          <w:b/>
          <w:color w:val="FF0000"/>
        </w:rPr>
        <w:t>M</w:t>
      </w:r>
      <w:r w:rsidRPr="00EA7165">
        <w:rPr>
          <w:b/>
        </w:rPr>
        <w:t>)</w:t>
      </w:r>
    </w:p>
    <w:p w14:paraId="33D342A9" w14:textId="77777777" w:rsidR="00EA7165" w:rsidRPr="00EA7165" w:rsidRDefault="00EA7165" w:rsidP="00EA7165">
      <w:pPr>
        <w:numPr>
          <w:ilvl w:val="0"/>
          <w:numId w:val="43"/>
        </w:numPr>
        <w:rPr>
          <w:b/>
        </w:rPr>
      </w:pPr>
      <w:r w:rsidRPr="00EA7165">
        <w:rPr>
          <w:b/>
        </w:rPr>
        <w:t>Postcode (</w:t>
      </w:r>
      <w:r w:rsidRPr="00EA7165">
        <w:rPr>
          <w:b/>
          <w:color w:val="FF0000"/>
        </w:rPr>
        <w:t>M</w:t>
      </w:r>
      <w:r w:rsidRPr="00EA7165">
        <w:rPr>
          <w:b/>
        </w:rPr>
        <w:t>)</w:t>
      </w:r>
    </w:p>
    <w:p w14:paraId="25FE3715" w14:textId="64A08CD1" w:rsidR="00872134" w:rsidRDefault="00EA7165" w:rsidP="00872134">
      <w:pPr>
        <w:numPr>
          <w:ilvl w:val="0"/>
          <w:numId w:val="43"/>
        </w:numPr>
        <w:rPr>
          <w:b/>
        </w:rPr>
      </w:pPr>
      <w:r w:rsidRPr="00EA7165">
        <w:rPr>
          <w:b/>
        </w:rPr>
        <w:t>City (</w:t>
      </w:r>
      <w:r w:rsidRPr="00EA7165">
        <w:rPr>
          <w:b/>
          <w:color w:val="FF0000"/>
        </w:rPr>
        <w:t>M</w:t>
      </w:r>
      <w:r w:rsidRPr="00EA7165">
        <w:rPr>
          <w:b/>
        </w:rPr>
        <w:t>)</w:t>
      </w:r>
    </w:p>
    <w:p w14:paraId="740E535A" w14:textId="6CA0D5E8" w:rsidR="00872134" w:rsidRPr="00664981" w:rsidRDefault="00872134" w:rsidP="00FD2C10">
      <w:pPr>
        <w:pStyle w:val="Heading3"/>
        <w:numPr>
          <w:ilvl w:val="2"/>
          <w:numId w:val="60"/>
        </w:numPr>
        <w:rPr>
          <w:noProof/>
        </w:rPr>
      </w:pPr>
      <w:bookmarkStart w:id="630" w:name="_Toc533068301"/>
      <w:r>
        <w:rPr>
          <w:noProof/>
        </w:rPr>
        <w:t>Number of Operations</w:t>
      </w:r>
      <w:r w:rsidRPr="00EA7165">
        <w:rPr>
          <w:noProof/>
        </w:rPr>
        <w:t xml:space="preserve"> (</w:t>
      </w:r>
      <w:r w:rsidRPr="00EA7165">
        <w:rPr>
          <w:noProof/>
          <w:color w:val="FF0000"/>
        </w:rPr>
        <w:t>M</w:t>
      </w:r>
      <w:r w:rsidRPr="00EA7165">
        <w:rPr>
          <w:noProof/>
        </w:rPr>
        <w:t>)</w:t>
      </w:r>
      <w:bookmarkEnd w:id="630"/>
    </w:p>
    <w:p w14:paraId="6D2AC8B4" w14:textId="1AF064B6" w:rsidR="00EA7165" w:rsidRPr="00EA7165" w:rsidRDefault="00EA7165" w:rsidP="00FD2C10">
      <w:pPr>
        <w:pStyle w:val="Heading3"/>
        <w:numPr>
          <w:ilvl w:val="2"/>
          <w:numId w:val="60"/>
        </w:numPr>
        <w:rPr>
          <w:noProof/>
        </w:rPr>
      </w:pPr>
      <w:bookmarkStart w:id="631" w:name="_Toc508801310"/>
      <w:bookmarkStart w:id="632" w:name="_Toc508801548"/>
      <w:bookmarkStart w:id="633" w:name="_Toc508801603"/>
      <w:bookmarkStart w:id="634" w:name="_Toc508804578"/>
      <w:bookmarkStart w:id="635" w:name="_Toc530468275"/>
      <w:bookmarkStart w:id="636" w:name="_Toc508801311"/>
      <w:bookmarkStart w:id="637" w:name="_Toc508801549"/>
      <w:bookmarkStart w:id="638" w:name="_Toc508801604"/>
      <w:bookmarkStart w:id="639" w:name="_Toc508804579"/>
      <w:bookmarkStart w:id="640" w:name="_Toc530468276"/>
      <w:bookmarkStart w:id="641" w:name="_Toc508801312"/>
      <w:bookmarkStart w:id="642" w:name="_Toc508801550"/>
      <w:bookmarkStart w:id="643" w:name="_Toc508801605"/>
      <w:bookmarkStart w:id="644" w:name="_Toc508804580"/>
      <w:bookmarkStart w:id="645" w:name="_Toc530468277"/>
      <w:bookmarkStart w:id="646" w:name="_Toc533068302"/>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Pr="00EA7165">
        <w:rPr>
          <w:noProof/>
        </w:rPr>
        <w:t>Customs Office of De</w:t>
      </w:r>
      <w:r w:rsidR="00872134">
        <w:rPr>
          <w:noProof/>
        </w:rPr>
        <w:t>stination</w:t>
      </w:r>
      <w:r w:rsidRPr="00EA7165">
        <w:rPr>
          <w:noProof/>
        </w:rPr>
        <w:t xml:space="preserve"> (</w:t>
      </w:r>
      <w:r w:rsidR="003556C8" w:rsidRPr="00FD2C10">
        <w:rPr>
          <w:noProof/>
          <w:color w:val="00B050"/>
        </w:rPr>
        <w:t>O</w:t>
      </w:r>
      <w:r w:rsidRPr="00EA7165">
        <w:rPr>
          <w:noProof/>
        </w:rPr>
        <w:t xml:space="preserve">, </w:t>
      </w:r>
      <w:r w:rsidRPr="00EA7165">
        <w:rPr>
          <w:noProof/>
          <w:color w:val="1F497D" w:themeColor="text2"/>
        </w:rPr>
        <w:t>R</w:t>
      </w:r>
      <w:r w:rsidRPr="00EA7165">
        <w:rPr>
          <w:noProof/>
        </w:rPr>
        <w:t>)</w:t>
      </w:r>
      <w:bookmarkEnd w:id="646"/>
    </w:p>
    <w:p w14:paraId="1D628340" w14:textId="77777777" w:rsidR="00EA7165" w:rsidRPr="00EA7165" w:rsidRDefault="00EA7165" w:rsidP="00081644">
      <w:pPr>
        <w:pStyle w:val="Heading1"/>
      </w:pPr>
      <w:bookmarkStart w:id="647" w:name="_Ref495063191"/>
      <w:bookmarkStart w:id="648" w:name="_Toc496283951"/>
      <w:bookmarkStart w:id="649" w:name="_Ref496865388"/>
      <w:bookmarkStart w:id="650" w:name="_Toc497128418"/>
      <w:bookmarkStart w:id="651" w:name="_Toc497144021"/>
      <w:bookmarkStart w:id="652" w:name="_Toc497200354"/>
      <w:bookmarkStart w:id="653" w:name="_Toc497207418"/>
      <w:bookmarkStart w:id="654" w:name="_Toc533068303"/>
      <w:r w:rsidRPr="00EA7165">
        <w:t>Additional Information</w:t>
      </w:r>
      <w:bookmarkEnd w:id="647"/>
      <w:bookmarkEnd w:id="648"/>
      <w:bookmarkEnd w:id="649"/>
      <w:bookmarkEnd w:id="650"/>
      <w:bookmarkEnd w:id="651"/>
      <w:bookmarkEnd w:id="652"/>
      <w:bookmarkEnd w:id="653"/>
      <w:bookmarkEnd w:id="654"/>
    </w:p>
    <w:p w14:paraId="6751EA6A" w14:textId="5F839638" w:rsidR="00EA7165" w:rsidRPr="00081644" w:rsidRDefault="00EA7165" w:rsidP="00FD2C10">
      <w:pPr>
        <w:pStyle w:val="Heading2"/>
        <w:numPr>
          <w:ilvl w:val="1"/>
          <w:numId w:val="61"/>
        </w:numPr>
      </w:pPr>
      <w:bookmarkStart w:id="655" w:name="_Toc496283952"/>
      <w:bookmarkStart w:id="656" w:name="_Toc497128419"/>
      <w:bookmarkStart w:id="657" w:name="_Toc497144022"/>
      <w:bookmarkStart w:id="658" w:name="_Toc497200355"/>
      <w:bookmarkStart w:id="659" w:name="_Toc497207419"/>
      <w:bookmarkStart w:id="660" w:name="_Toc533068304"/>
      <w:r w:rsidRPr="00081644">
        <w:t>Application decision code types</w:t>
      </w:r>
      <w:bookmarkEnd w:id="655"/>
      <w:bookmarkEnd w:id="656"/>
      <w:bookmarkEnd w:id="657"/>
      <w:bookmarkEnd w:id="658"/>
      <w:bookmarkEnd w:id="659"/>
      <w:bookmarkEnd w:id="660"/>
    </w:p>
    <w:p w14:paraId="4C9ADF3D" w14:textId="41D4200C" w:rsidR="00EA7165" w:rsidRPr="00EA7165" w:rsidRDefault="00EA7165" w:rsidP="00EA7165">
      <w:r w:rsidRPr="00EA7165">
        <w:t>Hereunder are listed the application/decision code types that are related to each application/authorisation.</w:t>
      </w:r>
    </w:p>
    <w:p w14:paraId="6C73153A" w14:textId="77777777" w:rsidR="00EA7165" w:rsidRPr="00EA7165" w:rsidRDefault="00EA7165" w:rsidP="00EA7165">
      <w:pPr>
        <w:numPr>
          <w:ilvl w:val="0"/>
          <w:numId w:val="44"/>
        </w:numPr>
      </w:pPr>
      <w:r w:rsidRPr="00EA7165">
        <w:rPr>
          <w:b/>
        </w:rPr>
        <w:t>DPO</w:t>
      </w:r>
      <w:r w:rsidRPr="00EA7165">
        <w:t>: Deferment of Payment Application;</w:t>
      </w:r>
    </w:p>
    <w:p w14:paraId="16024BC2" w14:textId="77777777" w:rsidR="00EA7165" w:rsidRPr="00EA7165" w:rsidRDefault="00EA7165" w:rsidP="00EA7165">
      <w:pPr>
        <w:numPr>
          <w:ilvl w:val="0"/>
          <w:numId w:val="44"/>
        </w:numPr>
      </w:pPr>
      <w:r w:rsidRPr="00EA7165">
        <w:rPr>
          <w:b/>
        </w:rPr>
        <w:t>CGU</w:t>
      </w:r>
      <w:r w:rsidRPr="00EA7165">
        <w:t>: Comprehensive Guarantee Application;</w:t>
      </w:r>
    </w:p>
    <w:p w14:paraId="7121045A" w14:textId="77777777" w:rsidR="00EA7165" w:rsidRPr="00EA7165" w:rsidRDefault="00EA7165" w:rsidP="00EA7165">
      <w:pPr>
        <w:numPr>
          <w:ilvl w:val="0"/>
          <w:numId w:val="44"/>
        </w:numPr>
      </w:pPr>
      <w:r w:rsidRPr="00EA7165">
        <w:rPr>
          <w:b/>
        </w:rPr>
        <w:t>CVA</w:t>
      </w:r>
      <w:r w:rsidRPr="00EA7165">
        <w:t>: Simplification for Customs Valuation Application;</w:t>
      </w:r>
    </w:p>
    <w:p w14:paraId="1AB0D75A" w14:textId="77777777" w:rsidR="00EA7165" w:rsidRPr="00EA7165" w:rsidRDefault="00EA7165" w:rsidP="00EA7165">
      <w:pPr>
        <w:numPr>
          <w:ilvl w:val="0"/>
          <w:numId w:val="44"/>
        </w:numPr>
      </w:pPr>
      <w:r w:rsidRPr="00EA7165">
        <w:rPr>
          <w:b/>
        </w:rPr>
        <w:t>IPO</w:t>
      </w:r>
      <w:r w:rsidRPr="00EA7165">
        <w:t>: Inward Processing Application;</w:t>
      </w:r>
    </w:p>
    <w:p w14:paraId="0D42457B" w14:textId="77777777" w:rsidR="00EA7165" w:rsidRPr="00EA7165" w:rsidRDefault="00EA7165" w:rsidP="00EA7165">
      <w:pPr>
        <w:numPr>
          <w:ilvl w:val="0"/>
          <w:numId w:val="44"/>
        </w:numPr>
      </w:pPr>
      <w:r w:rsidRPr="00EA7165">
        <w:rPr>
          <w:b/>
        </w:rPr>
        <w:t>OPO</w:t>
      </w:r>
      <w:r w:rsidRPr="00EA7165">
        <w:t>: Outward Processing Application;</w:t>
      </w:r>
    </w:p>
    <w:p w14:paraId="4270327C" w14:textId="77777777" w:rsidR="00EA7165" w:rsidRPr="00EA7165" w:rsidRDefault="00EA7165" w:rsidP="00EA7165">
      <w:pPr>
        <w:numPr>
          <w:ilvl w:val="0"/>
          <w:numId w:val="44"/>
        </w:numPr>
      </w:pPr>
      <w:r w:rsidRPr="00EA7165">
        <w:rPr>
          <w:b/>
        </w:rPr>
        <w:t>CW1</w:t>
      </w:r>
      <w:r w:rsidRPr="00EA7165">
        <w:t>: Customs Warehousing Application in a public customs warehouse type I;</w:t>
      </w:r>
    </w:p>
    <w:p w14:paraId="654D9EBA" w14:textId="77777777" w:rsidR="00EA7165" w:rsidRPr="00EA7165" w:rsidRDefault="00EA7165" w:rsidP="00EA7165">
      <w:pPr>
        <w:numPr>
          <w:ilvl w:val="0"/>
          <w:numId w:val="44"/>
        </w:numPr>
      </w:pPr>
      <w:r w:rsidRPr="00EA7165">
        <w:rPr>
          <w:b/>
        </w:rPr>
        <w:t>CW2</w:t>
      </w:r>
      <w:r w:rsidRPr="00EA7165">
        <w:t>: Customs Warehousing Application in a public customs warehouse type II;</w:t>
      </w:r>
    </w:p>
    <w:p w14:paraId="6DCF440C" w14:textId="77777777" w:rsidR="00EA7165" w:rsidRPr="00EA7165" w:rsidRDefault="00EA7165" w:rsidP="00EA7165">
      <w:pPr>
        <w:numPr>
          <w:ilvl w:val="0"/>
          <w:numId w:val="44"/>
        </w:numPr>
      </w:pPr>
      <w:r w:rsidRPr="00EA7165">
        <w:rPr>
          <w:b/>
        </w:rPr>
        <w:t>CWP</w:t>
      </w:r>
      <w:r w:rsidRPr="00EA7165">
        <w:t>: Customs Warehousing Application in a private customs warehouse;</w:t>
      </w:r>
    </w:p>
    <w:p w14:paraId="43727193" w14:textId="77777777" w:rsidR="00EA7165" w:rsidRPr="00EA7165" w:rsidRDefault="00EA7165" w:rsidP="00EA7165">
      <w:pPr>
        <w:numPr>
          <w:ilvl w:val="0"/>
          <w:numId w:val="44"/>
        </w:numPr>
      </w:pPr>
      <w:r w:rsidRPr="00EA7165">
        <w:rPr>
          <w:b/>
        </w:rPr>
        <w:t>EUS</w:t>
      </w:r>
      <w:r w:rsidRPr="00EA7165">
        <w:t>: End Use Application;</w:t>
      </w:r>
    </w:p>
    <w:p w14:paraId="187BFFED" w14:textId="77777777" w:rsidR="00EA7165" w:rsidRPr="00EA7165" w:rsidRDefault="00EA7165" w:rsidP="00EA7165">
      <w:pPr>
        <w:numPr>
          <w:ilvl w:val="0"/>
          <w:numId w:val="44"/>
        </w:numPr>
      </w:pPr>
      <w:r w:rsidRPr="00EA7165">
        <w:rPr>
          <w:b/>
        </w:rPr>
        <w:t>TEA</w:t>
      </w:r>
      <w:r w:rsidRPr="00EA7165">
        <w:t>: Temporary Admission Application;</w:t>
      </w:r>
    </w:p>
    <w:p w14:paraId="6815F3AC" w14:textId="77777777" w:rsidR="00EA7165" w:rsidRPr="00EA7165" w:rsidRDefault="00EA7165" w:rsidP="00EA7165">
      <w:pPr>
        <w:numPr>
          <w:ilvl w:val="0"/>
          <w:numId w:val="44"/>
        </w:numPr>
      </w:pPr>
      <w:r w:rsidRPr="00EA7165">
        <w:rPr>
          <w:b/>
        </w:rPr>
        <w:t>TST</w:t>
      </w:r>
      <w:r w:rsidRPr="00EA7165">
        <w:t>: Temporary Storage Application</w:t>
      </w:r>
    </w:p>
    <w:p w14:paraId="2D31FFC0" w14:textId="21AEF70B" w:rsidR="00EA7165" w:rsidRPr="00EA7165" w:rsidRDefault="00EA7165" w:rsidP="00EA7165">
      <w:pPr>
        <w:numPr>
          <w:ilvl w:val="0"/>
          <w:numId w:val="44"/>
        </w:numPr>
      </w:pPr>
      <w:r w:rsidRPr="00EA7165">
        <w:rPr>
          <w:b/>
        </w:rPr>
        <w:t>ACR</w:t>
      </w:r>
      <w:r w:rsidRPr="00EA7165">
        <w:t xml:space="preserve">: Authorised Consignor for </w:t>
      </w:r>
      <w:r w:rsidR="0075339A">
        <w:t>Community</w:t>
      </w:r>
      <w:r w:rsidR="0075339A" w:rsidRPr="00EA7165">
        <w:t xml:space="preserve"> </w:t>
      </w:r>
      <w:r w:rsidRPr="00EA7165">
        <w:t>Transit Application;</w:t>
      </w:r>
    </w:p>
    <w:p w14:paraId="722D42A9" w14:textId="5048354A" w:rsidR="00EA7165" w:rsidRPr="00EA7165" w:rsidRDefault="00EA7165" w:rsidP="00EA7165">
      <w:pPr>
        <w:numPr>
          <w:ilvl w:val="0"/>
          <w:numId w:val="44"/>
        </w:numPr>
      </w:pPr>
      <w:r w:rsidRPr="00EA7165">
        <w:rPr>
          <w:b/>
        </w:rPr>
        <w:t xml:space="preserve">ACE: </w:t>
      </w:r>
      <w:r w:rsidRPr="00EA7165">
        <w:t xml:space="preserve"> Authorised Consignee for </w:t>
      </w:r>
      <w:r w:rsidR="0075339A">
        <w:t>Community</w:t>
      </w:r>
      <w:r w:rsidRPr="00EA7165">
        <w:t xml:space="preserve"> Transit Application;</w:t>
      </w:r>
    </w:p>
    <w:p w14:paraId="4D634C66" w14:textId="77777777" w:rsidR="00EA7165" w:rsidRPr="00EA7165" w:rsidRDefault="00EA7165" w:rsidP="00EA7165">
      <w:pPr>
        <w:numPr>
          <w:ilvl w:val="0"/>
          <w:numId w:val="44"/>
        </w:numPr>
      </w:pPr>
      <w:r w:rsidRPr="00EA7165">
        <w:rPr>
          <w:b/>
        </w:rPr>
        <w:t>ACT</w:t>
      </w:r>
      <w:r w:rsidRPr="00EA7165">
        <w:t>: Authorised Consignee TIR Application;</w:t>
      </w:r>
    </w:p>
    <w:p w14:paraId="7576BA65" w14:textId="77777777" w:rsidR="00EA7165" w:rsidRPr="00EA7165" w:rsidRDefault="00EA7165" w:rsidP="00EA7165">
      <w:pPr>
        <w:numPr>
          <w:ilvl w:val="0"/>
          <w:numId w:val="44"/>
        </w:numPr>
      </w:pPr>
      <w:r w:rsidRPr="00EA7165">
        <w:rPr>
          <w:b/>
        </w:rPr>
        <w:t>SSE</w:t>
      </w:r>
      <w:r w:rsidRPr="00EA7165">
        <w:t>: Use of Seals of Special Type Application;</w:t>
      </w:r>
    </w:p>
    <w:p w14:paraId="66D9B09F" w14:textId="16203492" w:rsidR="00EA7165" w:rsidRPr="00EA7165" w:rsidRDefault="00EA7165" w:rsidP="00EA7165">
      <w:pPr>
        <w:numPr>
          <w:ilvl w:val="0"/>
          <w:numId w:val="44"/>
        </w:numPr>
      </w:pPr>
      <w:r w:rsidRPr="00EA7165">
        <w:rPr>
          <w:b/>
        </w:rPr>
        <w:t>TRD</w:t>
      </w:r>
      <w:r w:rsidRPr="00EA7165">
        <w:t>: Transit Declaration with a Reduced Data Set Application;</w:t>
      </w:r>
    </w:p>
    <w:p w14:paraId="4859AE62" w14:textId="77777777" w:rsidR="00EA7165" w:rsidRPr="00EA7165" w:rsidRDefault="00EA7165" w:rsidP="00EA7165">
      <w:pPr>
        <w:numPr>
          <w:ilvl w:val="0"/>
          <w:numId w:val="44"/>
        </w:numPr>
      </w:pPr>
      <w:r w:rsidRPr="00EA7165">
        <w:rPr>
          <w:b/>
        </w:rPr>
        <w:t>ACP:</w:t>
      </w:r>
      <w:r w:rsidRPr="00EA7165">
        <w:t xml:space="preserve"> Authorised Issuer Application;</w:t>
      </w:r>
    </w:p>
    <w:p w14:paraId="3383D1A6" w14:textId="77777777" w:rsidR="00EA7165" w:rsidRPr="00EA7165" w:rsidRDefault="00EA7165" w:rsidP="00EA7165">
      <w:pPr>
        <w:numPr>
          <w:ilvl w:val="0"/>
          <w:numId w:val="44"/>
        </w:numPr>
      </w:pPr>
      <w:r w:rsidRPr="00EA7165">
        <w:rPr>
          <w:b/>
        </w:rPr>
        <w:t>ETD</w:t>
      </w:r>
      <w:r w:rsidRPr="00EA7165">
        <w:t>: Electronic Transport Document Application;</w:t>
      </w:r>
    </w:p>
    <w:p w14:paraId="630EA44B" w14:textId="77777777" w:rsidR="00EA7165" w:rsidRPr="00EA7165" w:rsidRDefault="00EA7165" w:rsidP="00EA7165">
      <w:pPr>
        <w:numPr>
          <w:ilvl w:val="0"/>
          <w:numId w:val="44"/>
        </w:numPr>
      </w:pPr>
      <w:r w:rsidRPr="00EA7165">
        <w:rPr>
          <w:b/>
        </w:rPr>
        <w:t>SDE</w:t>
      </w:r>
      <w:r w:rsidRPr="00EA7165">
        <w:t>: Simplified Declaration Application;</w:t>
      </w:r>
    </w:p>
    <w:p w14:paraId="43C1CD07" w14:textId="77777777" w:rsidR="00EA7165" w:rsidRPr="00EA7165" w:rsidRDefault="00EA7165" w:rsidP="00EA7165">
      <w:pPr>
        <w:numPr>
          <w:ilvl w:val="0"/>
          <w:numId w:val="44"/>
        </w:numPr>
      </w:pPr>
      <w:r w:rsidRPr="00EA7165">
        <w:rPr>
          <w:b/>
        </w:rPr>
        <w:t>AWB</w:t>
      </w:r>
      <w:r w:rsidRPr="00EA7165">
        <w:t xml:space="preserve">: Authorised </w:t>
      </w:r>
      <w:proofErr w:type="spellStart"/>
      <w:r w:rsidRPr="00EA7165">
        <w:t>Weigher</w:t>
      </w:r>
      <w:proofErr w:type="spellEnd"/>
      <w:r w:rsidRPr="00EA7165">
        <w:t xml:space="preserve"> of Bananas Application;</w:t>
      </w:r>
    </w:p>
    <w:p w14:paraId="7CE36213" w14:textId="77777777" w:rsidR="00EA7165" w:rsidRPr="00EA7165" w:rsidRDefault="00EA7165" w:rsidP="00EA7165">
      <w:pPr>
        <w:numPr>
          <w:ilvl w:val="0"/>
          <w:numId w:val="44"/>
        </w:numPr>
      </w:pPr>
      <w:r w:rsidRPr="00EA7165">
        <w:rPr>
          <w:b/>
        </w:rPr>
        <w:t>CCL</w:t>
      </w:r>
      <w:r w:rsidRPr="00EA7165">
        <w:t>: Centralised Clearance Application;</w:t>
      </w:r>
    </w:p>
    <w:p w14:paraId="3A367F9E" w14:textId="77777777" w:rsidR="00EA7165" w:rsidRPr="00EA7165" w:rsidRDefault="00EA7165" w:rsidP="00EA7165">
      <w:pPr>
        <w:numPr>
          <w:ilvl w:val="0"/>
          <w:numId w:val="44"/>
        </w:numPr>
      </w:pPr>
      <w:r w:rsidRPr="00EA7165">
        <w:rPr>
          <w:b/>
        </w:rPr>
        <w:t>EIR</w:t>
      </w:r>
      <w:r w:rsidRPr="00EA7165">
        <w:t>: Entry in the Declarants Records Application;</w:t>
      </w:r>
    </w:p>
    <w:p w14:paraId="57CAAF08" w14:textId="77777777" w:rsidR="00EA7165" w:rsidRPr="00EA7165" w:rsidRDefault="00EA7165" w:rsidP="00EA7165">
      <w:pPr>
        <w:numPr>
          <w:ilvl w:val="0"/>
          <w:numId w:val="44"/>
        </w:numPr>
      </w:pPr>
      <w:r w:rsidRPr="00EA7165">
        <w:rPr>
          <w:b/>
        </w:rPr>
        <w:t xml:space="preserve">SAS: </w:t>
      </w:r>
      <w:r w:rsidRPr="00EA7165">
        <w:t>Self-Assessment Application;</w:t>
      </w:r>
    </w:p>
    <w:p w14:paraId="15A9AF8F" w14:textId="77777777" w:rsidR="00EA7165" w:rsidRPr="00EA7165" w:rsidRDefault="00EA7165" w:rsidP="00EA7165">
      <w:pPr>
        <w:numPr>
          <w:ilvl w:val="0"/>
          <w:numId w:val="44"/>
        </w:numPr>
      </w:pPr>
      <w:r w:rsidRPr="00EA7165">
        <w:rPr>
          <w:b/>
        </w:rPr>
        <w:t>RSS</w:t>
      </w:r>
      <w:r w:rsidRPr="00EA7165">
        <w:t>: Regular Shipping Service Application.</w:t>
      </w:r>
    </w:p>
    <w:p w14:paraId="29C0B8C6" w14:textId="3A36CA92" w:rsidR="00EA7165" w:rsidRPr="00081644" w:rsidRDefault="00EA7165" w:rsidP="00FD2C10">
      <w:pPr>
        <w:pStyle w:val="Heading2"/>
        <w:numPr>
          <w:ilvl w:val="1"/>
          <w:numId w:val="61"/>
        </w:numPr>
      </w:pPr>
      <w:bookmarkStart w:id="661" w:name="_Toc497128140"/>
      <w:bookmarkStart w:id="662" w:name="_Toc497128250"/>
      <w:bookmarkStart w:id="663" w:name="_Toc497128420"/>
      <w:bookmarkStart w:id="664" w:name="_Toc497128141"/>
      <w:bookmarkStart w:id="665" w:name="_Toc497128251"/>
      <w:bookmarkStart w:id="666" w:name="_Toc497128421"/>
      <w:bookmarkStart w:id="667" w:name="_Toc497128142"/>
      <w:bookmarkStart w:id="668" w:name="_Toc497128252"/>
      <w:bookmarkStart w:id="669" w:name="_Toc497128422"/>
      <w:bookmarkStart w:id="670" w:name="_Toc497128143"/>
      <w:bookmarkStart w:id="671" w:name="_Toc497128253"/>
      <w:bookmarkStart w:id="672" w:name="_Toc497128423"/>
      <w:bookmarkStart w:id="673" w:name="_Toc496283954"/>
      <w:bookmarkStart w:id="674" w:name="_Toc497128424"/>
      <w:bookmarkStart w:id="675" w:name="_Toc497144023"/>
      <w:bookmarkStart w:id="676" w:name="_Toc497200356"/>
      <w:bookmarkStart w:id="677" w:name="_Toc497207420"/>
      <w:bookmarkStart w:id="678" w:name="_Toc533068305"/>
      <w:bookmarkEnd w:id="661"/>
      <w:bookmarkEnd w:id="662"/>
      <w:bookmarkEnd w:id="663"/>
      <w:bookmarkEnd w:id="664"/>
      <w:bookmarkEnd w:id="665"/>
      <w:bookmarkEnd w:id="666"/>
      <w:bookmarkEnd w:id="667"/>
      <w:bookmarkEnd w:id="668"/>
      <w:bookmarkEnd w:id="669"/>
      <w:bookmarkEnd w:id="670"/>
      <w:bookmarkEnd w:id="671"/>
      <w:bookmarkEnd w:id="672"/>
      <w:r w:rsidRPr="00081644">
        <w:t>Error Interpretation</w:t>
      </w:r>
      <w:bookmarkEnd w:id="673"/>
      <w:bookmarkEnd w:id="674"/>
      <w:bookmarkEnd w:id="675"/>
      <w:bookmarkEnd w:id="676"/>
      <w:bookmarkEnd w:id="677"/>
      <w:bookmarkEnd w:id="678"/>
    </w:p>
    <w:p w14:paraId="617D43C4" w14:textId="77777777" w:rsidR="00EA7165" w:rsidRPr="00EA7165" w:rsidRDefault="00EA7165" w:rsidP="00EA7165">
      <w:r w:rsidRPr="00EA7165">
        <w:t>The validation of the applications in the Trader Portal is performed in two steps:</w:t>
      </w:r>
    </w:p>
    <w:p w14:paraId="1D9DAD1E" w14:textId="77777777" w:rsidR="00EA7165" w:rsidRPr="00EA7165" w:rsidRDefault="00EA7165" w:rsidP="00EA7165">
      <w:pPr>
        <w:numPr>
          <w:ilvl w:val="0"/>
          <w:numId w:val="45"/>
        </w:numPr>
        <w:rPr>
          <w:rFonts w:eastAsia="SimSun"/>
          <w:lang w:eastAsia="zh-CN"/>
        </w:rPr>
      </w:pPr>
      <w:r w:rsidRPr="00EA7165">
        <w:t xml:space="preserve">Synchronous validation: erroneous fields are displayed (together with an error code) directly upon submission; </w:t>
      </w:r>
    </w:p>
    <w:p w14:paraId="4507157D" w14:textId="77777777" w:rsidR="00EA7165" w:rsidRPr="00EA7165" w:rsidRDefault="00EA7165" w:rsidP="00EA7165">
      <w:pPr>
        <w:numPr>
          <w:ilvl w:val="0"/>
          <w:numId w:val="45"/>
        </w:numPr>
        <w:rPr>
          <w:rFonts w:eastAsia="SimSun"/>
          <w:lang w:eastAsia="zh-CN"/>
        </w:rPr>
      </w:pPr>
      <w:r w:rsidRPr="00EA7165">
        <w:t xml:space="preserve">Asynchronous validation: depending on the country in which the trader applies for a decision, the application is processed with the EU (central) CDMS or within the national CDMS. However, no matter the country, the first step of the validation is performed by the EU services and then comes the second step which is performed by the target CDMS (i.e. EU or national service). If CDMS (EU CDMS or national CDMS) finds errors, they are reported through an error notification to the Trader Portal (these notifications are available in the “Timeline” of the application and in the notifications list).  Consequently, mind that, if the processing is national, supplementary errors may arise after the first synchronous validation since the application is processed through a second check (the first being the EU CDMS).  </w:t>
      </w:r>
    </w:p>
    <w:p w14:paraId="72E006E3" w14:textId="77777777" w:rsidR="00A953AF" w:rsidRDefault="00A953AF" w:rsidP="00B92E99">
      <w:pPr>
        <w:pStyle w:val="Text3"/>
      </w:pPr>
    </w:p>
    <w:bookmarkEnd w:id="2"/>
    <w:p w14:paraId="64472BC0" w14:textId="42921B88" w:rsidR="008C2D1A"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p w14:paraId="092401A0" w14:textId="77777777" w:rsidR="002C1D8B" w:rsidRPr="00495CF6" w:rsidRDefault="002C1D8B" w:rsidP="008C2D1A">
      <w:pPr>
        <w:pBdr>
          <w:top w:val="single" w:sz="4" w:space="1" w:color="auto"/>
        </w:pBdr>
        <w:spacing w:after="0"/>
        <w:jc w:val="center"/>
        <w:rPr>
          <w:rFonts w:ascii="Calibri" w:eastAsia="SimSun" w:hAnsi="Calibri" w:cs="Calibri"/>
          <w:i/>
          <w:iCs/>
          <w:lang w:eastAsia="zh-CN"/>
        </w:rPr>
      </w:pPr>
    </w:p>
    <w:sectPr w:rsidR="002C1D8B" w:rsidRPr="00495CF6" w:rsidSect="00513C57">
      <w:footerReference w:type="default" r:id="rId21"/>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E0B40" w14:textId="77777777" w:rsidR="005201D5" w:rsidRDefault="005201D5">
      <w:r>
        <w:separator/>
      </w:r>
    </w:p>
  </w:endnote>
  <w:endnote w:type="continuationSeparator" w:id="0">
    <w:p w14:paraId="450A73B3" w14:textId="77777777" w:rsidR="005201D5" w:rsidRDefault="005201D5">
      <w:r>
        <w:continuationSeparator/>
      </w:r>
    </w:p>
  </w:endnote>
  <w:endnote w:type="continuationNotice" w:id="1">
    <w:p w14:paraId="135AD2EC" w14:textId="77777777" w:rsidR="005201D5" w:rsidRDefault="005201D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209B9662" w:rsidR="005201D5" w:rsidRPr="00696337" w:rsidRDefault="005201D5"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Temporary Admission Application - 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1</w:t>
    </w:r>
    <w:r>
      <w:rPr>
        <w:rStyle w:val="PageNumber"/>
        <w:snapToGrid w:val="0"/>
      </w:rPr>
      <w:fldChar w:fldCharType="end"/>
    </w:r>
  </w:p>
  <w:p w14:paraId="44A50ACC" w14:textId="3AF9C90B" w:rsidR="005201D5" w:rsidRPr="007719F6" w:rsidRDefault="005201D5" w:rsidP="001A620F">
    <w:pPr>
      <w:pStyle w:val="Footer"/>
    </w:pPr>
  </w:p>
  <w:p w14:paraId="44A50ACD" w14:textId="77777777" w:rsidR="005201D5" w:rsidRDefault="005201D5" w:rsidP="001A620F">
    <w:pPr>
      <w:pStyle w:val="Footer"/>
    </w:pPr>
  </w:p>
  <w:p w14:paraId="44A50ACE" w14:textId="77777777" w:rsidR="005201D5" w:rsidRDefault="005201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5201D5" w:rsidRPr="004A5AC6" w:rsidRDefault="005201D5">
    <w:pPr>
      <w:pStyle w:val="Footer"/>
      <w:rPr>
        <w:rFonts w:ascii="Calibri" w:hAnsi="Calibri"/>
        <w:szCs w:val="16"/>
      </w:rPr>
    </w:pPr>
  </w:p>
  <w:p w14:paraId="44A50AD1" w14:textId="77777777" w:rsidR="005201D5" w:rsidRPr="004A5AC6" w:rsidRDefault="005201D5">
    <w:pPr>
      <w:pStyle w:val="Footer"/>
      <w:rPr>
        <w:rFonts w:ascii="Calibri" w:hAnsi="Calibri"/>
        <w:szCs w:val="16"/>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 xml:space="preserve">.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5201D5" w:rsidRPr="004A5AC6" w:rsidRDefault="005201D5">
    <w:pPr>
      <w:pStyle w:val="Footer"/>
      <w:rPr>
        <w:rFonts w:ascii="Calibri" w:hAnsi="Calibri"/>
        <w:szCs w:val="16"/>
      </w:rPr>
    </w:pPr>
  </w:p>
  <w:p w14:paraId="44A50AD3" w14:textId="77777777" w:rsidR="005201D5" w:rsidRPr="004A5AC6" w:rsidRDefault="005201D5">
    <w:pPr>
      <w:pStyle w:val="Footer"/>
      <w:rPr>
        <w:rFonts w:ascii="Calibri" w:hAnsi="Calibri"/>
        <w:szCs w:val="16"/>
      </w:rPr>
    </w:pPr>
    <w:r w:rsidRPr="004A5AC6">
      <w:rPr>
        <w:rFonts w:ascii="Calibri" w:hAnsi="Calibri"/>
        <w:szCs w:val="16"/>
      </w:rPr>
      <w:t xml:space="preserve">Commission </w:t>
    </w:r>
    <w:proofErr w:type="spellStart"/>
    <w:r w:rsidRPr="004A5AC6">
      <w:rPr>
        <w:rFonts w:ascii="Calibri" w:hAnsi="Calibri"/>
        <w:szCs w:val="16"/>
      </w:rPr>
      <w:t>européenne</w:t>
    </w:r>
    <w:proofErr w:type="spellEnd"/>
    <w:r w:rsidRPr="004A5AC6">
      <w:rPr>
        <w:rFonts w:ascii="Calibri" w:hAnsi="Calibri"/>
        <w:szCs w:val="16"/>
      </w:rPr>
      <w:t>,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211DE15B" w:rsidR="005201D5" w:rsidRPr="00201B81" w:rsidRDefault="005201D5" w:rsidP="00403AAC">
    <w:pPr>
      <w:pStyle w:val="FooterLine"/>
      <w:tabs>
        <w:tab w:val="left" w:pos="4253"/>
      </w:tabs>
      <w:rPr>
        <w:rStyle w:val="PageNumber"/>
        <w:rFonts w:asciiTheme="minorHAnsi" w:hAnsiTheme="minorHAnsi" w:cstheme="minorHAnsi"/>
        <w:szCs w:val="16"/>
        <w:lang w:val="en-GB"/>
      </w:rPr>
    </w:pPr>
    <w:r w:rsidRPr="00687B38">
      <w:rPr>
        <w:rFonts w:asciiTheme="minorHAnsi" w:hAnsiTheme="minorHAnsi" w:cstheme="minorHAnsi"/>
        <w:color w:val="000000" w:themeColor="text1"/>
        <w:szCs w:val="16"/>
        <w:lang w:val="fr-BE"/>
      </w:rPr>
      <w:t xml:space="preserve">Date: </w:t>
    </w:r>
    <w:r w:rsidR="00201B81">
      <w:rPr>
        <w:rFonts w:asciiTheme="minorHAnsi" w:hAnsiTheme="minorHAnsi" w:cstheme="minorHAnsi"/>
        <w:szCs w:val="16"/>
        <w:lang w:val="en-GB"/>
      </w:rPr>
      <w:t>20</w:t>
    </w:r>
    <w:r>
      <w:rPr>
        <w:rFonts w:asciiTheme="minorHAnsi" w:hAnsiTheme="minorHAnsi" w:cstheme="minorHAnsi"/>
        <w:szCs w:val="16"/>
        <w:lang w:val="en-GB"/>
      </w:rPr>
      <w:t>/12/2018</w:t>
    </w:r>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604363">
      <w:rPr>
        <w:rStyle w:val="PageNumber"/>
        <w:rFonts w:ascii="Calibri" w:hAnsi="Calibri"/>
        <w:noProof/>
        <w:lang w:val="fr-BE"/>
      </w:rPr>
      <w:t>13</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604363">
      <w:rPr>
        <w:rStyle w:val="PageNumber"/>
        <w:rFonts w:ascii="Calibri" w:hAnsi="Calibri"/>
        <w:noProof/>
        <w:snapToGrid w:val="0"/>
        <w:lang w:val="fr-BE"/>
      </w:rPr>
      <w:t>13</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1DAB0" w14:textId="77777777" w:rsidR="005201D5" w:rsidRDefault="005201D5">
      <w:r>
        <w:separator/>
      </w:r>
    </w:p>
  </w:footnote>
  <w:footnote w:type="continuationSeparator" w:id="0">
    <w:p w14:paraId="2117FE41" w14:textId="77777777" w:rsidR="005201D5" w:rsidRDefault="005201D5">
      <w:r>
        <w:continuationSeparator/>
      </w:r>
    </w:p>
  </w:footnote>
  <w:footnote w:type="continuationNotice" w:id="1">
    <w:p w14:paraId="7F1F9392" w14:textId="77777777" w:rsidR="005201D5" w:rsidRDefault="005201D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20D9E309" w:rsidR="005201D5" w:rsidRPr="00B029C7" w:rsidRDefault="00604363" w:rsidP="00B029C7">
    <w:pPr>
      <w:pStyle w:val="Header"/>
      <w:jc w:val="right"/>
      <w:rPr>
        <w:noProof/>
        <w:sz w:val="18"/>
        <w:szCs w:val="18"/>
        <w:lang w:eastAsia="en-GB"/>
      </w:rPr>
    </w:pPr>
    <w:sdt>
      <w:sdtPr>
        <w:rPr>
          <w:rFonts w:eastAsia="PMingLiU" w:cstheme="minorHAnsi"/>
          <w:sz w:val="18"/>
          <w:szCs w:val="18"/>
        </w:rPr>
        <w:alias w:val="Subject"/>
        <w:tag w:val=""/>
        <w:id w:val="-1517460192"/>
        <w:dataBinding w:prefixMappings="xmlns:ns0='http://purl.org/dc/elements/1.1/' xmlns:ns1='http://schemas.openxmlformats.org/package/2006/metadata/core-properties' " w:xpath="/ns1:coreProperties[1]/ns0:subject[1]" w:storeItemID="{6C3C8BC8-F283-45AE-878A-BAB7291924A1}"/>
        <w:text/>
      </w:sdtPr>
      <w:sdtEndPr/>
      <w:sdtContent>
        <w:r w:rsidR="005201D5" w:rsidRPr="00D4319D">
          <w:rPr>
            <w:rFonts w:eastAsia="PMingLiU" w:cstheme="minorHAnsi"/>
            <w:sz w:val="18"/>
            <w:szCs w:val="18"/>
          </w:rPr>
          <w:t>Trader Portal</w:t>
        </w:r>
      </w:sdtContent>
    </w:sdt>
    <w:r w:rsidR="005201D5" w:rsidRPr="00957EB9">
      <w:rPr>
        <w:noProof/>
        <w:sz w:val="18"/>
        <w:szCs w:val="18"/>
        <w:lang w:eastAsia="en-GB"/>
      </w:rPr>
      <w:t xml:space="preserve"> </w:t>
    </w:r>
    <w:r w:rsidR="005201D5" w:rsidRPr="00FA33C9">
      <w:rPr>
        <w:rFonts w:ascii="Calibri" w:eastAsia="PMingLiU" w:hAnsi="Calibri" w:cs="Calibri"/>
        <w:sz w:val="18"/>
        <w:szCs w:val="18"/>
      </w:rPr>
      <w:fldChar w:fldCharType="begin"/>
    </w:r>
    <w:r w:rsidR="005201D5" w:rsidRPr="00FA33C9">
      <w:rPr>
        <w:rFonts w:ascii="Calibri" w:eastAsia="PMingLiU" w:hAnsi="Calibri" w:cs="Calibri"/>
        <w:sz w:val="18"/>
        <w:szCs w:val="18"/>
      </w:rPr>
      <w:instrText xml:space="preserve"> DOCPROPERTY DocumentName </w:instrText>
    </w:r>
    <w:r w:rsidR="005201D5" w:rsidRPr="00FA33C9">
      <w:rPr>
        <w:rFonts w:ascii="Calibri" w:eastAsia="PMingLiU" w:hAnsi="Calibri" w:cs="Calibri"/>
        <w:sz w:val="18"/>
        <w:szCs w:val="18"/>
      </w:rPr>
      <w:fldChar w:fldCharType="separate"/>
    </w:r>
    <w:r w:rsidR="005201D5">
      <w:rPr>
        <w:rFonts w:ascii="Calibri" w:eastAsia="PMingLiU" w:hAnsi="Calibri" w:cs="Calibri"/>
        <w:sz w:val="18"/>
        <w:szCs w:val="18"/>
      </w:rPr>
      <w:t>Authorised Consignee for Community Transit Application - End Users Documentation</w:t>
    </w:r>
    <w:r w:rsidR="005201D5" w:rsidRPr="00FA33C9">
      <w:rPr>
        <w:rFonts w:ascii="Calibri" w:eastAsia="PMingLiU" w:hAnsi="Calibri" w:cs="Calibri"/>
        <w:sz w:val="18"/>
        <w:szCs w:val="18"/>
      </w:rPr>
      <w:fldChar w:fldCharType="end"/>
    </w:r>
    <w:r w:rsidR="005201D5"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5201D5" w:rsidRDefault="005201D5">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A77857FE"/>
    <w:lvl w:ilvl="0">
      <w:start w:val="1"/>
      <w:numFmt w:val="decimal"/>
      <w:lvlText w:val="%1."/>
      <w:lvlJc w:val="left"/>
      <w:pPr>
        <w:tabs>
          <w:tab w:val="num" w:pos="1209"/>
        </w:tabs>
        <w:ind w:left="1209" w:hanging="360"/>
      </w:pPr>
    </w:lvl>
  </w:abstractNum>
  <w:abstractNum w:abstractNumId="1">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344A0A"/>
    <w:multiLevelType w:val="multilevel"/>
    <w:tmpl w:val="44FE3612"/>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
    <w:nsid w:val="050A00CA"/>
    <w:multiLevelType w:val="multilevel"/>
    <w:tmpl w:val="EE78F708"/>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
    <w:nsid w:val="055248BB"/>
    <w:multiLevelType w:val="multilevel"/>
    <w:tmpl w:val="F77048A0"/>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7">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8">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9">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2">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4">
    <w:nsid w:val="148B46BF"/>
    <w:multiLevelType w:val="hybridMultilevel"/>
    <w:tmpl w:val="F526476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5">
    <w:nsid w:val="15465E70"/>
    <w:multiLevelType w:val="multilevel"/>
    <w:tmpl w:val="68AAD25C"/>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AE9085D"/>
    <w:multiLevelType w:val="multilevel"/>
    <w:tmpl w:val="17464250"/>
    <w:lvl w:ilvl="0">
      <w:start w:val="4"/>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8">
    <w:nsid w:val="1C1B6222"/>
    <w:multiLevelType w:val="hybridMultilevel"/>
    <w:tmpl w:val="7930C6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1E624FF"/>
    <w:multiLevelType w:val="multilevel"/>
    <w:tmpl w:val="172A1E26"/>
    <w:lvl w:ilvl="0">
      <w:start w:val="1"/>
      <w:numFmt w:val="decimal"/>
      <w:lvlText w:val="%1"/>
      <w:lvlJc w:val="left"/>
      <w:pPr>
        <w:ind w:left="560" w:hanging="560"/>
      </w:pPr>
      <w:rPr>
        <w:rFonts w:hint="default"/>
      </w:rPr>
    </w:lvl>
    <w:lvl w:ilvl="1">
      <w:start w:val="3"/>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1">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3">
    <w:nsid w:val="24CD78D7"/>
    <w:multiLevelType w:val="multilevel"/>
    <w:tmpl w:val="53228FB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4">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5">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8">
    <w:nsid w:val="2EA07A27"/>
    <w:multiLevelType w:val="hybridMultilevel"/>
    <w:tmpl w:val="5E0EA4E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9">
    <w:nsid w:val="30CA64D2"/>
    <w:multiLevelType w:val="hybridMultilevel"/>
    <w:tmpl w:val="D32A772E"/>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0">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269"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1">
    <w:nsid w:val="319B3601"/>
    <w:multiLevelType w:val="multilevel"/>
    <w:tmpl w:val="E36ADD0A"/>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2">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53F74B7"/>
    <w:multiLevelType w:val="multilevel"/>
    <w:tmpl w:val="36A4B16C"/>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b/>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4">
    <w:nsid w:val="38FF5C60"/>
    <w:multiLevelType w:val="multilevel"/>
    <w:tmpl w:val="DDEC2D24"/>
    <w:lvl w:ilvl="0">
      <w:start w:val="1"/>
      <w:numFmt w:val="decimal"/>
      <w:lvlText w:val="%1"/>
      <w:lvlJc w:val="left"/>
      <w:pPr>
        <w:ind w:left="560" w:hanging="560"/>
      </w:pPr>
      <w:rPr>
        <w:rFonts w:hint="default"/>
      </w:rPr>
    </w:lvl>
    <w:lvl w:ilvl="1">
      <w:start w:val="6"/>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5">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6">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7">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9">
    <w:nsid w:val="56262991"/>
    <w:multiLevelType w:val="multilevel"/>
    <w:tmpl w:val="C5B2F2EA"/>
    <w:lvl w:ilvl="0">
      <w:start w:val="7"/>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0">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1">
    <w:nsid w:val="58736F10"/>
    <w:multiLevelType w:val="multilevel"/>
    <w:tmpl w:val="F7CA982C"/>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2">
    <w:nsid w:val="61234891"/>
    <w:multiLevelType w:val="multilevel"/>
    <w:tmpl w:val="51EC5D26"/>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3">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4">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6">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7">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8">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9">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1">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2">
    <w:nsid w:val="75B611AE"/>
    <w:multiLevelType w:val="multilevel"/>
    <w:tmpl w:val="27EAC3C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53">
    <w:nsid w:val="75D25517"/>
    <w:multiLevelType w:val="multilevel"/>
    <w:tmpl w:val="5BBEE718"/>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4">
    <w:nsid w:val="767C50BB"/>
    <w:multiLevelType w:val="multilevel"/>
    <w:tmpl w:val="A8F2D772"/>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5">
    <w:nsid w:val="7924255C"/>
    <w:multiLevelType w:val="multilevel"/>
    <w:tmpl w:val="E2F20642"/>
    <w:lvl w:ilvl="0">
      <w:start w:val="1"/>
      <w:numFmt w:val="decimal"/>
      <w:lvlText w:val="%1"/>
      <w:lvlJc w:val="left"/>
      <w:pPr>
        <w:ind w:left="410" w:hanging="41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6">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7">
    <w:nsid w:val="7CCC6CB5"/>
    <w:multiLevelType w:val="hybridMultilevel"/>
    <w:tmpl w:val="62A6EC64"/>
    <w:lvl w:ilvl="0" w:tplc="70E2E97E">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8">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abstractNumId w:val="1"/>
  </w:num>
  <w:num w:numId="2">
    <w:abstractNumId w:val="38"/>
  </w:num>
  <w:num w:numId="3">
    <w:abstractNumId w:val="13"/>
  </w:num>
  <w:num w:numId="4">
    <w:abstractNumId w:val="11"/>
  </w:num>
  <w:num w:numId="5">
    <w:abstractNumId w:val="51"/>
  </w:num>
  <w:num w:numId="6">
    <w:abstractNumId w:val="22"/>
  </w:num>
  <w:num w:numId="7">
    <w:abstractNumId w:val="21"/>
  </w:num>
  <w:num w:numId="8">
    <w:abstractNumId w:val="35"/>
  </w:num>
  <w:num w:numId="9">
    <w:abstractNumId w:val="24"/>
  </w:num>
  <w:num w:numId="10">
    <w:abstractNumId w:val="45"/>
  </w:num>
  <w:num w:numId="11">
    <w:abstractNumId w:val="47"/>
  </w:num>
  <w:num w:numId="12">
    <w:abstractNumId w:val="46"/>
  </w:num>
  <w:num w:numId="13">
    <w:abstractNumId w:val="10"/>
  </w:num>
  <w:num w:numId="14">
    <w:abstractNumId w:val="37"/>
  </w:num>
  <w:num w:numId="15">
    <w:abstractNumId w:val="16"/>
  </w:num>
  <w:num w:numId="16">
    <w:abstractNumId w:val="9"/>
  </w:num>
  <w:num w:numId="17">
    <w:abstractNumId w:val="49"/>
  </w:num>
  <w:num w:numId="18">
    <w:abstractNumId w:val="48"/>
  </w:num>
  <w:num w:numId="19">
    <w:abstractNumId w:val="56"/>
  </w:num>
  <w:num w:numId="20">
    <w:abstractNumId w:val="52"/>
  </w:num>
  <w:num w:numId="21">
    <w:abstractNumId w:val="56"/>
  </w:num>
  <w:num w:numId="22">
    <w:abstractNumId w:val="32"/>
  </w:num>
  <w:num w:numId="23">
    <w:abstractNumId w:val="18"/>
  </w:num>
  <w:num w:numId="24">
    <w:abstractNumId w:val="5"/>
  </w:num>
  <w:num w:numId="25">
    <w:abstractNumId w:val="4"/>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6"/>
  </w:num>
  <w:num w:numId="29">
    <w:abstractNumId w:val="25"/>
  </w:num>
  <w:num w:numId="30">
    <w:abstractNumId w:val="50"/>
  </w:num>
  <w:num w:numId="31">
    <w:abstractNumId w:val="8"/>
  </w:num>
  <w:num w:numId="32">
    <w:abstractNumId w:val="40"/>
  </w:num>
  <w:num w:numId="33">
    <w:abstractNumId w:val="36"/>
  </w:num>
  <w:num w:numId="34">
    <w:abstractNumId w:val="57"/>
  </w:num>
  <w:num w:numId="35">
    <w:abstractNumId w:val="27"/>
  </w:num>
  <w:num w:numId="36">
    <w:abstractNumId w:val="3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12"/>
  </w:num>
  <w:num w:numId="39">
    <w:abstractNumId w:val="14"/>
  </w:num>
  <w:num w:numId="40">
    <w:abstractNumId w:val="33"/>
  </w:num>
  <w:num w:numId="41">
    <w:abstractNumId w:val="28"/>
  </w:num>
  <w:num w:numId="42">
    <w:abstractNumId w:val="7"/>
  </w:num>
  <w:num w:numId="43">
    <w:abstractNumId w:val="58"/>
  </w:num>
  <w:num w:numId="44">
    <w:abstractNumId w:val="44"/>
  </w:num>
  <w:num w:numId="45">
    <w:abstractNumId w:val="19"/>
  </w:num>
  <w:num w:numId="46">
    <w:abstractNumId w:val="55"/>
  </w:num>
  <w:num w:numId="47">
    <w:abstractNumId w:val="34"/>
  </w:num>
  <w:num w:numId="48">
    <w:abstractNumId w:val="54"/>
  </w:num>
  <w:num w:numId="49">
    <w:abstractNumId w:val="2"/>
  </w:num>
  <w:num w:numId="50">
    <w:abstractNumId w:val="31"/>
  </w:num>
  <w:num w:numId="51">
    <w:abstractNumId w:val="17"/>
  </w:num>
  <w:num w:numId="52">
    <w:abstractNumId w:val="23"/>
  </w:num>
  <w:num w:numId="53">
    <w:abstractNumId w:val="15"/>
  </w:num>
  <w:num w:numId="54">
    <w:abstractNumId w:val="0"/>
  </w:num>
  <w:num w:numId="55">
    <w:abstractNumId w:val="41"/>
  </w:num>
  <w:num w:numId="56">
    <w:abstractNumId w:val="26"/>
  </w:num>
  <w:num w:numId="57">
    <w:abstractNumId w:val="43"/>
  </w:num>
  <w:num w:numId="58">
    <w:abstractNumId w:val="53"/>
  </w:num>
  <w:num w:numId="59">
    <w:abstractNumId w:val="3"/>
  </w:num>
  <w:num w:numId="60">
    <w:abstractNumId w:val="42"/>
  </w:num>
  <w:num w:numId="61">
    <w:abstractNumId w:val="39"/>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manuel Bauwens">
    <w15:presenceInfo w15:providerId="Windows Live" w15:userId="e6018f47bf29172a"/>
  </w15:person>
  <w15:person w15:author="Emmanuel Bauwens [2]">
    <w15:presenceInfo w15:providerId="AD" w15:userId="S-1-5-21-448539723-162531612-725345543-37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675F"/>
    <w:rsid w:val="000074CF"/>
    <w:rsid w:val="00025090"/>
    <w:rsid w:val="00025D6F"/>
    <w:rsid w:val="00031B9D"/>
    <w:rsid w:val="00032D9A"/>
    <w:rsid w:val="0003552F"/>
    <w:rsid w:val="000438AE"/>
    <w:rsid w:val="00044BEE"/>
    <w:rsid w:val="000528F0"/>
    <w:rsid w:val="00053D87"/>
    <w:rsid w:val="00055E27"/>
    <w:rsid w:val="00060848"/>
    <w:rsid w:val="00063727"/>
    <w:rsid w:val="00070E01"/>
    <w:rsid w:val="0007285B"/>
    <w:rsid w:val="000732F8"/>
    <w:rsid w:val="000736F3"/>
    <w:rsid w:val="00075029"/>
    <w:rsid w:val="00080E9B"/>
    <w:rsid w:val="00081644"/>
    <w:rsid w:val="00083E48"/>
    <w:rsid w:val="000841D2"/>
    <w:rsid w:val="00084F09"/>
    <w:rsid w:val="000858BE"/>
    <w:rsid w:val="00086F2D"/>
    <w:rsid w:val="000928E1"/>
    <w:rsid w:val="000A1928"/>
    <w:rsid w:val="000A60B4"/>
    <w:rsid w:val="000B3283"/>
    <w:rsid w:val="000B36DA"/>
    <w:rsid w:val="000B42F9"/>
    <w:rsid w:val="000B54F1"/>
    <w:rsid w:val="000C1F00"/>
    <w:rsid w:val="000C3823"/>
    <w:rsid w:val="000C4137"/>
    <w:rsid w:val="000D0639"/>
    <w:rsid w:val="000D2F9F"/>
    <w:rsid w:val="000E46E2"/>
    <w:rsid w:val="000E4BE6"/>
    <w:rsid w:val="000E550C"/>
    <w:rsid w:val="000E56FC"/>
    <w:rsid w:val="000F047D"/>
    <w:rsid w:val="000F18C9"/>
    <w:rsid w:val="000F1E53"/>
    <w:rsid w:val="000F5C71"/>
    <w:rsid w:val="000F6962"/>
    <w:rsid w:val="00101D69"/>
    <w:rsid w:val="00102645"/>
    <w:rsid w:val="00103247"/>
    <w:rsid w:val="001100C1"/>
    <w:rsid w:val="00112259"/>
    <w:rsid w:val="00112982"/>
    <w:rsid w:val="001239CC"/>
    <w:rsid w:val="00123EA0"/>
    <w:rsid w:val="00124117"/>
    <w:rsid w:val="00125283"/>
    <w:rsid w:val="00125949"/>
    <w:rsid w:val="00141410"/>
    <w:rsid w:val="0014312B"/>
    <w:rsid w:val="0015325D"/>
    <w:rsid w:val="00157447"/>
    <w:rsid w:val="001579CB"/>
    <w:rsid w:val="0016203D"/>
    <w:rsid w:val="001701F9"/>
    <w:rsid w:val="00171648"/>
    <w:rsid w:val="00172CB6"/>
    <w:rsid w:val="00173D86"/>
    <w:rsid w:val="00176945"/>
    <w:rsid w:val="00184F56"/>
    <w:rsid w:val="001865DD"/>
    <w:rsid w:val="00193733"/>
    <w:rsid w:val="00193744"/>
    <w:rsid w:val="00197D0D"/>
    <w:rsid w:val="001A620F"/>
    <w:rsid w:val="001B010A"/>
    <w:rsid w:val="001B200B"/>
    <w:rsid w:val="001B29DB"/>
    <w:rsid w:val="001B5817"/>
    <w:rsid w:val="001C4697"/>
    <w:rsid w:val="001C67A5"/>
    <w:rsid w:val="001D02E0"/>
    <w:rsid w:val="001D2069"/>
    <w:rsid w:val="001D2469"/>
    <w:rsid w:val="001E3478"/>
    <w:rsid w:val="001F03C9"/>
    <w:rsid w:val="001F1264"/>
    <w:rsid w:val="001F5E85"/>
    <w:rsid w:val="001F659A"/>
    <w:rsid w:val="001F67BE"/>
    <w:rsid w:val="00200F2E"/>
    <w:rsid w:val="00201B81"/>
    <w:rsid w:val="00203536"/>
    <w:rsid w:val="00203A10"/>
    <w:rsid w:val="00207272"/>
    <w:rsid w:val="00207822"/>
    <w:rsid w:val="002130CA"/>
    <w:rsid w:val="0021624F"/>
    <w:rsid w:val="002224C9"/>
    <w:rsid w:val="00224B83"/>
    <w:rsid w:val="00233CB8"/>
    <w:rsid w:val="00236D6C"/>
    <w:rsid w:val="00241921"/>
    <w:rsid w:val="0024313B"/>
    <w:rsid w:val="00246C34"/>
    <w:rsid w:val="0025221F"/>
    <w:rsid w:val="00260F9E"/>
    <w:rsid w:val="00263EC5"/>
    <w:rsid w:val="00267FFD"/>
    <w:rsid w:val="002739FE"/>
    <w:rsid w:val="00275619"/>
    <w:rsid w:val="00275972"/>
    <w:rsid w:val="00275E42"/>
    <w:rsid w:val="00280DF1"/>
    <w:rsid w:val="00283D27"/>
    <w:rsid w:val="002917E9"/>
    <w:rsid w:val="002927BA"/>
    <w:rsid w:val="00293173"/>
    <w:rsid w:val="002932B8"/>
    <w:rsid w:val="0029349B"/>
    <w:rsid w:val="00296005"/>
    <w:rsid w:val="002A6F1A"/>
    <w:rsid w:val="002A7C58"/>
    <w:rsid w:val="002B1D16"/>
    <w:rsid w:val="002B42B9"/>
    <w:rsid w:val="002B6728"/>
    <w:rsid w:val="002B697A"/>
    <w:rsid w:val="002B787F"/>
    <w:rsid w:val="002C1D8B"/>
    <w:rsid w:val="002C48F1"/>
    <w:rsid w:val="002C66D2"/>
    <w:rsid w:val="002D17D0"/>
    <w:rsid w:val="002D3403"/>
    <w:rsid w:val="002D41EE"/>
    <w:rsid w:val="002D74D6"/>
    <w:rsid w:val="002E490F"/>
    <w:rsid w:val="002E64BF"/>
    <w:rsid w:val="002F1B03"/>
    <w:rsid w:val="002F296F"/>
    <w:rsid w:val="00307E18"/>
    <w:rsid w:val="00312126"/>
    <w:rsid w:val="00325B58"/>
    <w:rsid w:val="00325D14"/>
    <w:rsid w:val="003302F3"/>
    <w:rsid w:val="00331649"/>
    <w:rsid w:val="00332C17"/>
    <w:rsid w:val="00334A35"/>
    <w:rsid w:val="003425C5"/>
    <w:rsid w:val="00342920"/>
    <w:rsid w:val="00345DA3"/>
    <w:rsid w:val="0034692A"/>
    <w:rsid w:val="003469AB"/>
    <w:rsid w:val="003556C8"/>
    <w:rsid w:val="003624DC"/>
    <w:rsid w:val="00364A1A"/>
    <w:rsid w:val="003663B8"/>
    <w:rsid w:val="00371663"/>
    <w:rsid w:val="00371BA4"/>
    <w:rsid w:val="00374958"/>
    <w:rsid w:val="00374A40"/>
    <w:rsid w:val="003812A5"/>
    <w:rsid w:val="00382464"/>
    <w:rsid w:val="003833EB"/>
    <w:rsid w:val="0038506F"/>
    <w:rsid w:val="003851C6"/>
    <w:rsid w:val="00385DCE"/>
    <w:rsid w:val="003915F8"/>
    <w:rsid w:val="00393762"/>
    <w:rsid w:val="00394ED8"/>
    <w:rsid w:val="00397102"/>
    <w:rsid w:val="003A0A7E"/>
    <w:rsid w:val="003A36DB"/>
    <w:rsid w:val="003A4FF9"/>
    <w:rsid w:val="003A7EF3"/>
    <w:rsid w:val="003B0EAF"/>
    <w:rsid w:val="003B58F3"/>
    <w:rsid w:val="003B6846"/>
    <w:rsid w:val="003D057A"/>
    <w:rsid w:val="003D1263"/>
    <w:rsid w:val="003D12BE"/>
    <w:rsid w:val="003D2065"/>
    <w:rsid w:val="003D74D0"/>
    <w:rsid w:val="003E13F7"/>
    <w:rsid w:val="003E25F0"/>
    <w:rsid w:val="003E43F4"/>
    <w:rsid w:val="003E5260"/>
    <w:rsid w:val="003E60C7"/>
    <w:rsid w:val="003F05F0"/>
    <w:rsid w:val="003F2BAF"/>
    <w:rsid w:val="003F3083"/>
    <w:rsid w:val="003F382D"/>
    <w:rsid w:val="003F3E5B"/>
    <w:rsid w:val="003F4046"/>
    <w:rsid w:val="003F5429"/>
    <w:rsid w:val="00400A36"/>
    <w:rsid w:val="00400C9A"/>
    <w:rsid w:val="00403AAC"/>
    <w:rsid w:val="004052BA"/>
    <w:rsid w:val="00407F9C"/>
    <w:rsid w:val="004100E3"/>
    <w:rsid w:val="00410BE1"/>
    <w:rsid w:val="0041361D"/>
    <w:rsid w:val="0042048C"/>
    <w:rsid w:val="0042740D"/>
    <w:rsid w:val="00436682"/>
    <w:rsid w:val="004407EB"/>
    <w:rsid w:val="0044326A"/>
    <w:rsid w:val="00444410"/>
    <w:rsid w:val="004465B0"/>
    <w:rsid w:val="004472C7"/>
    <w:rsid w:val="00447F79"/>
    <w:rsid w:val="00453B38"/>
    <w:rsid w:val="004546E7"/>
    <w:rsid w:val="00455DE9"/>
    <w:rsid w:val="00460DA5"/>
    <w:rsid w:val="00466719"/>
    <w:rsid w:val="004701C5"/>
    <w:rsid w:val="00470C5E"/>
    <w:rsid w:val="00477EEE"/>
    <w:rsid w:val="00485ACF"/>
    <w:rsid w:val="00495CF6"/>
    <w:rsid w:val="00497381"/>
    <w:rsid w:val="004A0666"/>
    <w:rsid w:val="004A1020"/>
    <w:rsid w:val="004A1498"/>
    <w:rsid w:val="004A171D"/>
    <w:rsid w:val="004A5AC6"/>
    <w:rsid w:val="004A5C8C"/>
    <w:rsid w:val="004B4934"/>
    <w:rsid w:val="004B710B"/>
    <w:rsid w:val="004C0C9D"/>
    <w:rsid w:val="004C2A71"/>
    <w:rsid w:val="004C34CA"/>
    <w:rsid w:val="004C7A05"/>
    <w:rsid w:val="004D1D6C"/>
    <w:rsid w:val="004D560E"/>
    <w:rsid w:val="004D7B1B"/>
    <w:rsid w:val="004F04C8"/>
    <w:rsid w:val="004F1A09"/>
    <w:rsid w:val="004F54EE"/>
    <w:rsid w:val="00500800"/>
    <w:rsid w:val="00504625"/>
    <w:rsid w:val="0050647B"/>
    <w:rsid w:val="0050697E"/>
    <w:rsid w:val="005105C1"/>
    <w:rsid w:val="00511D21"/>
    <w:rsid w:val="0051272D"/>
    <w:rsid w:val="005130A2"/>
    <w:rsid w:val="00513C57"/>
    <w:rsid w:val="00514D33"/>
    <w:rsid w:val="00515D4A"/>
    <w:rsid w:val="005201D5"/>
    <w:rsid w:val="00521E7E"/>
    <w:rsid w:val="00522CD7"/>
    <w:rsid w:val="00530540"/>
    <w:rsid w:val="00531950"/>
    <w:rsid w:val="005326A8"/>
    <w:rsid w:val="00532ABC"/>
    <w:rsid w:val="00535A67"/>
    <w:rsid w:val="00536C89"/>
    <w:rsid w:val="00551F32"/>
    <w:rsid w:val="00554412"/>
    <w:rsid w:val="00555765"/>
    <w:rsid w:val="005559C5"/>
    <w:rsid w:val="00563AB2"/>
    <w:rsid w:val="0056476B"/>
    <w:rsid w:val="00566609"/>
    <w:rsid w:val="005720F9"/>
    <w:rsid w:val="0057545C"/>
    <w:rsid w:val="00577BA1"/>
    <w:rsid w:val="0058261B"/>
    <w:rsid w:val="00583F49"/>
    <w:rsid w:val="00585401"/>
    <w:rsid w:val="005944A4"/>
    <w:rsid w:val="005A0BEA"/>
    <w:rsid w:val="005A162C"/>
    <w:rsid w:val="005B620A"/>
    <w:rsid w:val="005C0896"/>
    <w:rsid w:val="005C1C7C"/>
    <w:rsid w:val="005C60FA"/>
    <w:rsid w:val="005D0100"/>
    <w:rsid w:val="005D1A26"/>
    <w:rsid w:val="005D4AEC"/>
    <w:rsid w:val="005D4F5E"/>
    <w:rsid w:val="005D536E"/>
    <w:rsid w:val="005E3910"/>
    <w:rsid w:val="005E4638"/>
    <w:rsid w:val="005E509F"/>
    <w:rsid w:val="005E7358"/>
    <w:rsid w:val="005F2B2B"/>
    <w:rsid w:val="005F5E13"/>
    <w:rsid w:val="005F5FE8"/>
    <w:rsid w:val="006020D5"/>
    <w:rsid w:val="00604363"/>
    <w:rsid w:val="006048B6"/>
    <w:rsid w:val="0061727E"/>
    <w:rsid w:val="0062005C"/>
    <w:rsid w:val="00624068"/>
    <w:rsid w:val="006267BF"/>
    <w:rsid w:val="00630006"/>
    <w:rsid w:val="00630859"/>
    <w:rsid w:val="00631916"/>
    <w:rsid w:val="00634DF8"/>
    <w:rsid w:val="00635905"/>
    <w:rsid w:val="00640DEB"/>
    <w:rsid w:val="00643EDC"/>
    <w:rsid w:val="00651F08"/>
    <w:rsid w:val="00654BAF"/>
    <w:rsid w:val="0066085F"/>
    <w:rsid w:val="00660CFF"/>
    <w:rsid w:val="0066107A"/>
    <w:rsid w:val="00662414"/>
    <w:rsid w:val="00664981"/>
    <w:rsid w:val="00664DC7"/>
    <w:rsid w:val="00666C22"/>
    <w:rsid w:val="0066756C"/>
    <w:rsid w:val="0067324A"/>
    <w:rsid w:val="0067763C"/>
    <w:rsid w:val="0068346F"/>
    <w:rsid w:val="00696337"/>
    <w:rsid w:val="006A36C9"/>
    <w:rsid w:val="006A5AD4"/>
    <w:rsid w:val="006A793E"/>
    <w:rsid w:val="006B0B80"/>
    <w:rsid w:val="006B4209"/>
    <w:rsid w:val="006B6479"/>
    <w:rsid w:val="006B6BDC"/>
    <w:rsid w:val="006B7432"/>
    <w:rsid w:val="006C27B9"/>
    <w:rsid w:val="006C43DA"/>
    <w:rsid w:val="006D07B2"/>
    <w:rsid w:val="006D533E"/>
    <w:rsid w:val="006D7CBD"/>
    <w:rsid w:val="006E3191"/>
    <w:rsid w:val="006E35D7"/>
    <w:rsid w:val="006F009B"/>
    <w:rsid w:val="006F0B2C"/>
    <w:rsid w:val="006F0E10"/>
    <w:rsid w:val="006F2A68"/>
    <w:rsid w:val="007003AE"/>
    <w:rsid w:val="00703779"/>
    <w:rsid w:val="00703EF3"/>
    <w:rsid w:val="00705C1A"/>
    <w:rsid w:val="0071260F"/>
    <w:rsid w:val="007127EB"/>
    <w:rsid w:val="0071392E"/>
    <w:rsid w:val="0072008A"/>
    <w:rsid w:val="0072123A"/>
    <w:rsid w:val="007216C7"/>
    <w:rsid w:val="00722310"/>
    <w:rsid w:val="00724C20"/>
    <w:rsid w:val="00727EE2"/>
    <w:rsid w:val="0073309B"/>
    <w:rsid w:val="0073408A"/>
    <w:rsid w:val="00745EF8"/>
    <w:rsid w:val="00746E9A"/>
    <w:rsid w:val="00750FA4"/>
    <w:rsid w:val="007513A5"/>
    <w:rsid w:val="0075339A"/>
    <w:rsid w:val="00757183"/>
    <w:rsid w:val="007719F6"/>
    <w:rsid w:val="0077489F"/>
    <w:rsid w:val="007758C0"/>
    <w:rsid w:val="00776D58"/>
    <w:rsid w:val="007803AC"/>
    <w:rsid w:val="00791161"/>
    <w:rsid w:val="007A44FA"/>
    <w:rsid w:val="007A6BF5"/>
    <w:rsid w:val="007B1AE4"/>
    <w:rsid w:val="007B2A3E"/>
    <w:rsid w:val="007B4528"/>
    <w:rsid w:val="007B4557"/>
    <w:rsid w:val="007D082F"/>
    <w:rsid w:val="007D0BBD"/>
    <w:rsid w:val="007D0D6B"/>
    <w:rsid w:val="007D5615"/>
    <w:rsid w:val="007E1ADE"/>
    <w:rsid w:val="007E7E52"/>
    <w:rsid w:val="007F0130"/>
    <w:rsid w:val="007F2EC2"/>
    <w:rsid w:val="007F442E"/>
    <w:rsid w:val="00800F20"/>
    <w:rsid w:val="0080117C"/>
    <w:rsid w:val="0080730B"/>
    <w:rsid w:val="00812583"/>
    <w:rsid w:val="0081666D"/>
    <w:rsid w:val="0081689B"/>
    <w:rsid w:val="00825145"/>
    <w:rsid w:val="008314A7"/>
    <w:rsid w:val="00833F0E"/>
    <w:rsid w:val="00844E3F"/>
    <w:rsid w:val="00846A07"/>
    <w:rsid w:val="00852FC1"/>
    <w:rsid w:val="00853FBD"/>
    <w:rsid w:val="0085415C"/>
    <w:rsid w:val="00860D49"/>
    <w:rsid w:val="008625A1"/>
    <w:rsid w:val="00872134"/>
    <w:rsid w:val="00873C81"/>
    <w:rsid w:val="00882E4F"/>
    <w:rsid w:val="008942B1"/>
    <w:rsid w:val="008968B2"/>
    <w:rsid w:val="008A13AA"/>
    <w:rsid w:val="008A2D0D"/>
    <w:rsid w:val="008A7963"/>
    <w:rsid w:val="008B08C9"/>
    <w:rsid w:val="008B1C67"/>
    <w:rsid w:val="008B2C4D"/>
    <w:rsid w:val="008B4900"/>
    <w:rsid w:val="008C2D1A"/>
    <w:rsid w:val="008C3FF3"/>
    <w:rsid w:val="008C53EF"/>
    <w:rsid w:val="008D0D71"/>
    <w:rsid w:val="008D12F5"/>
    <w:rsid w:val="008D71AE"/>
    <w:rsid w:val="008E0537"/>
    <w:rsid w:val="008E2192"/>
    <w:rsid w:val="008E3492"/>
    <w:rsid w:val="008E5C3B"/>
    <w:rsid w:val="008E785F"/>
    <w:rsid w:val="008F2628"/>
    <w:rsid w:val="008F5A51"/>
    <w:rsid w:val="008F5B90"/>
    <w:rsid w:val="008F72DC"/>
    <w:rsid w:val="0090173B"/>
    <w:rsid w:val="00905E05"/>
    <w:rsid w:val="0091717B"/>
    <w:rsid w:val="009206B7"/>
    <w:rsid w:val="00921070"/>
    <w:rsid w:val="00926071"/>
    <w:rsid w:val="009327A7"/>
    <w:rsid w:val="00933F29"/>
    <w:rsid w:val="00940E21"/>
    <w:rsid w:val="00942948"/>
    <w:rsid w:val="00944DB6"/>
    <w:rsid w:val="00946704"/>
    <w:rsid w:val="00946ED7"/>
    <w:rsid w:val="00947EB9"/>
    <w:rsid w:val="009534FE"/>
    <w:rsid w:val="009568BD"/>
    <w:rsid w:val="00957EB9"/>
    <w:rsid w:val="009618B8"/>
    <w:rsid w:val="009635DD"/>
    <w:rsid w:val="009654C1"/>
    <w:rsid w:val="00967BBB"/>
    <w:rsid w:val="00973C46"/>
    <w:rsid w:val="00974F46"/>
    <w:rsid w:val="00975484"/>
    <w:rsid w:val="00977B88"/>
    <w:rsid w:val="00981E44"/>
    <w:rsid w:val="00991058"/>
    <w:rsid w:val="0099214A"/>
    <w:rsid w:val="00993572"/>
    <w:rsid w:val="00995CE9"/>
    <w:rsid w:val="0099601E"/>
    <w:rsid w:val="009970E3"/>
    <w:rsid w:val="009A0DB8"/>
    <w:rsid w:val="009A317A"/>
    <w:rsid w:val="009A3E4A"/>
    <w:rsid w:val="009A4A3E"/>
    <w:rsid w:val="009A586D"/>
    <w:rsid w:val="009B084A"/>
    <w:rsid w:val="009B38E8"/>
    <w:rsid w:val="009B6195"/>
    <w:rsid w:val="009C0460"/>
    <w:rsid w:val="009C27FA"/>
    <w:rsid w:val="009C32EE"/>
    <w:rsid w:val="009D272C"/>
    <w:rsid w:val="009D7BBC"/>
    <w:rsid w:val="009E0AF4"/>
    <w:rsid w:val="009E0B5C"/>
    <w:rsid w:val="009E5306"/>
    <w:rsid w:val="009E7A01"/>
    <w:rsid w:val="009F0E60"/>
    <w:rsid w:val="00A03C4C"/>
    <w:rsid w:val="00A118C0"/>
    <w:rsid w:val="00A14041"/>
    <w:rsid w:val="00A16C87"/>
    <w:rsid w:val="00A20E4D"/>
    <w:rsid w:val="00A21970"/>
    <w:rsid w:val="00A24F9B"/>
    <w:rsid w:val="00A253DA"/>
    <w:rsid w:val="00A31140"/>
    <w:rsid w:val="00A31D61"/>
    <w:rsid w:val="00A35AE4"/>
    <w:rsid w:val="00A43DCA"/>
    <w:rsid w:val="00A50EC0"/>
    <w:rsid w:val="00A568A2"/>
    <w:rsid w:val="00A657B7"/>
    <w:rsid w:val="00A74712"/>
    <w:rsid w:val="00A827D3"/>
    <w:rsid w:val="00A86751"/>
    <w:rsid w:val="00A90D1C"/>
    <w:rsid w:val="00A94709"/>
    <w:rsid w:val="00A953AF"/>
    <w:rsid w:val="00A971A9"/>
    <w:rsid w:val="00AA0CB3"/>
    <w:rsid w:val="00AA14FA"/>
    <w:rsid w:val="00AA2326"/>
    <w:rsid w:val="00AA3FB7"/>
    <w:rsid w:val="00AA49EC"/>
    <w:rsid w:val="00AA62EE"/>
    <w:rsid w:val="00AA7259"/>
    <w:rsid w:val="00AB0386"/>
    <w:rsid w:val="00AB2D1F"/>
    <w:rsid w:val="00AB324C"/>
    <w:rsid w:val="00AC0DD8"/>
    <w:rsid w:val="00AC6293"/>
    <w:rsid w:val="00AC6E60"/>
    <w:rsid w:val="00AD1FD0"/>
    <w:rsid w:val="00AD4B1D"/>
    <w:rsid w:val="00AD7952"/>
    <w:rsid w:val="00AE0067"/>
    <w:rsid w:val="00AE0286"/>
    <w:rsid w:val="00AE051F"/>
    <w:rsid w:val="00AE24EE"/>
    <w:rsid w:val="00AF16EA"/>
    <w:rsid w:val="00AF2382"/>
    <w:rsid w:val="00B004ED"/>
    <w:rsid w:val="00B029C7"/>
    <w:rsid w:val="00B040D9"/>
    <w:rsid w:val="00B06E85"/>
    <w:rsid w:val="00B076B6"/>
    <w:rsid w:val="00B07B81"/>
    <w:rsid w:val="00B10601"/>
    <w:rsid w:val="00B22FB3"/>
    <w:rsid w:val="00B236C2"/>
    <w:rsid w:val="00B32204"/>
    <w:rsid w:val="00B327A3"/>
    <w:rsid w:val="00B33300"/>
    <w:rsid w:val="00B33D00"/>
    <w:rsid w:val="00B372BC"/>
    <w:rsid w:val="00B40260"/>
    <w:rsid w:val="00B42D59"/>
    <w:rsid w:val="00B46B38"/>
    <w:rsid w:val="00B47BC1"/>
    <w:rsid w:val="00B61B8E"/>
    <w:rsid w:val="00B67091"/>
    <w:rsid w:val="00B73BF9"/>
    <w:rsid w:val="00B76A68"/>
    <w:rsid w:val="00B85443"/>
    <w:rsid w:val="00B858C9"/>
    <w:rsid w:val="00B85C19"/>
    <w:rsid w:val="00B870F7"/>
    <w:rsid w:val="00B87930"/>
    <w:rsid w:val="00B90100"/>
    <w:rsid w:val="00B91C98"/>
    <w:rsid w:val="00B92E99"/>
    <w:rsid w:val="00B95F6C"/>
    <w:rsid w:val="00B97695"/>
    <w:rsid w:val="00BA23B6"/>
    <w:rsid w:val="00BA279B"/>
    <w:rsid w:val="00BB01E9"/>
    <w:rsid w:val="00BB2D91"/>
    <w:rsid w:val="00BB5BEC"/>
    <w:rsid w:val="00BB5C31"/>
    <w:rsid w:val="00BB62F2"/>
    <w:rsid w:val="00BC21D1"/>
    <w:rsid w:val="00BC2DD8"/>
    <w:rsid w:val="00BC4036"/>
    <w:rsid w:val="00BD00CD"/>
    <w:rsid w:val="00BD24DC"/>
    <w:rsid w:val="00BD4014"/>
    <w:rsid w:val="00BD6918"/>
    <w:rsid w:val="00BE3B3D"/>
    <w:rsid w:val="00BE3D0E"/>
    <w:rsid w:val="00BF4CC2"/>
    <w:rsid w:val="00C02F3C"/>
    <w:rsid w:val="00C07DAB"/>
    <w:rsid w:val="00C1051A"/>
    <w:rsid w:val="00C10C0C"/>
    <w:rsid w:val="00C12BE3"/>
    <w:rsid w:val="00C12C4C"/>
    <w:rsid w:val="00C13C43"/>
    <w:rsid w:val="00C14E4C"/>
    <w:rsid w:val="00C23B43"/>
    <w:rsid w:val="00C3124C"/>
    <w:rsid w:val="00C34AEB"/>
    <w:rsid w:val="00C45C96"/>
    <w:rsid w:val="00C50619"/>
    <w:rsid w:val="00C55DAD"/>
    <w:rsid w:val="00C72806"/>
    <w:rsid w:val="00C72FAD"/>
    <w:rsid w:val="00C747D7"/>
    <w:rsid w:val="00C75387"/>
    <w:rsid w:val="00C77865"/>
    <w:rsid w:val="00C86725"/>
    <w:rsid w:val="00C87BA4"/>
    <w:rsid w:val="00C91B9A"/>
    <w:rsid w:val="00C91EE5"/>
    <w:rsid w:val="00C952C8"/>
    <w:rsid w:val="00C97853"/>
    <w:rsid w:val="00C9797C"/>
    <w:rsid w:val="00CA2EA7"/>
    <w:rsid w:val="00CA5FBE"/>
    <w:rsid w:val="00CA6F0F"/>
    <w:rsid w:val="00CB406D"/>
    <w:rsid w:val="00CB72AF"/>
    <w:rsid w:val="00CC468C"/>
    <w:rsid w:val="00CD47DC"/>
    <w:rsid w:val="00CD513B"/>
    <w:rsid w:val="00CD62BF"/>
    <w:rsid w:val="00CD6938"/>
    <w:rsid w:val="00CD71DF"/>
    <w:rsid w:val="00CE0E0E"/>
    <w:rsid w:val="00CE63E3"/>
    <w:rsid w:val="00D00BC2"/>
    <w:rsid w:val="00D034DB"/>
    <w:rsid w:val="00D03D44"/>
    <w:rsid w:val="00D047A3"/>
    <w:rsid w:val="00D04C51"/>
    <w:rsid w:val="00D04D11"/>
    <w:rsid w:val="00D056ED"/>
    <w:rsid w:val="00D150BC"/>
    <w:rsid w:val="00D15679"/>
    <w:rsid w:val="00D15825"/>
    <w:rsid w:val="00D2240C"/>
    <w:rsid w:val="00D26A09"/>
    <w:rsid w:val="00D32B7E"/>
    <w:rsid w:val="00D40275"/>
    <w:rsid w:val="00D40C13"/>
    <w:rsid w:val="00D4319D"/>
    <w:rsid w:val="00D523DE"/>
    <w:rsid w:val="00D52AF4"/>
    <w:rsid w:val="00D52D96"/>
    <w:rsid w:val="00D537C2"/>
    <w:rsid w:val="00D53BDC"/>
    <w:rsid w:val="00D53C3B"/>
    <w:rsid w:val="00D606E1"/>
    <w:rsid w:val="00D64E22"/>
    <w:rsid w:val="00D67A4A"/>
    <w:rsid w:val="00D708EC"/>
    <w:rsid w:val="00D7163D"/>
    <w:rsid w:val="00D74EDB"/>
    <w:rsid w:val="00D74F01"/>
    <w:rsid w:val="00D761E2"/>
    <w:rsid w:val="00D7781F"/>
    <w:rsid w:val="00D80045"/>
    <w:rsid w:val="00D80A45"/>
    <w:rsid w:val="00D838A6"/>
    <w:rsid w:val="00D83FD9"/>
    <w:rsid w:val="00D86CC6"/>
    <w:rsid w:val="00D8799F"/>
    <w:rsid w:val="00D933C0"/>
    <w:rsid w:val="00D96369"/>
    <w:rsid w:val="00DA40BE"/>
    <w:rsid w:val="00DA415F"/>
    <w:rsid w:val="00DA7A0C"/>
    <w:rsid w:val="00DB13E3"/>
    <w:rsid w:val="00DB55AA"/>
    <w:rsid w:val="00DC049A"/>
    <w:rsid w:val="00DC47BB"/>
    <w:rsid w:val="00DC6461"/>
    <w:rsid w:val="00DC66F0"/>
    <w:rsid w:val="00DD0BEC"/>
    <w:rsid w:val="00DD104B"/>
    <w:rsid w:val="00DD3E48"/>
    <w:rsid w:val="00DE0924"/>
    <w:rsid w:val="00DE0BC0"/>
    <w:rsid w:val="00DE25FD"/>
    <w:rsid w:val="00DE34A5"/>
    <w:rsid w:val="00DE4D4E"/>
    <w:rsid w:val="00DF028B"/>
    <w:rsid w:val="00DF3EAB"/>
    <w:rsid w:val="00E0265A"/>
    <w:rsid w:val="00E06E8C"/>
    <w:rsid w:val="00E07609"/>
    <w:rsid w:val="00E11B65"/>
    <w:rsid w:val="00E1291A"/>
    <w:rsid w:val="00E14D30"/>
    <w:rsid w:val="00E21824"/>
    <w:rsid w:val="00E24CFD"/>
    <w:rsid w:val="00E2743F"/>
    <w:rsid w:val="00E40B7A"/>
    <w:rsid w:val="00E43769"/>
    <w:rsid w:val="00E518E7"/>
    <w:rsid w:val="00E51C93"/>
    <w:rsid w:val="00E5458F"/>
    <w:rsid w:val="00E57F9C"/>
    <w:rsid w:val="00E65757"/>
    <w:rsid w:val="00E65F2D"/>
    <w:rsid w:val="00E71592"/>
    <w:rsid w:val="00E71910"/>
    <w:rsid w:val="00E72F72"/>
    <w:rsid w:val="00E73BE6"/>
    <w:rsid w:val="00E745C5"/>
    <w:rsid w:val="00E747E1"/>
    <w:rsid w:val="00E76E7C"/>
    <w:rsid w:val="00E77764"/>
    <w:rsid w:val="00E813C4"/>
    <w:rsid w:val="00E81430"/>
    <w:rsid w:val="00E81D01"/>
    <w:rsid w:val="00E82AA8"/>
    <w:rsid w:val="00E836FE"/>
    <w:rsid w:val="00E86FB4"/>
    <w:rsid w:val="00E90C01"/>
    <w:rsid w:val="00E933E4"/>
    <w:rsid w:val="00EA025A"/>
    <w:rsid w:val="00EA7165"/>
    <w:rsid w:val="00EA7CF0"/>
    <w:rsid w:val="00EC078B"/>
    <w:rsid w:val="00ED07D8"/>
    <w:rsid w:val="00ED1A04"/>
    <w:rsid w:val="00ED2CFE"/>
    <w:rsid w:val="00ED4B00"/>
    <w:rsid w:val="00ED791F"/>
    <w:rsid w:val="00ED7CD7"/>
    <w:rsid w:val="00EE10C4"/>
    <w:rsid w:val="00EE1287"/>
    <w:rsid w:val="00EE535A"/>
    <w:rsid w:val="00EF3CCF"/>
    <w:rsid w:val="00F041AA"/>
    <w:rsid w:val="00F04612"/>
    <w:rsid w:val="00F04895"/>
    <w:rsid w:val="00F05B1A"/>
    <w:rsid w:val="00F07F6E"/>
    <w:rsid w:val="00F111E0"/>
    <w:rsid w:val="00F2203B"/>
    <w:rsid w:val="00F22B54"/>
    <w:rsid w:val="00F22C2E"/>
    <w:rsid w:val="00F23892"/>
    <w:rsid w:val="00F26236"/>
    <w:rsid w:val="00F2644A"/>
    <w:rsid w:val="00F27AE0"/>
    <w:rsid w:val="00F301F4"/>
    <w:rsid w:val="00F30DCC"/>
    <w:rsid w:val="00F40928"/>
    <w:rsid w:val="00F40B9A"/>
    <w:rsid w:val="00F43C10"/>
    <w:rsid w:val="00F45CDB"/>
    <w:rsid w:val="00F4702E"/>
    <w:rsid w:val="00F54F2B"/>
    <w:rsid w:val="00F56F65"/>
    <w:rsid w:val="00F64C2A"/>
    <w:rsid w:val="00F67A2E"/>
    <w:rsid w:val="00F715AF"/>
    <w:rsid w:val="00F73A1F"/>
    <w:rsid w:val="00F76220"/>
    <w:rsid w:val="00F76B3B"/>
    <w:rsid w:val="00F8155D"/>
    <w:rsid w:val="00F83621"/>
    <w:rsid w:val="00F86C5C"/>
    <w:rsid w:val="00F900F7"/>
    <w:rsid w:val="00F9061D"/>
    <w:rsid w:val="00F93336"/>
    <w:rsid w:val="00F93611"/>
    <w:rsid w:val="00F96619"/>
    <w:rsid w:val="00F96CFB"/>
    <w:rsid w:val="00FA33C9"/>
    <w:rsid w:val="00FA7EE0"/>
    <w:rsid w:val="00FB05F4"/>
    <w:rsid w:val="00FB3359"/>
    <w:rsid w:val="00FB5332"/>
    <w:rsid w:val="00FB5531"/>
    <w:rsid w:val="00FC1D0F"/>
    <w:rsid w:val="00FC3290"/>
    <w:rsid w:val="00FC74D4"/>
    <w:rsid w:val="00FD2C10"/>
    <w:rsid w:val="00FD2D8E"/>
    <w:rsid w:val="00FD3709"/>
    <w:rsid w:val="00FD5E79"/>
    <w:rsid w:val="00FD725F"/>
    <w:rsid w:val="00FE1A2B"/>
    <w:rsid w:val="00FE5CB9"/>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C87BA4"/>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C87BA4"/>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C87BA4"/>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C87BA4"/>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12825026">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078431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03E2BD0C"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03E2BD0D"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03E2BD0E"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03E2BD0F"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03E2BD10"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03E2BD11"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01862"/>
    <w:rsid w:val="00011F15"/>
    <w:rsid w:val="00046833"/>
    <w:rsid w:val="00161A39"/>
    <w:rsid w:val="001A1E4B"/>
    <w:rsid w:val="001D525C"/>
    <w:rsid w:val="002317A1"/>
    <w:rsid w:val="00252142"/>
    <w:rsid w:val="00283DC2"/>
    <w:rsid w:val="002E53CE"/>
    <w:rsid w:val="00300D81"/>
    <w:rsid w:val="004A4437"/>
    <w:rsid w:val="004F5A53"/>
    <w:rsid w:val="0058185A"/>
    <w:rsid w:val="005B22CC"/>
    <w:rsid w:val="0063460A"/>
    <w:rsid w:val="006419F7"/>
    <w:rsid w:val="00643675"/>
    <w:rsid w:val="00716B38"/>
    <w:rsid w:val="00793C47"/>
    <w:rsid w:val="007E72B5"/>
    <w:rsid w:val="00847E98"/>
    <w:rsid w:val="009036ED"/>
    <w:rsid w:val="00921EFB"/>
    <w:rsid w:val="00923CAC"/>
    <w:rsid w:val="00947C47"/>
    <w:rsid w:val="00B22940"/>
    <w:rsid w:val="00BF4809"/>
    <w:rsid w:val="00C27DF9"/>
    <w:rsid w:val="00CF48FB"/>
    <w:rsid w:val="00D11D26"/>
    <w:rsid w:val="00D63E19"/>
    <w:rsid w:val="00DC7043"/>
    <w:rsid w:val="00E0525A"/>
    <w:rsid w:val="00E36B9E"/>
    <w:rsid w:val="00F7606D"/>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E2BD0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A2EAA4DF-5E1F-4DC9-9C89-221CF5AB311D}"/>
</file>

<file path=customXml/itemProps3.xml><?xml version="1.0" encoding="utf-8"?>
<ds:datastoreItem xmlns:ds="http://schemas.openxmlformats.org/officeDocument/2006/customXml" ds:itemID="{F514F11D-6B0B-43E9-84F5-5246F8D49006}"/>
</file>

<file path=customXml/itemProps4.xml><?xml version="1.0" encoding="utf-8"?>
<ds:datastoreItem xmlns:ds="http://schemas.openxmlformats.org/officeDocument/2006/customXml" ds:itemID="{01AAAE4F-01DA-4A15-9E2A-5761FA4DC897}"/>
</file>

<file path=customXml/itemProps5.xml><?xml version="1.0" encoding="utf-8"?>
<ds:datastoreItem xmlns:ds="http://schemas.openxmlformats.org/officeDocument/2006/customXml" ds:itemID="{5DA3E83D-4210-46BB-AB4B-FC8A7980D8DE}"/>
</file>

<file path=docProps/app.xml><?xml version="1.0" encoding="utf-8"?>
<Properties xmlns="http://schemas.openxmlformats.org/officeDocument/2006/extended-properties" xmlns:vt="http://schemas.openxmlformats.org/officeDocument/2006/docPropsVTypes">
  <Template>6_UIS - User Interface Specifications</Template>
  <TotalTime>1911</TotalTime>
  <Pages>13</Pages>
  <Words>3112</Words>
  <Characters>20086</Characters>
  <Application>Microsoft Office Word</Application>
  <DocSecurity>0</DocSecurity>
  <PresentationFormat>Microsoft Word 11.0</PresentationFormat>
  <Lines>167</Lines>
  <Paragraphs>46</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23152</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dc:description/>
  <cp:lastModifiedBy>Joachim Lucas</cp:lastModifiedBy>
  <cp:revision>166</cp:revision>
  <cp:lastPrinted>2013-10-08T15:38:00Z</cp:lastPrinted>
  <dcterms:created xsi:type="dcterms:W3CDTF">2017-10-06T07:42:00Z</dcterms:created>
  <dcterms:modified xsi:type="dcterms:W3CDTF">2018-12-20T12:08:00Z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2</vt:r8>
  </property>
  <property fmtid="{D5CDD505-2E9C-101B-9397-08002B2CF9AE}" pid="3" name="Language">
    <vt:lpwstr>EN</vt:lpwstr>
  </property>
  <property fmtid="{D5CDD505-2E9C-101B-9397-08002B2CF9AE}" pid="4" name="DocumentName">
    <vt:lpwstr>Authorised Consignee for Community Transit Application - End Users Documentation</vt:lpwstr>
  </property>
  <property fmtid="{D5CDD505-2E9C-101B-9397-08002B2CF9AE}" pid="5" name="Owner">
    <vt:lpwstr>DG TAXUD</vt:lpwstr>
  </property>
  <property fmtid="{D5CDD505-2E9C-101B-9397-08002B2CF9AE}" pid="6" name="Application name">
    <vt:lpwstr>Trader Portal</vt:lpwstr>
  </property>
  <property fmtid="{D5CDD505-2E9C-101B-9397-08002B2CF9AE}" pid="7" name="ContentTypeId">
    <vt:lpwstr>0x01010078C8BE289F49894780984245ABACA42D</vt:lpwstr>
  </property>
  <property fmtid="{D5CDD505-2E9C-101B-9397-08002B2CF9AE}" pid="8" name="Framework">
    <vt:lpwstr>Contract Reference</vt:lpwstr>
  </property>
  <property fmtid="{D5CDD505-2E9C-101B-9397-08002B2CF9AE}" pid="9" name="Status">
    <vt:lpwstr>SfA</vt:lpwstr>
  </property>
  <property fmtid="{D5CDD505-2E9C-101B-9397-08002B2CF9AE}" pid="10" name="Reference">
    <vt:lpwstr>&lt;Reference&gt;</vt:lpwstr>
  </property>
  <property fmtid="{D5CDD505-2E9C-101B-9397-08002B2CF9AE}" pid="11" name="Release Date">
    <vt:lpwstr>01/06/2018</vt:lpwstr>
  </property>
  <property fmtid="{D5CDD505-2E9C-101B-9397-08002B2CF9AE}" pid="12" name="Document Date">
    <vt:filetime>2018-12-19T23:00:00Z</vt:filetime>
  </property>
</Properties>
</file>